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9AAF4" w14:textId="4ACEEA9A" w:rsidR="00D778DF" w:rsidRPr="00E70096" w:rsidRDefault="00B96631" w:rsidP="0095410F">
      <w:pPr>
        <w:pStyle w:val="Title"/>
      </w:pPr>
      <w:sdt>
        <w:sdtPr>
          <w:rPr>
            <w:b w:val="0"/>
            <w:color w:val="EE0000"/>
          </w:rPr>
          <w:alias w:val="Title"/>
          <w:tag w:val=""/>
          <w:id w:val="-487021785"/>
          <w:placeholder>
            <w:docPart w:val="ACCA5B9F38E84C519E054FB505A551E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8504B">
            <w:t xml:space="preserve">Lab </w:t>
          </w:r>
          <w:r w:rsidR="00513F65">
            <w:t xml:space="preserve">9.1.1 </w:t>
          </w:r>
          <w:r w:rsidR="0088504B">
            <w:t>- Implement HSRP</w:t>
          </w:r>
        </w:sdtContent>
      </w:sdt>
      <w:r w:rsidR="004D36D7" w:rsidRPr="00FD4A68">
        <w:t xml:space="preserve"> </w:t>
      </w:r>
      <w:r w:rsidR="00D778DF" w:rsidRPr="00E70096">
        <w:t>Topology</w:t>
      </w:r>
      <w:r w:rsidR="00513F65">
        <w:t xml:space="preserve"> CCRI Lab</w:t>
      </w:r>
      <w:bookmarkStart w:id="0" w:name="_GoBack"/>
      <w:bookmarkEnd w:id="0"/>
    </w:p>
    <w:p w14:paraId="6DC73926" w14:textId="160652AA" w:rsidR="003D1E49" w:rsidRDefault="00B96631" w:rsidP="00B90645">
      <w:pPr>
        <w:pStyle w:val="Visual"/>
        <w:ind w:left="1080" w:hanging="1080"/>
      </w:pPr>
      <w:r>
        <w:rPr>
          <w:noProof/>
        </w:rPr>
        <w:drawing>
          <wp:inline distT="0" distB="0" distL="0" distR="0" wp14:anchorId="0B9E02A0" wp14:editId="3B6666BF">
            <wp:extent cx="6400800" cy="3078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COR 15.1.3 CCRI Lab.png"/>
                    <pic:cNvPicPr/>
                  </pic:nvPicPr>
                  <pic:blipFill>
                    <a:blip r:embed="rId8">
                      <a:extLst>
                        <a:ext uri="{28A0092B-C50C-407E-A947-70E740481C1C}">
                          <a14:useLocalDpi xmlns:a14="http://schemas.microsoft.com/office/drawing/2010/main" val="0"/>
                        </a:ext>
                      </a:extLst>
                    </a:blip>
                    <a:stretch>
                      <a:fillRect/>
                    </a:stretch>
                  </pic:blipFill>
                  <pic:spPr>
                    <a:xfrm>
                      <a:off x="0" y="0"/>
                      <a:ext cx="6400800" cy="3078480"/>
                    </a:xfrm>
                    <a:prstGeom prst="rect">
                      <a:avLst/>
                    </a:prstGeom>
                  </pic:spPr>
                </pic:pic>
              </a:graphicData>
            </a:graphic>
          </wp:inline>
        </w:drawing>
      </w:r>
    </w:p>
    <w:p w14:paraId="7492C663"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default gateway."/>
      </w:tblPr>
      <w:tblGrid>
        <w:gridCol w:w="2337"/>
        <w:gridCol w:w="2430"/>
        <w:gridCol w:w="2706"/>
        <w:gridCol w:w="2332"/>
      </w:tblGrid>
      <w:tr w:rsidR="00D778DF" w14:paraId="6C53D0E3" w14:textId="77777777" w:rsidTr="00B90645">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D1C37E" w14:textId="77777777" w:rsidR="00D778DF" w:rsidRPr="00E87D62" w:rsidRDefault="00E70096" w:rsidP="00F53D64">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45989C" w14:textId="77777777" w:rsidR="00D778DF" w:rsidRPr="00E87D62" w:rsidRDefault="00D778DF" w:rsidP="00F53D64">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FC585D" w14:textId="77777777" w:rsidR="00D778DF" w:rsidRPr="00E87D62" w:rsidRDefault="00D778DF" w:rsidP="00F53D64">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D6AA65" w14:textId="5EF200EE" w:rsidR="00D778DF" w:rsidRPr="00E87D62" w:rsidRDefault="003D1E49" w:rsidP="00F53D64">
            <w:pPr>
              <w:pStyle w:val="TableHeading"/>
            </w:pPr>
            <w:r>
              <w:t>Default Gateway</w:t>
            </w:r>
          </w:p>
        </w:tc>
      </w:tr>
      <w:tr w:rsidR="00D778DF" w14:paraId="7C699143" w14:textId="77777777" w:rsidTr="00B90645">
        <w:trPr>
          <w:cantSplit/>
          <w:jc w:val="center"/>
        </w:trPr>
        <w:tc>
          <w:tcPr>
            <w:tcW w:w="2337" w:type="dxa"/>
            <w:tcBorders>
              <w:bottom w:val="nil"/>
            </w:tcBorders>
            <w:vAlign w:val="bottom"/>
          </w:tcPr>
          <w:p w14:paraId="66817964" w14:textId="67C21394" w:rsidR="00D778DF" w:rsidRPr="008B68E7" w:rsidRDefault="003D1E49" w:rsidP="008B68E7">
            <w:pPr>
              <w:pStyle w:val="TableText"/>
            </w:pPr>
            <w:r>
              <w:t>D1</w:t>
            </w:r>
          </w:p>
        </w:tc>
        <w:tc>
          <w:tcPr>
            <w:tcW w:w="2430" w:type="dxa"/>
            <w:tcBorders>
              <w:bottom w:val="single" w:sz="4" w:space="0" w:color="auto"/>
            </w:tcBorders>
            <w:vAlign w:val="bottom"/>
          </w:tcPr>
          <w:p w14:paraId="101AE4F2" w14:textId="1B76089B" w:rsidR="00D778DF" w:rsidRPr="008B68E7" w:rsidRDefault="003D1E49" w:rsidP="008B68E7">
            <w:pPr>
              <w:pStyle w:val="TableText"/>
            </w:pPr>
            <w:r>
              <w:t>Lo 0</w:t>
            </w:r>
          </w:p>
        </w:tc>
        <w:tc>
          <w:tcPr>
            <w:tcW w:w="2706" w:type="dxa"/>
            <w:vAlign w:val="bottom"/>
          </w:tcPr>
          <w:p w14:paraId="72CDD5CD" w14:textId="1A34F51B" w:rsidR="00D778DF" w:rsidRPr="008B68E7" w:rsidRDefault="003D1E49" w:rsidP="008B68E7">
            <w:pPr>
              <w:pStyle w:val="TableText"/>
            </w:pPr>
            <w:r>
              <w:t>192.168.1.1/24</w:t>
            </w:r>
          </w:p>
        </w:tc>
        <w:tc>
          <w:tcPr>
            <w:tcW w:w="2332" w:type="dxa"/>
            <w:tcBorders>
              <w:bottom w:val="nil"/>
            </w:tcBorders>
            <w:vAlign w:val="bottom"/>
          </w:tcPr>
          <w:p w14:paraId="5D901B06" w14:textId="7CABDBA1" w:rsidR="00D778DF" w:rsidRPr="008B68E7" w:rsidRDefault="003D1E49" w:rsidP="008B68E7">
            <w:pPr>
              <w:pStyle w:val="TableText"/>
            </w:pPr>
            <w:r>
              <w:t>N/A</w:t>
            </w:r>
          </w:p>
        </w:tc>
      </w:tr>
      <w:tr w:rsidR="00D778DF" w14:paraId="74C549B7" w14:textId="77777777" w:rsidTr="00B90645">
        <w:trPr>
          <w:cantSplit/>
          <w:jc w:val="center"/>
        </w:trPr>
        <w:tc>
          <w:tcPr>
            <w:tcW w:w="2337" w:type="dxa"/>
            <w:tcBorders>
              <w:top w:val="nil"/>
              <w:bottom w:val="nil"/>
            </w:tcBorders>
            <w:vAlign w:val="bottom"/>
          </w:tcPr>
          <w:p w14:paraId="78F6C09B" w14:textId="6815B2FC" w:rsidR="00D778DF" w:rsidRPr="0095410F"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2D47F185" w14:textId="2380655C" w:rsidR="00D778DF" w:rsidRPr="0095410F" w:rsidRDefault="003D1E49" w:rsidP="00B90645">
            <w:pPr>
              <w:pStyle w:val="ConfigWindow"/>
            </w:pPr>
            <w:r w:rsidRPr="0095410F">
              <w:t>Lo 0</w:t>
            </w:r>
          </w:p>
        </w:tc>
        <w:tc>
          <w:tcPr>
            <w:tcW w:w="2706" w:type="dxa"/>
            <w:vAlign w:val="bottom"/>
          </w:tcPr>
          <w:p w14:paraId="3C0954DB" w14:textId="0FBD3EE9" w:rsidR="00D778DF" w:rsidRPr="008B68E7" w:rsidRDefault="003D1E49" w:rsidP="008B68E7">
            <w:pPr>
              <w:pStyle w:val="TableText"/>
            </w:pPr>
            <w:r>
              <w:t>2001:db8:acad:1000::1/64</w:t>
            </w:r>
          </w:p>
        </w:tc>
        <w:tc>
          <w:tcPr>
            <w:tcW w:w="2332" w:type="dxa"/>
            <w:tcBorders>
              <w:top w:val="nil"/>
              <w:bottom w:val="nil"/>
            </w:tcBorders>
            <w:vAlign w:val="bottom"/>
          </w:tcPr>
          <w:p w14:paraId="4D0931B8" w14:textId="6A2324DE" w:rsidR="00D778DF" w:rsidRPr="0095410F" w:rsidRDefault="003D1E49" w:rsidP="00B90645">
            <w:pPr>
              <w:pStyle w:val="ConfigWindow"/>
            </w:pPr>
            <w:r w:rsidRPr="0095410F">
              <w:t>N/A</w:t>
            </w:r>
          </w:p>
        </w:tc>
      </w:tr>
      <w:tr w:rsidR="00D778DF" w14:paraId="77BCCDFE" w14:textId="77777777" w:rsidTr="00B90645">
        <w:trPr>
          <w:cantSplit/>
          <w:jc w:val="center"/>
        </w:trPr>
        <w:tc>
          <w:tcPr>
            <w:tcW w:w="2337" w:type="dxa"/>
            <w:tcBorders>
              <w:top w:val="nil"/>
              <w:bottom w:val="nil"/>
            </w:tcBorders>
            <w:vAlign w:val="bottom"/>
          </w:tcPr>
          <w:p w14:paraId="4FA9E492" w14:textId="614A49A3" w:rsidR="00D778DF" w:rsidRPr="0095410F" w:rsidRDefault="003D1E49" w:rsidP="00B90645">
            <w:pPr>
              <w:pStyle w:val="ConfigWindow"/>
            </w:pPr>
            <w:r w:rsidRPr="0095410F">
              <w:t>D1</w:t>
            </w:r>
          </w:p>
        </w:tc>
        <w:tc>
          <w:tcPr>
            <w:tcW w:w="2430" w:type="dxa"/>
            <w:tcBorders>
              <w:bottom w:val="single" w:sz="4" w:space="0" w:color="auto"/>
            </w:tcBorders>
            <w:vAlign w:val="bottom"/>
          </w:tcPr>
          <w:p w14:paraId="43B28EE1" w14:textId="79F7EF1E" w:rsidR="00D778DF" w:rsidRPr="008B68E7" w:rsidRDefault="003D1E49" w:rsidP="008B68E7">
            <w:pPr>
              <w:pStyle w:val="TableText"/>
            </w:pPr>
            <w:r>
              <w:t>VLAN 11</w:t>
            </w:r>
          </w:p>
        </w:tc>
        <w:tc>
          <w:tcPr>
            <w:tcW w:w="2706" w:type="dxa"/>
            <w:vAlign w:val="bottom"/>
          </w:tcPr>
          <w:p w14:paraId="34201F69" w14:textId="379D4A3C" w:rsidR="00D778DF" w:rsidRPr="008B68E7" w:rsidRDefault="003D1E49" w:rsidP="008B68E7">
            <w:pPr>
              <w:pStyle w:val="TableText"/>
            </w:pPr>
            <w:r>
              <w:t>10.11.0.1/24</w:t>
            </w:r>
          </w:p>
        </w:tc>
        <w:tc>
          <w:tcPr>
            <w:tcW w:w="2332" w:type="dxa"/>
            <w:tcBorders>
              <w:top w:val="nil"/>
              <w:bottom w:val="nil"/>
            </w:tcBorders>
            <w:vAlign w:val="bottom"/>
          </w:tcPr>
          <w:p w14:paraId="4F61D889" w14:textId="2835AED9" w:rsidR="00D778DF" w:rsidRPr="0095410F" w:rsidRDefault="003D1E49" w:rsidP="00B90645">
            <w:pPr>
              <w:pStyle w:val="ConfigWindow"/>
            </w:pPr>
            <w:r w:rsidRPr="0095410F">
              <w:t>N/A</w:t>
            </w:r>
          </w:p>
        </w:tc>
      </w:tr>
      <w:tr w:rsidR="003D1E49" w14:paraId="374DF299" w14:textId="77777777" w:rsidTr="00B90645">
        <w:trPr>
          <w:cantSplit/>
          <w:jc w:val="center"/>
        </w:trPr>
        <w:tc>
          <w:tcPr>
            <w:tcW w:w="2337" w:type="dxa"/>
            <w:tcBorders>
              <w:top w:val="nil"/>
              <w:bottom w:val="nil"/>
            </w:tcBorders>
            <w:vAlign w:val="bottom"/>
          </w:tcPr>
          <w:p w14:paraId="41DFC489" w14:textId="4AA62360" w:rsidR="003D1E49" w:rsidRPr="0095410F" w:rsidDel="003D1E49"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408399A8" w14:textId="7ADC76E7" w:rsidR="003D1E49" w:rsidRPr="0095410F" w:rsidDel="003D1E49" w:rsidRDefault="003D1E49" w:rsidP="00B90645">
            <w:pPr>
              <w:pStyle w:val="ConfigWindow"/>
            </w:pPr>
            <w:r w:rsidRPr="0095410F">
              <w:t>VLAN 11</w:t>
            </w:r>
          </w:p>
        </w:tc>
        <w:tc>
          <w:tcPr>
            <w:tcW w:w="2706" w:type="dxa"/>
            <w:vAlign w:val="bottom"/>
          </w:tcPr>
          <w:p w14:paraId="13AA8C5D" w14:textId="225CA74E" w:rsidR="003D1E49" w:rsidRPr="008B68E7" w:rsidDel="003D1E49" w:rsidRDefault="003D1E49" w:rsidP="008B68E7">
            <w:pPr>
              <w:pStyle w:val="TableText"/>
            </w:pPr>
            <w:r>
              <w:t>2001:db8:acad:11::1/64</w:t>
            </w:r>
          </w:p>
        </w:tc>
        <w:tc>
          <w:tcPr>
            <w:tcW w:w="2332" w:type="dxa"/>
            <w:tcBorders>
              <w:top w:val="nil"/>
              <w:bottom w:val="nil"/>
            </w:tcBorders>
            <w:vAlign w:val="bottom"/>
          </w:tcPr>
          <w:p w14:paraId="10D78675" w14:textId="26DF8D66" w:rsidR="003D1E49" w:rsidRPr="0095410F" w:rsidRDefault="003D1E49" w:rsidP="00B90645">
            <w:pPr>
              <w:pStyle w:val="ConfigWindow"/>
            </w:pPr>
            <w:r w:rsidRPr="0095410F">
              <w:t>N/A</w:t>
            </w:r>
          </w:p>
        </w:tc>
      </w:tr>
      <w:tr w:rsidR="003D1E49" w14:paraId="6BAF0690" w14:textId="77777777" w:rsidTr="00B90645">
        <w:trPr>
          <w:cantSplit/>
          <w:jc w:val="center"/>
        </w:trPr>
        <w:tc>
          <w:tcPr>
            <w:tcW w:w="2337" w:type="dxa"/>
            <w:tcBorders>
              <w:top w:val="nil"/>
              <w:bottom w:val="nil"/>
            </w:tcBorders>
            <w:vAlign w:val="bottom"/>
          </w:tcPr>
          <w:p w14:paraId="6DC6DE2B" w14:textId="54B34898" w:rsidR="003D1E49" w:rsidRPr="0095410F" w:rsidRDefault="003D1E49" w:rsidP="00B90645">
            <w:pPr>
              <w:pStyle w:val="ConfigWindow"/>
            </w:pPr>
            <w:r w:rsidRPr="0095410F">
              <w:t>D1</w:t>
            </w:r>
          </w:p>
        </w:tc>
        <w:tc>
          <w:tcPr>
            <w:tcW w:w="2430" w:type="dxa"/>
            <w:tcBorders>
              <w:bottom w:val="single" w:sz="4" w:space="0" w:color="auto"/>
            </w:tcBorders>
            <w:vAlign w:val="bottom"/>
          </w:tcPr>
          <w:p w14:paraId="0146028C" w14:textId="400ABE18" w:rsidR="003D1E49" w:rsidRDefault="003D1E49" w:rsidP="008B68E7">
            <w:pPr>
              <w:pStyle w:val="TableText"/>
            </w:pPr>
            <w:r>
              <w:t>VLAN 21</w:t>
            </w:r>
          </w:p>
        </w:tc>
        <w:tc>
          <w:tcPr>
            <w:tcW w:w="2706" w:type="dxa"/>
            <w:vAlign w:val="bottom"/>
          </w:tcPr>
          <w:p w14:paraId="75DC7020" w14:textId="7CD4D340" w:rsidR="003D1E49" w:rsidRDefault="003D1E49" w:rsidP="008B68E7">
            <w:pPr>
              <w:pStyle w:val="TableText"/>
            </w:pPr>
            <w:r>
              <w:t>10.21.0.1/24</w:t>
            </w:r>
          </w:p>
        </w:tc>
        <w:tc>
          <w:tcPr>
            <w:tcW w:w="2332" w:type="dxa"/>
            <w:tcBorders>
              <w:top w:val="nil"/>
              <w:bottom w:val="nil"/>
            </w:tcBorders>
            <w:vAlign w:val="bottom"/>
          </w:tcPr>
          <w:p w14:paraId="24C66F78" w14:textId="694045CA" w:rsidR="003D1E49" w:rsidRPr="0095410F" w:rsidRDefault="003D1E49" w:rsidP="00B90645">
            <w:pPr>
              <w:pStyle w:val="ConfigWindow"/>
            </w:pPr>
            <w:r w:rsidRPr="0095410F">
              <w:t>N/A</w:t>
            </w:r>
          </w:p>
        </w:tc>
      </w:tr>
      <w:tr w:rsidR="003D1E49" w14:paraId="6647E5AE" w14:textId="77777777" w:rsidTr="00B90645">
        <w:trPr>
          <w:cantSplit/>
          <w:jc w:val="center"/>
        </w:trPr>
        <w:tc>
          <w:tcPr>
            <w:tcW w:w="2337" w:type="dxa"/>
            <w:tcBorders>
              <w:top w:val="nil"/>
              <w:bottom w:val="single" w:sz="2" w:space="0" w:color="auto"/>
            </w:tcBorders>
            <w:vAlign w:val="bottom"/>
          </w:tcPr>
          <w:p w14:paraId="2F4438F4" w14:textId="7D40A641" w:rsidR="003D1E49" w:rsidRPr="0095410F"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6749C493" w14:textId="584D1F6B" w:rsidR="003D1E49" w:rsidRPr="0095410F" w:rsidRDefault="003D1E49" w:rsidP="00B90645">
            <w:pPr>
              <w:pStyle w:val="ConfigWindow"/>
            </w:pPr>
            <w:r w:rsidRPr="0095410F">
              <w:t>VLAN 21</w:t>
            </w:r>
          </w:p>
        </w:tc>
        <w:tc>
          <w:tcPr>
            <w:tcW w:w="2706" w:type="dxa"/>
            <w:vAlign w:val="bottom"/>
          </w:tcPr>
          <w:p w14:paraId="140736BD" w14:textId="1AAE82C3" w:rsidR="003D1E49" w:rsidRDefault="003D1E49" w:rsidP="008B68E7">
            <w:pPr>
              <w:pStyle w:val="TableText"/>
            </w:pPr>
            <w:r>
              <w:t>2001:db8:acad:21::1/64</w:t>
            </w:r>
          </w:p>
        </w:tc>
        <w:tc>
          <w:tcPr>
            <w:tcW w:w="2332" w:type="dxa"/>
            <w:tcBorders>
              <w:top w:val="nil"/>
              <w:bottom w:val="single" w:sz="2" w:space="0" w:color="auto"/>
            </w:tcBorders>
            <w:vAlign w:val="bottom"/>
          </w:tcPr>
          <w:p w14:paraId="73CBA362" w14:textId="61C23803" w:rsidR="003D1E49" w:rsidRPr="0095410F" w:rsidRDefault="003D1E49" w:rsidP="00B90645">
            <w:pPr>
              <w:pStyle w:val="ConfigWindow"/>
            </w:pPr>
            <w:r w:rsidRPr="0095410F">
              <w:t>N/A</w:t>
            </w:r>
          </w:p>
        </w:tc>
      </w:tr>
      <w:tr w:rsidR="003D1E49" w14:paraId="2341FBF4" w14:textId="77777777" w:rsidTr="00B90645">
        <w:trPr>
          <w:cantSplit/>
          <w:jc w:val="center"/>
        </w:trPr>
        <w:tc>
          <w:tcPr>
            <w:tcW w:w="2337" w:type="dxa"/>
            <w:tcBorders>
              <w:bottom w:val="nil"/>
            </w:tcBorders>
            <w:vAlign w:val="bottom"/>
          </w:tcPr>
          <w:p w14:paraId="65474350" w14:textId="59F844AF" w:rsidR="003D1E49" w:rsidRDefault="003D1E49" w:rsidP="008B68E7">
            <w:pPr>
              <w:pStyle w:val="TableText"/>
            </w:pPr>
            <w:r>
              <w:t>D2</w:t>
            </w:r>
          </w:p>
        </w:tc>
        <w:tc>
          <w:tcPr>
            <w:tcW w:w="2430" w:type="dxa"/>
            <w:tcBorders>
              <w:bottom w:val="nil"/>
            </w:tcBorders>
            <w:vAlign w:val="bottom"/>
          </w:tcPr>
          <w:p w14:paraId="79EE2EF3" w14:textId="20649E34" w:rsidR="003D1E49" w:rsidRDefault="003D1E49" w:rsidP="008B68E7">
            <w:pPr>
              <w:pStyle w:val="TableText"/>
            </w:pPr>
            <w:r>
              <w:t>Lo 0</w:t>
            </w:r>
          </w:p>
        </w:tc>
        <w:tc>
          <w:tcPr>
            <w:tcW w:w="2706" w:type="dxa"/>
            <w:vAlign w:val="bottom"/>
          </w:tcPr>
          <w:p w14:paraId="418C06C8" w14:textId="27295340" w:rsidR="003D1E49" w:rsidRDefault="003D1E49" w:rsidP="008B68E7">
            <w:pPr>
              <w:pStyle w:val="TableText"/>
            </w:pPr>
            <w:r>
              <w:t>192.168.1.1/24</w:t>
            </w:r>
          </w:p>
        </w:tc>
        <w:tc>
          <w:tcPr>
            <w:tcW w:w="2332" w:type="dxa"/>
            <w:tcBorders>
              <w:bottom w:val="nil"/>
            </w:tcBorders>
            <w:vAlign w:val="bottom"/>
          </w:tcPr>
          <w:p w14:paraId="33ECECB7" w14:textId="72EBBEED" w:rsidR="003D1E49" w:rsidRPr="008B68E7" w:rsidRDefault="003D1E49" w:rsidP="008B68E7">
            <w:pPr>
              <w:pStyle w:val="TableText"/>
            </w:pPr>
            <w:r>
              <w:t>N/A</w:t>
            </w:r>
          </w:p>
        </w:tc>
      </w:tr>
      <w:tr w:rsidR="003D1E49" w14:paraId="0B27525F" w14:textId="77777777" w:rsidTr="00B90645">
        <w:trPr>
          <w:cantSplit/>
          <w:jc w:val="center"/>
        </w:trPr>
        <w:tc>
          <w:tcPr>
            <w:tcW w:w="2337" w:type="dxa"/>
            <w:tcBorders>
              <w:top w:val="nil"/>
              <w:bottom w:val="nil"/>
            </w:tcBorders>
            <w:vAlign w:val="bottom"/>
          </w:tcPr>
          <w:p w14:paraId="1B94895C" w14:textId="3E3EFA7B"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2C664CB0" w14:textId="1ACFCE3B" w:rsidR="003D1E49" w:rsidRPr="0095410F" w:rsidRDefault="003D1E49" w:rsidP="00B90645">
            <w:pPr>
              <w:pStyle w:val="ConfigWindow"/>
            </w:pPr>
            <w:r w:rsidRPr="0095410F">
              <w:t>Lo 0</w:t>
            </w:r>
          </w:p>
        </w:tc>
        <w:tc>
          <w:tcPr>
            <w:tcW w:w="2706" w:type="dxa"/>
            <w:vAlign w:val="bottom"/>
          </w:tcPr>
          <w:p w14:paraId="6B98D39A" w14:textId="4B73B54F" w:rsidR="003D1E49" w:rsidRDefault="003D1E49" w:rsidP="008B68E7">
            <w:pPr>
              <w:pStyle w:val="TableText"/>
            </w:pPr>
            <w:r>
              <w:t>2001:db8:acad:1000::1/64</w:t>
            </w:r>
          </w:p>
        </w:tc>
        <w:tc>
          <w:tcPr>
            <w:tcW w:w="2332" w:type="dxa"/>
            <w:tcBorders>
              <w:top w:val="nil"/>
              <w:bottom w:val="nil"/>
            </w:tcBorders>
            <w:vAlign w:val="bottom"/>
          </w:tcPr>
          <w:p w14:paraId="60FAA8B7" w14:textId="59088341" w:rsidR="003D1E49" w:rsidRPr="0095410F" w:rsidRDefault="003D1E49" w:rsidP="00B90645">
            <w:pPr>
              <w:pStyle w:val="ConfigWindow"/>
            </w:pPr>
            <w:r w:rsidRPr="0095410F">
              <w:t>N/A</w:t>
            </w:r>
          </w:p>
        </w:tc>
      </w:tr>
      <w:tr w:rsidR="003D1E49" w14:paraId="59F4655E" w14:textId="77777777" w:rsidTr="00B90645">
        <w:trPr>
          <w:cantSplit/>
          <w:jc w:val="center"/>
        </w:trPr>
        <w:tc>
          <w:tcPr>
            <w:tcW w:w="2337" w:type="dxa"/>
            <w:tcBorders>
              <w:top w:val="nil"/>
              <w:bottom w:val="nil"/>
            </w:tcBorders>
            <w:vAlign w:val="bottom"/>
          </w:tcPr>
          <w:p w14:paraId="0EC48DDA" w14:textId="613CB54D" w:rsidR="003D1E49" w:rsidRPr="0095410F" w:rsidRDefault="003D1E49" w:rsidP="00B90645">
            <w:pPr>
              <w:pStyle w:val="ConfigWindow"/>
            </w:pPr>
            <w:r w:rsidRPr="0095410F">
              <w:t>D2</w:t>
            </w:r>
          </w:p>
        </w:tc>
        <w:tc>
          <w:tcPr>
            <w:tcW w:w="2430" w:type="dxa"/>
            <w:tcBorders>
              <w:bottom w:val="nil"/>
            </w:tcBorders>
            <w:vAlign w:val="bottom"/>
          </w:tcPr>
          <w:p w14:paraId="25828D1C" w14:textId="11252FB3" w:rsidR="003D1E49" w:rsidRDefault="003D1E49" w:rsidP="008B68E7">
            <w:pPr>
              <w:pStyle w:val="TableText"/>
            </w:pPr>
            <w:r>
              <w:t>VLAN 11</w:t>
            </w:r>
          </w:p>
        </w:tc>
        <w:tc>
          <w:tcPr>
            <w:tcW w:w="2706" w:type="dxa"/>
            <w:vAlign w:val="bottom"/>
          </w:tcPr>
          <w:p w14:paraId="1C6C2565" w14:textId="04D2E5A5" w:rsidR="003D1E49" w:rsidRDefault="003D1E49" w:rsidP="008B68E7">
            <w:pPr>
              <w:pStyle w:val="TableText"/>
            </w:pPr>
            <w:r>
              <w:t>10.11.0.2/24</w:t>
            </w:r>
          </w:p>
        </w:tc>
        <w:tc>
          <w:tcPr>
            <w:tcW w:w="2332" w:type="dxa"/>
            <w:tcBorders>
              <w:top w:val="nil"/>
              <w:bottom w:val="nil"/>
            </w:tcBorders>
            <w:vAlign w:val="bottom"/>
          </w:tcPr>
          <w:p w14:paraId="7BE34C55" w14:textId="1996B281" w:rsidR="003D1E49" w:rsidRPr="0095410F" w:rsidRDefault="003D1E49" w:rsidP="00B90645">
            <w:pPr>
              <w:pStyle w:val="ConfigWindow"/>
            </w:pPr>
            <w:r w:rsidRPr="0095410F">
              <w:t>N/A</w:t>
            </w:r>
          </w:p>
        </w:tc>
      </w:tr>
      <w:tr w:rsidR="003D1E49" w14:paraId="40303B43" w14:textId="77777777" w:rsidTr="00B90645">
        <w:trPr>
          <w:cantSplit/>
          <w:jc w:val="center"/>
        </w:trPr>
        <w:tc>
          <w:tcPr>
            <w:tcW w:w="2337" w:type="dxa"/>
            <w:tcBorders>
              <w:top w:val="nil"/>
              <w:bottom w:val="nil"/>
            </w:tcBorders>
            <w:vAlign w:val="bottom"/>
          </w:tcPr>
          <w:p w14:paraId="2EDC97F5" w14:textId="5DE3864E"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5FBE6792" w14:textId="6720CBAC" w:rsidR="003D1E49" w:rsidRPr="0095410F" w:rsidRDefault="003D1E49" w:rsidP="00B90645">
            <w:pPr>
              <w:pStyle w:val="ConfigWindow"/>
            </w:pPr>
            <w:r w:rsidRPr="0095410F">
              <w:t>VLAN 11</w:t>
            </w:r>
          </w:p>
        </w:tc>
        <w:tc>
          <w:tcPr>
            <w:tcW w:w="2706" w:type="dxa"/>
            <w:vAlign w:val="bottom"/>
          </w:tcPr>
          <w:p w14:paraId="26983684" w14:textId="7FE09390" w:rsidR="003D1E49" w:rsidRDefault="003D1E49" w:rsidP="008B68E7">
            <w:pPr>
              <w:pStyle w:val="TableText"/>
            </w:pPr>
            <w:r>
              <w:t>2001:db8:acad:11::1/64</w:t>
            </w:r>
          </w:p>
        </w:tc>
        <w:tc>
          <w:tcPr>
            <w:tcW w:w="2332" w:type="dxa"/>
            <w:tcBorders>
              <w:top w:val="nil"/>
              <w:bottom w:val="nil"/>
            </w:tcBorders>
            <w:vAlign w:val="bottom"/>
          </w:tcPr>
          <w:p w14:paraId="38701DB3" w14:textId="5A7DFB3E" w:rsidR="003D1E49" w:rsidRPr="0095410F" w:rsidRDefault="003D1E49" w:rsidP="00B90645">
            <w:pPr>
              <w:pStyle w:val="ConfigWindow"/>
            </w:pPr>
            <w:r w:rsidRPr="0095410F">
              <w:t>N/A</w:t>
            </w:r>
          </w:p>
        </w:tc>
      </w:tr>
      <w:tr w:rsidR="003D1E49" w14:paraId="36E16F7D" w14:textId="77777777" w:rsidTr="00B90645">
        <w:trPr>
          <w:cantSplit/>
          <w:jc w:val="center"/>
        </w:trPr>
        <w:tc>
          <w:tcPr>
            <w:tcW w:w="2337" w:type="dxa"/>
            <w:tcBorders>
              <w:top w:val="nil"/>
              <w:bottom w:val="nil"/>
            </w:tcBorders>
            <w:vAlign w:val="bottom"/>
          </w:tcPr>
          <w:p w14:paraId="4CA8E10D" w14:textId="7A05CEEC" w:rsidR="003D1E49" w:rsidRPr="0095410F" w:rsidRDefault="003D1E49" w:rsidP="00B90645">
            <w:pPr>
              <w:pStyle w:val="ConfigWindow"/>
            </w:pPr>
            <w:r w:rsidRPr="0095410F">
              <w:t>D2</w:t>
            </w:r>
          </w:p>
        </w:tc>
        <w:tc>
          <w:tcPr>
            <w:tcW w:w="2430" w:type="dxa"/>
            <w:tcBorders>
              <w:bottom w:val="nil"/>
            </w:tcBorders>
            <w:vAlign w:val="bottom"/>
          </w:tcPr>
          <w:p w14:paraId="05CE90FC" w14:textId="3963B67C" w:rsidR="003D1E49" w:rsidRDefault="003D1E49" w:rsidP="008B68E7">
            <w:pPr>
              <w:pStyle w:val="TableText"/>
            </w:pPr>
            <w:r>
              <w:t>VLAN 21</w:t>
            </w:r>
          </w:p>
        </w:tc>
        <w:tc>
          <w:tcPr>
            <w:tcW w:w="2706" w:type="dxa"/>
            <w:vAlign w:val="bottom"/>
          </w:tcPr>
          <w:p w14:paraId="609CBE2E" w14:textId="7BCC17FC" w:rsidR="003D1E49" w:rsidRDefault="003D1E49" w:rsidP="008B68E7">
            <w:pPr>
              <w:pStyle w:val="TableText"/>
            </w:pPr>
            <w:r>
              <w:t>10.21.0.2/24</w:t>
            </w:r>
          </w:p>
        </w:tc>
        <w:tc>
          <w:tcPr>
            <w:tcW w:w="2332" w:type="dxa"/>
            <w:tcBorders>
              <w:top w:val="nil"/>
              <w:bottom w:val="nil"/>
            </w:tcBorders>
            <w:vAlign w:val="bottom"/>
          </w:tcPr>
          <w:p w14:paraId="7838D21C" w14:textId="1E4157C9" w:rsidR="003D1E49" w:rsidRPr="0095410F" w:rsidRDefault="003D1E49" w:rsidP="00B90645">
            <w:pPr>
              <w:pStyle w:val="ConfigWindow"/>
            </w:pPr>
            <w:r w:rsidRPr="0095410F">
              <w:t>N/A</w:t>
            </w:r>
          </w:p>
        </w:tc>
      </w:tr>
      <w:tr w:rsidR="003D1E49" w14:paraId="5E4ED1E2" w14:textId="77777777" w:rsidTr="00B90645">
        <w:trPr>
          <w:cantSplit/>
          <w:jc w:val="center"/>
        </w:trPr>
        <w:tc>
          <w:tcPr>
            <w:tcW w:w="2337" w:type="dxa"/>
            <w:tcBorders>
              <w:top w:val="nil"/>
              <w:bottom w:val="single" w:sz="2" w:space="0" w:color="auto"/>
            </w:tcBorders>
            <w:vAlign w:val="bottom"/>
          </w:tcPr>
          <w:p w14:paraId="4FB77063" w14:textId="1A4B0C22"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4B5F56AA" w14:textId="31933DDE" w:rsidR="003D1E49" w:rsidRPr="0095410F" w:rsidRDefault="003D1E49" w:rsidP="00B90645">
            <w:pPr>
              <w:pStyle w:val="ConfigWindow"/>
            </w:pPr>
            <w:r w:rsidRPr="0095410F">
              <w:t>VLAN 21</w:t>
            </w:r>
          </w:p>
        </w:tc>
        <w:tc>
          <w:tcPr>
            <w:tcW w:w="2706" w:type="dxa"/>
            <w:vAlign w:val="bottom"/>
          </w:tcPr>
          <w:p w14:paraId="238C834A" w14:textId="55789B84" w:rsidR="003D1E49" w:rsidRDefault="003D1E49" w:rsidP="008B68E7">
            <w:pPr>
              <w:pStyle w:val="TableText"/>
            </w:pPr>
            <w:r>
              <w:t>2001:db8:acad:21::2/64</w:t>
            </w:r>
          </w:p>
        </w:tc>
        <w:tc>
          <w:tcPr>
            <w:tcW w:w="2332" w:type="dxa"/>
            <w:tcBorders>
              <w:top w:val="nil"/>
              <w:bottom w:val="single" w:sz="4" w:space="0" w:color="auto"/>
            </w:tcBorders>
            <w:vAlign w:val="bottom"/>
          </w:tcPr>
          <w:p w14:paraId="609564F4" w14:textId="419DE645" w:rsidR="003D1E49" w:rsidRPr="0095410F" w:rsidRDefault="003D1E49" w:rsidP="00B90645">
            <w:pPr>
              <w:pStyle w:val="ConfigWindow"/>
            </w:pPr>
            <w:r w:rsidRPr="0095410F">
              <w:t>N/A</w:t>
            </w:r>
          </w:p>
        </w:tc>
      </w:tr>
      <w:tr w:rsidR="003D1E49" w14:paraId="7C80054A" w14:textId="77777777" w:rsidTr="00B90645">
        <w:trPr>
          <w:cantSplit/>
          <w:jc w:val="center"/>
        </w:trPr>
        <w:tc>
          <w:tcPr>
            <w:tcW w:w="2337" w:type="dxa"/>
            <w:tcBorders>
              <w:bottom w:val="nil"/>
            </w:tcBorders>
            <w:vAlign w:val="bottom"/>
          </w:tcPr>
          <w:p w14:paraId="6F10B0E5" w14:textId="637D9920" w:rsidR="003D1E49" w:rsidRDefault="003D1E49" w:rsidP="008B68E7">
            <w:pPr>
              <w:pStyle w:val="TableText"/>
            </w:pPr>
            <w:r>
              <w:t>PC1</w:t>
            </w:r>
          </w:p>
        </w:tc>
        <w:tc>
          <w:tcPr>
            <w:tcW w:w="2430" w:type="dxa"/>
            <w:tcBorders>
              <w:bottom w:val="nil"/>
            </w:tcBorders>
            <w:vAlign w:val="bottom"/>
          </w:tcPr>
          <w:p w14:paraId="6E5F3002" w14:textId="4BB31A9F" w:rsidR="003D1E49" w:rsidRDefault="003D1E49" w:rsidP="008B68E7">
            <w:pPr>
              <w:pStyle w:val="TableText"/>
            </w:pPr>
            <w:r>
              <w:t>NIC</w:t>
            </w:r>
          </w:p>
        </w:tc>
        <w:tc>
          <w:tcPr>
            <w:tcW w:w="2706" w:type="dxa"/>
            <w:vAlign w:val="bottom"/>
          </w:tcPr>
          <w:p w14:paraId="54C1AF71" w14:textId="0C8D2A00" w:rsidR="003D1E49" w:rsidRDefault="003D1E49" w:rsidP="008B68E7">
            <w:pPr>
              <w:pStyle w:val="TableText"/>
            </w:pPr>
            <w:r>
              <w:t>10.11.0.50/24</w:t>
            </w:r>
          </w:p>
        </w:tc>
        <w:tc>
          <w:tcPr>
            <w:tcW w:w="2332" w:type="dxa"/>
            <w:tcBorders>
              <w:top w:val="single" w:sz="4" w:space="0" w:color="auto"/>
              <w:bottom w:val="single" w:sz="4" w:space="0" w:color="auto"/>
            </w:tcBorders>
            <w:vAlign w:val="bottom"/>
          </w:tcPr>
          <w:p w14:paraId="25745F7D" w14:textId="0F340C07" w:rsidR="003D1E49" w:rsidRDefault="003D1E49" w:rsidP="00B90645">
            <w:pPr>
              <w:pStyle w:val="TableText"/>
            </w:pPr>
            <w:r>
              <w:t>10.11.0.254</w:t>
            </w:r>
          </w:p>
        </w:tc>
      </w:tr>
      <w:tr w:rsidR="003D1E49" w14:paraId="798CF60B" w14:textId="77777777" w:rsidTr="00B90645">
        <w:trPr>
          <w:cantSplit/>
          <w:jc w:val="center"/>
        </w:trPr>
        <w:tc>
          <w:tcPr>
            <w:tcW w:w="2337" w:type="dxa"/>
            <w:tcBorders>
              <w:top w:val="nil"/>
              <w:bottom w:val="single" w:sz="2" w:space="0" w:color="auto"/>
            </w:tcBorders>
            <w:vAlign w:val="bottom"/>
          </w:tcPr>
          <w:p w14:paraId="4BB1006E" w14:textId="6D8E29A1" w:rsidR="003D1E49" w:rsidRPr="0095410F" w:rsidRDefault="003D1E49" w:rsidP="00B90645">
            <w:pPr>
              <w:pStyle w:val="ConfigWindow"/>
            </w:pPr>
            <w:r w:rsidRPr="0095410F">
              <w:t>PC1</w:t>
            </w:r>
          </w:p>
        </w:tc>
        <w:tc>
          <w:tcPr>
            <w:tcW w:w="2430" w:type="dxa"/>
            <w:tcBorders>
              <w:top w:val="nil"/>
              <w:bottom w:val="single" w:sz="2" w:space="0" w:color="auto"/>
            </w:tcBorders>
            <w:vAlign w:val="bottom"/>
          </w:tcPr>
          <w:p w14:paraId="606A5DAA" w14:textId="4C1FDE9C" w:rsidR="003D1E49" w:rsidRPr="0095410F" w:rsidRDefault="003D1E49" w:rsidP="00B90645">
            <w:pPr>
              <w:pStyle w:val="ConfigWindow"/>
            </w:pPr>
            <w:r w:rsidRPr="0095410F">
              <w:t>NIC</w:t>
            </w:r>
          </w:p>
        </w:tc>
        <w:tc>
          <w:tcPr>
            <w:tcW w:w="2706" w:type="dxa"/>
            <w:tcBorders>
              <w:right w:val="nil"/>
            </w:tcBorders>
            <w:vAlign w:val="bottom"/>
          </w:tcPr>
          <w:p w14:paraId="6B983D90" w14:textId="130808A0" w:rsidR="003D1E49" w:rsidRDefault="003D1E49" w:rsidP="008B68E7">
            <w:pPr>
              <w:pStyle w:val="TableText"/>
            </w:pPr>
            <w:r>
              <w:t>IPv6 SLAAC</w:t>
            </w:r>
          </w:p>
        </w:tc>
        <w:tc>
          <w:tcPr>
            <w:tcW w:w="2332" w:type="dxa"/>
            <w:tcBorders>
              <w:top w:val="single" w:sz="4" w:space="0" w:color="auto"/>
              <w:left w:val="nil"/>
              <w:bottom w:val="single" w:sz="4" w:space="0" w:color="auto"/>
            </w:tcBorders>
            <w:vAlign w:val="bottom"/>
          </w:tcPr>
          <w:p w14:paraId="4A7EB25A" w14:textId="6803874F" w:rsidR="003D1E49" w:rsidRDefault="003D1E49" w:rsidP="003D1E49">
            <w:pPr>
              <w:pStyle w:val="TableText"/>
            </w:pPr>
          </w:p>
        </w:tc>
      </w:tr>
      <w:tr w:rsidR="003D1E49" w14:paraId="78E49CF0" w14:textId="77777777" w:rsidTr="00B90645">
        <w:trPr>
          <w:cantSplit/>
          <w:jc w:val="center"/>
        </w:trPr>
        <w:tc>
          <w:tcPr>
            <w:tcW w:w="2337" w:type="dxa"/>
            <w:tcBorders>
              <w:bottom w:val="nil"/>
            </w:tcBorders>
            <w:vAlign w:val="bottom"/>
          </w:tcPr>
          <w:p w14:paraId="7E2D6DF5" w14:textId="5100AA9B" w:rsidR="003D1E49" w:rsidRDefault="003D1E49" w:rsidP="008B68E7">
            <w:pPr>
              <w:pStyle w:val="TableText"/>
            </w:pPr>
            <w:r>
              <w:lastRenderedPageBreak/>
              <w:t>PC2</w:t>
            </w:r>
          </w:p>
        </w:tc>
        <w:tc>
          <w:tcPr>
            <w:tcW w:w="2430" w:type="dxa"/>
            <w:tcBorders>
              <w:bottom w:val="nil"/>
            </w:tcBorders>
            <w:vAlign w:val="bottom"/>
          </w:tcPr>
          <w:p w14:paraId="2FE05B72" w14:textId="5034A775" w:rsidR="003D1E49" w:rsidRDefault="003D1E49" w:rsidP="008B68E7">
            <w:pPr>
              <w:pStyle w:val="TableText"/>
            </w:pPr>
            <w:r>
              <w:t>NIC</w:t>
            </w:r>
          </w:p>
        </w:tc>
        <w:tc>
          <w:tcPr>
            <w:tcW w:w="2706" w:type="dxa"/>
            <w:vAlign w:val="bottom"/>
          </w:tcPr>
          <w:p w14:paraId="4D20FF9A" w14:textId="46DF0019" w:rsidR="003D1E49" w:rsidRDefault="003D1E49" w:rsidP="008B68E7">
            <w:pPr>
              <w:pStyle w:val="TableText"/>
            </w:pPr>
            <w:r>
              <w:t>10.21.0.50/24</w:t>
            </w:r>
          </w:p>
        </w:tc>
        <w:tc>
          <w:tcPr>
            <w:tcW w:w="2332" w:type="dxa"/>
            <w:tcBorders>
              <w:top w:val="single" w:sz="4" w:space="0" w:color="auto"/>
              <w:bottom w:val="single" w:sz="4" w:space="0" w:color="auto"/>
            </w:tcBorders>
            <w:vAlign w:val="bottom"/>
          </w:tcPr>
          <w:p w14:paraId="05FA92F6" w14:textId="09B4C648" w:rsidR="003D1E49" w:rsidRDefault="003D1E49" w:rsidP="003D1E49">
            <w:pPr>
              <w:pStyle w:val="TableText"/>
            </w:pPr>
            <w:r>
              <w:t>10.21.0.254</w:t>
            </w:r>
          </w:p>
        </w:tc>
      </w:tr>
      <w:tr w:rsidR="003D1E49" w14:paraId="50597A89" w14:textId="77777777" w:rsidTr="00B90645">
        <w:trPr>
          <w:cantSplit/>
          <w:jc w:val="center"/>
        </w:trPr>
        <w:tc>
          <w:tcPr>
            <w:tcW w:w="2337" w:type="dxa"/>
            <w:tcBorders>
              <w:top w:val="nil"/>
            </w:tcBorders>
            <w:vAlign w:val="bottom"/>
          </w:tcPr>
          <w:p w14:paraId="3F5A53EF" w14:textId="2B3EBB46" w:rsidR="003D1E49" w:rsidRPr="0095410F" w:rsidRDefault="003D1E49" w:rsidP="00B90645">
            <w:pPr>
              <w:pStyle w:val="ConfigWindow"/>
            </w:pPr>
            <w:r w:rsidRPr="0095410F">
              <w:t>PC2</w:t>
            </w:r>
          </w:p>
        </w:tc>
        <w:tc>
          <w:tcPr>
            <w:tcW w:w="2430" w:type="dxa"/>
            <w:tcBorders>
              <w:top w:val="nil"/>
            </w:tcBorders>
            <w:vAlign w:val="bottom"/>
          </w:tcPr>
          <w:p w14:paraId="0752BC76" w14:textId="06CC8F58" w:rsidR="003D1E49" w:rsidRPr="0095410F" w:rsidRDefault="003D1E49" w:rsidP="00B90645">
            <w:pPr>
              <w:pStyle w:val="ConfigWindow"/>
            </w:pPr>
            <w:r w:rsidRPr="0095410F">
              <w:t>NIC</w:t>
            </w:r>
          </w:p>
        </w:tc>
        <w:tc>
          <w:tcPr>
            <w:tcW w:w="2706" w:type="dxa"/>
            <w:tcBorders>
              <w:right w:val="nil"/>
            </w:tcBorders>
            <w:vAlign w:val="bottom"/>
          </w:tcPr>
          <w:p w14:paraId="0C14BD08" w14:textId="441F8370" w:rsidR="003D1E49" w:rsidRDefault="003D1E49" w:rsidP="008B68E7">
            <w:pPr>
              <w:pStyle w:val="TableText"/>
            </w:pPr>
            <w:r>
              <w:t>IPv6 SLAAC</w:t>
            </w:r>
          </w:p>
        </w:tc>
        <w:tc>
          <w:tcPr>
            <w:tcW w:w="2332" w:type="dxa"/>
            <w:tcBorders>
              <w:top w:val="single" w:sz="4" w:space="0" w:color="auto"/>
              <w:left w:val="nil"/>
            </w:tcBorders>
            <w:vAlign w:val="bottom"/>
          </w:tcPr>
          <w:p w14:paraId="12A49E4C" w14:textId="77777777" w:rsidR="003D1E49" w:rsidRDefault="003D1E49" w:rsidP="003D1E49">
            <w:pPr>
              <w:pStyle w:val="TableText"/>
            </w:pPr>
          </w:p>
        </w:tc>
      </w:tr>
    </w:tbl>
    <w:p w14:paraId="68857761" w14:textId="77777777" w:rsidR="00D778DF" w:rsidRPr="00E70096" w:rsidRDefault="00D778DF" w:rsidP="00D452F4">
      <w:pPr>
        <w:pStyle w:val="Heading1"/>
      </w:pPr>
      <w:r w:rsidRPr="00E70096">
        <w:t>Objectives</w:t>
      </w:r>
    </w:p>
    <w:p w14:paraId="6341AC16" w14:textId="77777777" w:rsidR="009A0842" w:rsidRPr="004C0909" w:rsidRDefault="009A0842" w:rsidP="009A0842">
      <w:pPr>
        <w:pStyle w:val="BodyTextL25Bold"/>
      </w:pPr>
      <w:r>
        <w:t>Part 1: Build the Network and Configure Basic Device Settings and Interface Addressing</w:t>
      </w:r>
    </w:p>
    <w:p w14:paraId="6973BEC0" w14:textId="77777777" w:rsidR="009A0842" w:rsidRDefault="009A0842" w:rsidP="009A0842">
      <w:pPr>
        <w:pStyle w:val="BodyTextL25Bold"/>
      </w:pPr>
      <w:r>
        <w:t>Part 2: Configure and Observe HSRP for IPv4 and IPv6</w:t>
      </w:r>
    </w:p>
    <w:p w14:paraId="1869C822" w14:textId="77777777" w:rsidR="009A0842" w:rsidRDefault="009A0842" w:rsidP="009A0842">
      <w:pPr>
        <w:pStyle w:val="BodyTextL25Bold"/>
      </w:pPr>
      <w:r>
        <w:t>Part 3: Configure and Observe HSRP Authentication</w:t>
      </w:r>
    </w:p>
    <w:p w14:paraId="2D2F87E9" w14:textId="77777777" w:rsidR="009A0842" w:rsidRDefault="009A0842" w:rsidP="009A0842">
      <w:pPr>
        <w:pStyle w:val="BodyTextL25Bold"/>
      </w:pPr>
      <w:r>
        <w:t>Part 4: Configure and Observe HSRP Object Tracking</w:t>
      </w:r>
    </w:p>
    <w:p w14:paraId="137DBB08" w14:textId="77777777" w:rsidR="00D778DF" w:rsidRDefault="00D778DF" w:rsidP="00D452F4">
      <w:pPr>
        <w:pStyle w:val="Heading1"/>
      </w:pPr>
      <w:r w:rsidRPr="00E70096">
        <w:t>Background / Scenario</w:t>
      </w:r>
    </w:p>
    <w:p w14:paraId="597CDD06" w14:textId="77777777" w:rsidR="009A0842" w:rsidRPr="003520F8" w:rsidRDefault="009A0842" w:rsidP="00F53D64">
      <w:pPr>
        <w:pStyle w:val="BodyTextL25"/>
      </w:pPr>
      <w:r w:rsidRPr="00653B3B">
        <w:t>Hot Standby Router Protocol (HSRP) is a Cisco-proprietary redundancy protocol for establishing a fault-tolerant default gateway. It is described in RFC 2281. HSRP provides a transparent failover mechanism to the end stations on the network. This provides users at the access layer with uninterrupted service to the network if the primary gateway becomes inaccessible.</w:t>
      </w:r>
    </w:p>
    <w:p w14:paraId="26381516" w14:textId="77777777" w:rsidR="009A0842" w:rsidRDefault="009A0842" w:rsidP="009A0842">
      <w:pPr>
        <w:pStyle w:val="BodyTextL25"/>
      </w:pPr>
      <w:r>
        <w:rPr>
          <w:b/>
        </w:rPr>
        <w:t>Note:</w:t>
      </w:r>
      <w:r>
        <w:t xml:space="preserve"> This lab is an exercise in deploying and verifying HSRP and does not necessarily reflect networking best practices.</w:t>
      </w:r>
    </w:p>
    <w:p w14:paraId="508DA1AB" w14:textId="4E590385" w:rsidR="009A0842" w:rsidRDefault="009A0842" w:rsidP="009A0842">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647FEB32" w14:textId="77777777" w:rsidR="009A0842" w:rsidRDefault="009A0842" w:rsidP="009A0842">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77DD30D9" w14:textId="7BA7E4B2" w:rsidR="003375A8" w:rsidRDefault="003375A8" w:rsidP="003375A8">
      <w:pPr>
        <w:pStyle w:val="BodyTextL25"/>
      </w:pPr>
      <w:r>
        <w:rPr>
          <w:b/>
          <w:bCs/>
        </w:rPr>
        <w:t>Note</w:t>
      </w:r>
      <w:r w:rsidRPr="00B90645">
        <w:t xml:space="preserve">: </w:t>
      </w:r>
      <w:r>
        <w:t>The default Switch Database Manager (SDM) template on a Catalyst 3650 running IOS XE supports dual-stacked operations and requires no additional configuration for our purposes.</w:t>
      </w:r>
    </w:p>
    <w:p w14:paraId="7E18E23D" w14:textId="1C0D5AC6" w:rsidR="003375A8" w:rsidRDefault="003375A8" w:rsidP="003375A8">
      <w:pPr>
        <w:pStyle w:val="BodyTextL25"/>
      </w:pPr>
      <w:r>
        <w:rPr>
          <w:szCs w:val="20"/>
        </w:rPr>
        <w:t xml:space="preserve">If you are using a device, such as Cisco 2960, running Cisco IOS, check the SDM template with the privileged EXEC command </w:t>
      </w:r>
      <w:r>
        <w:rPr>
          <w:b/>
          <w:bCs/>
          <w:szCs w:val="20"/>
        </w:rPr>
        <w:t xml:space="preserve">show </w:t>
      </w:r>
      <w:proofErr w:type="spellStart"/>
      <w:r>
        <w:rPr>
          <w:b/>
          <w:bCs/>
          <w:szCs w:val="20"/>
        </w:rPr>
        <w:t>sdm</w:t>
      </w:r>
      <w:proofErr w:type="spellEnd"/>
      <w:r>
        <w:rPr>
          <w:b/>
          <w:bCs/>
          <w:szCs w:val="20"/>
        </w:rPr>
        <w:t xml:space="preserve"> prefer</w:t>
      </w:r>
      <w:r w:rsidRPr="00B90645">
        <w:t>.</w:t>
      </w:r>
    </w:p>
    <w:p w14:paraId="4E12373A" w14:textId="77777777" w:rsidR="003375A8" w:rsidRDefault="003375A8" w:rsidP="003375A8">
      <w:pPr>
        <w:pStyle w:val="CMD"/>
      </w:pPr>
      <w:r>
        <w:t xml:space="preserve">S1# </w:t>
      </w:r>
      <w:r w:rsidRPr="00500485">
        <w:rPr>
          <w:b/>
          <w:bCs/>
        </w:rPr>
        <w:t xml:space="preserve">show </w:t>
      </w:r>
      <w:proofErr w:type="spellStart"/>
      <w:r w:rsidRPr="00500485">
        <w:rPr>
          <w:b/>
          <w:bCs/>
        </w:rPr>
        <w:t>sdm</w:t>
      </w:r>
      <w:proofErr w:type="spellEnd"/>
      <w:r w:rsidRPr="00500485">
        <w:rPr>
          <w:b/>
          <w:bCs/>
        </w:rPr>
        <w:t xml:space="preserve"> prefer</w:t>
      </w:r>
    </w:p>
    <w:p w14:paraId="4A5700F8" w14:textId="77777777" w:rsidR="003375A8" w:rsidRDefault="003375A8" w:rsidP="00B90645">
      <w:pPr>
        <w:pStyle w:val="BodyTextL25"/>
      </w:pPr>
      <w:r>
        <w:t xml:space="preserve">The </w:t>
      </w:r>
      <w:r>
        <w:rPr>
          <w:b/>
          <w:bCs/>
        </w:rPr>
        <w:t xml:space="preserve">default bias </w:t>
      </w:r>
      <w:r>
        <w:t xml:space="preserve">template used by the Switch Database Manager (SDM) does not provide IPv6 address capabilities. Verify that SDM is using either the </w:t>
      </w:r>
      <w:r>
        <w:rPr>
          <w:b/>
          <w:bCs/>
        </w:rPr>
        <w:t xml:space="preserve">dual-ipv4-and-ipv6 </w:t>
      </w:r>
      <w:r>
        <w:t xml:space="preserve">template or the </w:t>
      </w:r>
      <w:proofErr w:type="spellStart"/>
      <w:r>
        <w:rPr>
          <w:b/>
          <w:bCs/>
        </w:rPr>
        <w:t>lanbase</w:t>
      </w:r>
      <w:proofErr w:type="spellEnd"/>
      <w:r>
        <w:rPr>
          <w:b/>
          <w:bCs/>
        </w:rPr>
        <w:t xml:space="preserve">-routing </w:t>
      </w:r>
      <w:r>
        <w:t xml:space="preserve">template. The new template will be used after reboot even if the configuration is not saved. </w:t>
      </w:r>
    </w:p>
    <w:p w14:paraId="04308193" w14:textId="77777777" w:rsidR="003375A8" w:rsidRDefault="003375A8" w:rsidP="00B90645">
      <w:pPr>
        <w:pStyle w:val="BodyTextL25"/>
      </w:pPr>
      <w:r>
        <w:t xml:space="preserve">Use the following commands to assign the </w:t>
      </w:r>
      <w:r>
        <w:rPr>
          <w:b/>
          <w:bCs/>
        </w:rPr>
        <w:t xml:space="preserve">dual-ipv4-and-ipv6 </w:t>
      </w:r>
      <w:r>
        <w:t xml:space="preserve">template as the default SDM template. </w:t>
      </w:r>
    </w:p>
    <w:p w14:paraId="53E79C4C" w14:textId="2BDD7AD2" w:rsidR="003375A8" w:rsidRDefault="003375A8" w:rsidP="00B90645">
      <w:pPr>
        <w:pStyle w:val="CMD"/>
      </w:pPr>
      <w:r>
        <w:t xml:space="preserve">S1# </w:t>
      </w:r>
      <w:r w:rsidRPr="00B90645">
        <w:rPr>
          <w:b/>
          <w:bCs/>
        </w:rPr>
        <w:t>configure terminal</w:t>
      </w:r>
    </w:p>
    <w:p w14:paraId="7763FCC7" w14:textId="6ABDA074" w:rsidR="003375A8" w:rsidRDefault="003375A8" w:rsidP="00B90645">
      <w:pPr>
        <w:pStyle w:val="CMD"/>
      </w:pPr>
      <w:r>
        <w:t>S1(</w:t>
      </w:r>
      <w:proofErr w:type="spellStart"/>
      <w:r>
        <w:t>config</w:t>
      </w:r>
      <w:proofErr w:type="spellEnd"/>
      <w:r>
        <w:t xml:space="preserve">)# </w:t>
      </w:r>
      <w:proofErr w:type="spellStart"/>
      <w:r>
        <w:rPr>
          <w:b/>
          <w:bCs/>
        </w:rPr>
        <w:t>sdm</w:t>
      </w:r>
      <w:proofErr w:type="spellEnd"/>
      <w:r>
        <w:rPr>
          <w:b/>
          <w:bCs/>
        </w:rPr>
        <w:t xml:space="preserve"> prefer dual-ipv4-and-ipv6 default</w:t>
      </w:r>
    </w:p>
    <w:p w14:paraId="51E55115" w14:textId="07C17E00" w:rsidR="003375A8" w:rsidRDefault="003375A8" w:rsidP="00B90645">
      <w:pPr>
        <w:pStyle w:val="CMD"/>
      </w:pPr>
      <w:r>
        <w:t xml:space="preserve">S1(config)# </w:t>
      </w:r>
      <w:r w:rsidRPr="00B90645">
        <w:rPr>
          <w:b/>
          <w:bCs/>
        </w:rPr>
        <w:t>end</w:t>
      </w:r>
    </w:p>
    <w:p w14:paraId="331538C8" w14:textId="5A347729" w:rsidR="003375A8" w:rsidRDefault="003375A8" w:rsidP="00B90645">
      <w:pPr>
        <w:pStyle w:val="CMD"/>
      </w:pPr>
      <w:r>
        <w:t xml:space="preserve">S1# </w:t>
      </w:r>
      <w:r w:rsidRPr="00B90645">
        <w:rPr>
          <w:b/>
          <w:bCs/>
        </w:rPr>
        <w:t>reload</w:t>
      </w:r>
    </w:p>
    <w:p w14:paraId="25FC2131" w14:textId="77777777" w:rsidR="00D778DF" w:rsidRPr="00E70096" w:rsidRDefault="00D778DF" w:rsidP="00D452F4">
      <w:pPr>
        <w:pStyle w:val="Heading1"/>
      </w:pPr>
      <w:r w:rsidRPr="00E70096">
        <w:t>Required Resources</w:t>
      </w:r>
    </w:p>
    <w:p w14:paraId="54920E92" w14:textId="77777777" w:rsidR="009A0842" w:rsidRPr="009D482E" w:rsidRDefault="009A0842" w:rsidP="009D482E">
      <w:pPr>
        <w:pStyle w:val="Bulletlevel1"/>
      </w:pPr>
      <w:r w:rsidRPr="009D482E">
        <w:t>2 Switches (Cisco 3650 with Cisco IOS XE release 16.9.4 universal image or comparable)</w:t>
      </w:r>
    </w:p>
    <w:p w14:paraId="0245D29B" w14:textId="0ACB303E" w:rsidR="00334C33" w:rsidRPr="009D482E" w:rsidRDefault="009A0842" w:rsidP="009D482E">
      <w:pPr>
        <w:pStyle w:val="Bulletlevel1"/>
      </w:pPr>
      <w:r w:rsidRPr="009D482E">
        <w:t>1</w:t>
      </w:r>
      <w:r w:rsidR="00334C33" w:rsidRPr="009D482E">
        <w:t xml:space="preserve"> Switch (Cisco </w:t>
      </w:r>
      <w:r w:rsidR="0034218C" w:rsidRPr="009D482E">
        <w:t>2960 with Cisco IOS Release 15.2</w:t>
      </w:r>
      <w:r w:rsidR="00865DB5">
        <w:t>(2)</w:t>
      </w:r>
      <w:r w:rsidR="00334C33" w:rsidRPr="009D482E">
        <w:t xml:space="preserve"> lanbasek9 image or comparable)</w:t>
      </w:r>
    </w:p>
    <w:p w14:paraId="4BAD366F" w14:textId="77777777" w:rsidR="00334C33" w:rsidRPr="009D482E" w:rsidRDefault="00177B76" w:rsidP="009D482E">
      <w:pPr>
        <w:pStyle w:val="Bulletlevel1"/>
      </w:pPr>
      <w:bookmarkStart w:id="1" w:name="_Hlk33173955"/>
      <w:r w:rsidRPr="009D482E">
        <w:t>1 PC (Choice of operating system with a terminal emulation program installed)</w:t>
      </w:r>
    </w:p>
    <w:p w14:paraId="4F0E2E05" w14:textId="77777777" w:rsidR="00334C33" w:rsidRPr="009D482E" w:rsidRDefault="00334C33" w:rsidP="009D482E">
      <w:pPr>
        <w:pStyle w:val="Bulletlevel1"/>
      </w:pPr>
      <w:r w:rsidRPr="009D482E">
        <w:t>Console cables to configure the Cisco IOS devices via the console ports</w:t>
      </w:r>
    </w:p>
    <w:bookmarkEnd w:id="1"/>
    <w:p w14:paraId="6E0863A9" w14:textId="77777777" w:rsidR="00457934" w:rsidRPr="009D482E" w:rsidRDefault="00334C33" w:rsidP="009D482E">
      <w:pPr>
        <w:pStyle w:val="Bulletlevel1"/>
      </w:pPr>
      <w:r w:rsidRPr="009D482E">
        <w:lastRenderedPageBreak/>
        <w:t>Ethernet cables as shown in the topology</w:t>
      </w:r>
    </w:p>
    <w:p w14:paraId="52E42F2C" w14:textId="77777777" w:rsidR="00125806" w:rsidRDefault="00125806" w:rsidP="00D452F4">
      <w:pPr>
        <w:pStyle w:val="Heading1"/>
      </w:pPr>
      <w:r>
        <w:t>Instructions</w:t>
      </w:r>
    </w:p>
    <w:p w14:paraId="16F290AA" w14:textId="77777777" w:rsidR="009A0842" w:rsidRPr="004C0909" w:rsidRDefault="009A0842" w:rsidP="00834EA3">
      <w:pPr>
        <w:pStyle w:val="Heading2"/>
        <w:ind w:left="900" w:hanging="900"/>
      </w:pPr>
      <w:r>
        <w:t>Build the Network and Configure Basic Device Settings and Interface Addressing</w:t>
      </w:r>
    </w:p>
    <w:p w14:paraId="72A48FE3" w14:textId="77777777" w:rsidR="009A0842" w:rsidRDefault="009A0842" w:rsidP="009A0842">
      <w:pPr>
        <w:pStyle w:val="BodyTextL25"/>
      </w:pPr>
      <w:r>
        <w:t>In Part 1, you will set up the network topology and configure basic settings and interface addressing.</w:t>
      </w:r>
    </w:p>
    <w:p w14:paraId="2E30F845" w14:textId="77777777" w:rsidR="009A0842" w:rsidRDefault="009A0842" w:rsidP="009A0842">
      <w:pPr>
        <w:pStyle w:val="Heading3"/>
      </w:pPr>
      <w:r>
        <w:t>Cable the network as shown in the topology.</w:t>
      </w:r>
    </w:p>
    <w:p w14:paraId="27B12BD6" w14:textId="77777777" w:rsidR="009A0842" w:rsidRDefault="009A0842" w:rsidP="009A0842">
      <w:pPr>
        <w:pStyle w:val="BodyTextL25"/>
      </w:pPr>
      <w:r>
        <w:t>Attach the devices as shown in the topology diagram, and cable as necessary.</w:t>
      </w:r>
    </w:p>
    <w:p w14:paraId="52EB7021" w14:textId="77777777" w:rsidR="009A0842" w:rsidRDefault="009A0842" w:rsidP="009A0842">
      <w:pPr>
        <w:pStyle w:val="Heading3"/>
      </w:pPr>
      <w:r>
        <w:t>Configure basic settings for each switch.</w:t>
      </w:r>
    </w:p>
    <w:p w14:paraId="2D399574" w14:textId="2F20B415" w:rsidR="009A0842" w:rsidRDefault="009A0842" w:rsidP="009A3776">
      <w:pPr>
        <w:pStyle w:val="SubStepAlpha"/>
        <w:spacing w:after="0"/>
      </w:pPr>
      <w:r>
        <w:t xml:space="preserve">Console into each switch, enter global configuration mode, and apply the basic settings. A command list for each switch is </w:t>
      </w:r>
      <w:r w:rsidR="00F53D64">
        <w:t>provided below for initial configurations.</w:t>
      </w:r>
    </w:p>
    <w:p w14:paraId="14A949D8" w14:textId="3D461944" w:rsidR="009A3776" w:rsidRDefault="009A3776" w:rsidP="009A3776">
      <w:pPr>
        <w:pStyle w:val="ConfigWindow"/>
      </w:pPr>
      <w:r>
        <w:t>Open configuration window</w:t>
      </w:r>
    </w:p>
    <w:p w14:paraId="5234B272" w14:textId="29DF2640" w:rsidR="00F53D64" w:rsidRDefault="00F53D64" w:rsidP="00F53D64">
      <w:pPr>
        <w:pStyle w:val="BodyTextL25Bold"/>
      </w:pPr>
      <w:r>
        <w:t>Switch D1</w:t>
      </w:r>
    </w:p>
    <w:p w14:paraId="4AAEB13B" w14:textId="77777777" w:rsidR="00F53D64" w:rsidRDefault="00F53D64" w:rsidP="00F53D64">
      <w:pPr>
        <w:pStyle w:val="CMD"/>
      </w:pPr>
      <w:r>
        <w:t>hostname D1</w:t>
      </w:r>
    </w:p>
    <w:p w14:paraId="2AD1FAE7" w14:textId="77777777" w:rsidR="00F53D64" w:rsidRDefault="00F53D64" w:rsidP="00F53D64">
      <w:pPr>
        <w:pStyle w:val="CMD"/>
      </w:pPr>
      <w:proofErr w:type="spellStart"/>
      <w:r>
        <w:t>ip</w:t>
      </w:r>
      <w:proofErr w:type="spellEnd"/>
      <w:r>
        <w:t xml:space="preserve"> routing</w:t>
      </w:r>
    </w:p>
    <w:p w14:paraId="54933AEC" w14:textId="77777777" w:rsidR="00F53D64" w:rsidRDefault="00F53D64" w:rsidP="00F53D64">
      <w:pPr>
        <w:pStyle w:val="CMD"/>
      </w:pPr>
      <w:proofErr w:type="gramStart"/>
      <w:r>
        <w:t>ipv6</w:t>
      </w:r>
      <w:proofErr w:type="gramEnd"/>
      <w:r>
        <w:t xml:space="preserve"> unicast-routing</w:t>
      </w:r>
    </w:p>
    <w:p w14:paraId="2F4842C2" w14:textId="4D806B4F" w:rsidR="00F53D64" w:rsidRDefault="00F53D64" w:rsidP="00F53D64">
      <w:pPr>
        <w:pStyle w:val="CMD"/>
      </w:pPr>
      <w:r>
        <w:t xml:space="preserve">no </w:t>
      </w:r>
      <w:proofErr w:type="spellStart"/>
      <w:r>
        <w:t>ip</w:t>
      </w:r>
      <w:proofErr w:type="spellEnd"/>
      <w:r>
        <w:t xml:space="preserve"> domain</w:t>
      </w:r>
      <w:r w:rsidR="00CE1AEE">
        <w:t xml:space="preserve"> </w:t>
      </w:r>
      <w:r>
        <w:t>lookup</w:t>
      </w:r>
    </w:p>
    <w:p w14:paraId="0235C9D9" w14:textId="77777777" w:rsidR="00F53D64" w:rsidRDefault="00F53D64" w:rsidP="00F53D64">
      <w:pPr>
        <w:pStyle w:val="CMD"/>
      </w:pPr>
      <w:r>
        <w:t xml:space="preserve">banner </w:t>
      </w:r>
      <w:proofErr w:type="spellStart"/>
      <w:r>
        <w:t>motd</w:t>
      </w:r>
      <w:proofErr w:type="spellEnd"/>
      <w:r>
        <w:t xml:space="preserve"> # D1, Implement HSRP #</w:t>
      </w:r>
    </w:p>
    <w:p w14:paraId="648D343D" w14:textId="77777777" w:rsidR="00F53D64" w:rsidRDefault="00F53D64" w:rsidP="00F53D64">
      <w:pPr>
        <w:pStyle w:val="CMD"/>
      </w:pPr>
      <w:r>
        <w:t>line con 0</w:t>
      </w:r>
    </w:p>
    <w:p w14:paraId="181A0106" w14:textId="70CB1DBE" w:rsidR="00F53D64" w:rsidRDefault="00F53D64" w:rsidP="00F53D64">
      <w:pPr>
        <w:pStyle w:val="CMD"/>
      </w:pPr>
      <w:r>
        <w:t xml:space="preserve"> exec-timeout 0 0</w:t>
      </w:r>
    </w:p>
    <w:p w14:paraId="38A60D22" w14:textId="3B410094" w:rsidR="00F53D64" w:rsidRDefault="00F53D64" w:rsidP="00F53D64">
      <w:pPr>
        <w:pStyle w:val="CMD"/>
      </w:pPr>
      <w:r>
        <w:t xml:space="preserve"> logging synchronous</w:t>
      </w:r>
    </w:p>
    <w:p w14:paraId="5552B5E8" w14:textId="47BFFFA9" w:rsidR="00F53D64" w:rsidRDefault="00F53D64" w:rsidP="00F53D64">
      <w:pPr>
        <w:pStyle w:val="CMD"/>
      </w:pPr>
      <w:r>
        <w:t xml:space="preserve"> exit</w:t>
      </w:r>
    </w:p>
    <w:p w14:paraId="611955FA" w14:textId="77777777" w:rsidR="00F53D64" w:rsidRDefault="00F53D64" w:rsidP="00F53D64">
      <w:pPr>
        <w:pStyle w:val="CMD"/>
      </w:pPr>
      <w:r>
        <w:t xml:space="preserve">line </w:t>
      </w:r>
      <w:proofErr w:type="spellStart"/>
      <w:r>
        <w:t>vty</w:t>
      </w:r>
      <w:proofErr w:type="spellEnd"/>
      <w:r>
        <w:t xml:space="preserve"> 0 4</w:t>
      </w:r>
    </w:p>
    <w:p w14:paraId="240449B7" w14:textId="2BBFE4B1" w:rsidR="00F53D64" w:rsidRDefault="00F53D64" w:rsidP="00F53D64">
      <w:pPr>
        <w:pStyle w:val="CMD"/>
      </w:pPr>
      <w:r>
        <w:t xml:space="preserve"> privilege level 15</w:t>
      </w:r>
    </w:p>
    <w:p w14:paraId="538CA88D" w14:textId="7BB51C29" w:rsidR="00F53D64" w:rsidRDefault="00F53D64" w:rsidP="00F53D64">
      <w:pPr>
        <w:pStyle w:val="CMD"/>
      </w:pPr>
      <w:r>
        <w:t xml:space="preserve"> password cisco123</w:t>
      </w:r>
    </w:p>
    <w:p w14:paraId="562B1678" w14:textId="6E064422" w:rsidR="00F53D64" w:rsidRDefault="00F53D64" w:rsidP="00F53D64">
      <w:pPr>
        <w:pStyle w:val="CMD"/>
      </w:pPr>
      <w:r>
        <w:t xml:space="preserve"> exec-timeout 0 0</w:t>
      </w:r>
    </w:p>
    <w:p w14:paraId="4E09CCFD" w14:textId="0170B448" w:rsidR="00F53D64" w:rsidRDefault="00F53D64" w:rsidP="00F53D64">
      <w:pPr>
        <w:pStyle w:val="CMD"/>
      </w:pPr>
      <w:r>
        <w:t xml:space="preserve"> logging synchronous</w:t>
      </w:r>
    </w:p>
    <w:p w14:paraId="6909E61E" w14:textId="5BC0DF3C" w:rsidR="00F53D64" w:rsidRDefault="00F53D64" w:rsidP="00F53D64">
      <w:pPr>
        <w:pStyle w:val="CMD"/>
      </w:pPr>
      <w:r>
        <w:t xml:space="preserve"> login</w:t>
      </w:r>
    </w:p>
    <w:p w14:paraId="3BCDEF6E" w14:textId="1140D9AB" w:rsidR="00F53D64" w:rsidRDefault="00F53D64" w:rsidP="00F53D64">
      <w:pPr>
        <w:pStyle w:val="CMD"/>
      </w:pPr>
      <w:r>
        <w:t xml:space="preserve"> exit</w:t>
      </w:r>
    </w:p>
    <w:p w14:paraId="66672354" w14:textId="79EBF97C" w:rsidR="00F53D64" w:rsidRDefault="00F53D64" w:rsidP="00F53D64">
      <w:pPr>
        <w:pStyle w:val="CMD"/>
      </w:pPr>
      <w:r>
        <w:t>interface range g1/0/1-24, g1/1/1-4, g0/0</w:t>
      </w:r>
    </w:p>
    <w:p w14:paraId="1DC33B96" w14:textId="6CCF0F7E" w:rsidR="00F53D64" w:rsidRDefault="00F53D64" w:rsidP="00F53D64">
      <w:pPr>
        <w:pStyle w:val="CMD"/>
      </w:pPr>
      <w:r>
        <w:t xml:space="preserve"> shutdown</w:t>
      </w:r>
    </w:p>
    <w:p w14:paraId="65D1BCCF" w14:textId="5E9241F1" w:rsidR="00F53D64" w:rsidRDefault="00F53D64" w:rsidP="00F53D64">
      <w:pPr>
        <w:pStyle w:val="CMD"/>
      </w:pPr>
      <w:r>
        <w:t xml:space="preserve"> exit</w:t>
      </w:r>
    </w:p>
    <w:p w14:paraId="3A4550CE" w14:textId="77777777" w:rsidR="00F53D64" w:rsidRDefault="00F53D64" w:rsidP="00F53D64">
      <w:pPr>
        <w:pStyle w:val="CMD"/>
      </w:pPr>
      <w:r>
        <w:t>interface range g1/0/1-6</w:t>
      </w:r>
    </w:p>
    <w:p w14:paraId="1039AF21" w14:textId="2BF8AD6B" w:rsidR="00F53D64" w:rsidRDefault="00F53D64" w:rsidP="00F53D64">
      <w:pPr>
        <w:pStyle w:val="CMD"/>
      </w:pPr>
      <w:r>
        <w:t xml:space="preserve"> switchport mode trunk</w:t>
      </w:r>
    </w:p>
    <w:p w14:paraId="1000329F" w14:textId="7E21A6CD" w:rsidR="00F53D64" w:rsidRDefault="00F53D64" w:rsidP="00F53D64">
      <w:pPr>
        <w:pStyle w:val="CMD"/>
      </w:pPr>
      <w:r>
        <w:t xml:space="preserve"> no shutdown</w:t>
      </w:r>
    </w:p>
    <w:p w14:paraId="72A2C8FD" w14:textId="6C090ADE" w:rsidR="00F53D64" w:rsidRDefault="00F53D64" w:rsidP="00F53D64">
      <w:pPr>
        <w:pStyle w:val="CMD"/>
      </w:pPr>
      <w:r>
        <w:t xml:space="preserve"> exit</w:t>
      </w:r>
    </w:p>
    <w:p w14:paraId="6A0579D5" w14:textId="77777777" w:rsidR="00F53D64" w:rsidRDefault="00F53D64" w:rsidP="00F53D64">
      <w:pPr>
        <w:pStyle w:val="CMD"/>
      </w:pPr>
      <w:r>
        <w:t>interface range g1/0/1-4</w:t>
      </w:r>
    </w:p>
    <w:p w14:paraId="6F1FDE2E" w14:textId="31F2E55A" w:rsidR="00F53D64" w:rsidRDefault="00F53D64" w:rsidP="00F53D64">
      <w:pPr>
        <w:pStyle w:val="CMD"/>
      </w:pPr>
      <w:r>
        <w:t xml:space="preserve"> channel-group 12 mode active</w:t>
      </w:r>
    </w:p>
    <w:p w14:paraId="349B89F1" w14:textId="4E558D87" w:rsidR="00F53D64" w:rsidRDefault="00F53D64" w:rsidP="00F53D64">
      <w:pPr>
        <w:pStyle w:val="CMD"/>
      </w:pPr>
      <w:r>
        <w:t xml:space="preserve"> exit</w:t>
      </w:r>
    </w:p>
    <w:p w14:paraId="4E07A683" w14:textId="77777777" w:rsidR="00F53D64" w:rsidRDefault="00F53D64" w:rsidP="00F53D64">
      <w:pPr>
        <w:pStyle w:val="CMD"/>
      </w:pPr>
      <w:r>
        <w:t>interface range g1/0/5-6</w:t>
      </w:r>
    </w:p>
    <w:p w14:paraId="168BBFC4" w14:textId="43235A18" w:rsidR="00F53D64" w:rsidRDefault="00F53D64" w:rsidP="00F53D64">
      <w:pPr>
        <w:pStyle w:val="CMD"/>
      </w:pPr>
      <w:r>
        <w:t xml:space="preserve"> channel-group 1 mode active</w:t>
      </w:r>
    </w:p>
    <w:p w14:paraId="0A488352" w14:textId="3E4433B2" w:rsidR="00F53D64" w:rsidRDefault="00F53D64" w:rsidP="00F53D64">
      <w:pPr>
        <w:pStyle w:val="CMD"/>
      </w:pPr>
      <w:r>
        <w:t xml:space="preserve"> exit</w:t>
      </w:r>
    </w:p>
    <w:p w14:paraId="1AE28E59" w14:textId="77777777" w:rsidR="00F53D64" w:rsidRDefault="00F53D64" w:rsidP="00F53D64">
      <w:pPr>
        <w:pStyle w:val="CMD"/>
      </w:pPr>
      <w:proofErr w:type="spellStart"/>
      <w:r>
        <w:lastRenderedPageBreak/>
        <w:t>vlan</w:t>
      </w:r>
      <w:proofErr w:type="spellEnd"/>
      <w:r>
        <w:t xml:space="preserve"> 11</w:t>
      </w:r>
    </w:p>
    <w:p w14:paraId="007BB099" w14:textId="77777777" w:rsidR="00F53D64" w:rsidRDefault="00F53D64" w:rsidP="00F53D64">
      <w:pPr>
        <w:pStyle w:val="CMD"/>
      </w:pPr>
      <w:r>
        <w:t xml:space="preserve"> name FIRST_VLAN</w:t>
      </w:r>
    </w:p>
    <w:p w14:paraId="24327CE7" w14:textId="77777777" w:rsidR="00F53D64" w:rsidRDefault="00F53D64" w:rsidP="00F53D64">
      <w:pPr>
        <w:pStyle w:val="CMD"/>
      </w:pPr>
      <w:r>
        <w:t xml:space="preserve"> exit</w:t>
      </w:r>
    </w:p>
    <w:p w14:paraId="3FEE80E9" w14:textId="77777777" w:rsidR="00F53D64" w:rsidRDefault="00F53D64" w:rsidP="00F53D64">
      <w:pPr>
        <w:pStyle w:val="CMD"/>
      </w:pPr>
      <w:proofErr w:type="spellStart"/>
      <w:r>
        <w:t>vlan</w:t>
      </w:r>
      <w:proofErr w:type="spellEnd"/>
      <w:r>
        <w:t xml:space="preserve"> 21</w:t>
      </w:r>
    </w:p>
    <w:p w14:paraId="3BD44B91" w14:textId="77777777" w:rsidR="00F53D64" w:rsidRDefault="00F53D64" w:rsidP="00F53D64">
      <w:pPr>
        <w:pStyle w:val="CMD"/>
      </w:pPr>
      <w:r>
        <w:t xml:space="preserve"> name SECOND_VLAN</w:t>
      </w:r>
    </w:p>
    <w:p w14:paraId="5A63BE75" w14:textId="77777777" w:rsidR="00F53D64" w:rsidRDefault="00F53D64" w:rsidP="00F53D64">
      <w:pPr>
        <w:pStyle w:val="CMD"/>
      </w:pPr>
      <w:r>
        <w:t xml:space="preserve"> exit</w:t>
      </w:r>
    </w:p>
    <w:p w14:paraId="3F8E84F7" w14:textId="77777777" w:rsidR="00F53D64" w:rsidRDefault="00F53D64" w:rsidP="00F53D64">
      <w:pPr>
        <w:pStyle w:val="CMD"/>
      </w:pPr>
      <w:r>
        <w:t xml:space="preserve">interface </w:t>
      </w:r>
      <w:proofErr w:type="spellStart"/>
      <w:r>
        <w:t>vlan</w:t>
      </w:r>
      <w:proofErr w:type="spellEnd"/>
      <w:r>
        <w:t xml:space="preserve"> 11</w:t>
      </w:r>
    </w:p>
    <w:p w14:paraId="598FD83D" w14:textId="597FF97F" w:rsidR="00F53D64" w:rsidRDefault="00F53D64" w:rsidP="00F53D64">
      <w:pPr>
        <w:pStyle w:val="CMD"/>
      </w:pPr>
      <w:r>
        <w:t xml:space="preserve"> </w:t>
      </w:r>
      <w:proofErr w:type="spellStart"/>
      <w:r>
        <w:t>ip</w:t>
      </w:r>
      <w:proofErr w:type="spellEnd"/>
      <w:r>
        <w:t xml:space="preserve"> address 10.11.0.1 255.255.255.0</w:t>
      </w:r>
    </w:p>
    <w:p w14:paraId="7E677433" w14:textId="1D936211" w:rsidR="00F53D64" w:rsidRDefault="00F53D64" w:rsidP="00F53D64">
      <w:pPr>
        <w:pStyle w:val="CMD"/>
      </w:pPr>
      <w:r>
        <w:t xml:space="preserve"> </w:t>
      </w:r>
      <w:proofErr w:type="gramStart"/>
      <w:r>
        <w:t>ipv6</w:t>
      </w:r>
      <w:proofErr w:type="gramEnd"/>
      <w:r>
        <w:t xml:space="preserve"> address fe80::d1:1 link-local</w:t>
      </w:r>
    </w:p>
    <w:p w14:paraId="61E1B2C6" w14:textId="3A25F35A" w:rsidR="00F53D64" w:rsidRDefault="00F53D64" w:rsidP="00F53D64">
      <w:pPr>
        <w:pStyle w:val="CMD"/>
      </w:pPr>
      <w:r>
        <w:t xml:space="preserve"> </w:t>
      </w:r>
      <w:proofErr w:type="gramStart"/>
      <w:r>
        <w:t>ipv6</w:t>
      </w:r>
      <w:proofErr w:type="gramEnd"/>
      <w:r>
        <w:t xml:space="preserve"> address 2001:db8:acad:11::1/64</w:t>
      </w:r>
    </w:p>
    <w:p w14:paraId="2A9445A6" w14:textId="5CF5A0FB" w:rsidR="00F53D64" w:rsidRDefault="00F53D64" w:rsidP="00F53D64">
      <w:pPr>
        <w:pStyle w:val="CMD"/>
      </w:pPr>
      <w:r>
        <w:t xml:space="preserve"> no shutdown</w:t>
      </w:r>
    </w:p>
    <w:p w14:paraId="1540C47A" w14:textId="562D9C7E" w:rsidR="00F53D64" w:rsidRDefault="00F53D64" w:rsidP="00F53D64">
      <w:pPr>
        <w:pStyle w:val="CMD"/>
      </w:pPr>
      <w:r>
        <w:t xml:space="preserve"> exit</w:t>
      </w:r>
    </w:p>
    <w:p w14:paraId="70BE479F" w14:textId="77777777" w:rsidR="00F53D64" w:rsidRDefault="00F53D64" w:rsidP="00F53D64">
      <w:pPr>
        <w:pStyle w:val="CMD"/>
      </w:pPr>
      <w:r>
        <w:t xml:space="preserve">interface </w:t>
      </w:r>
      <w:proofErr w:type="spellStart"/>
      <w:r>
        <w:t>vlan</w:t>
      </w:r>
      <w:proofErr w:type="spellEnd"/>
      <w:r>
        <w:t xml:space="preserve"> 21</w:t>
      </w:r>
    </w:p>
    <w:p w14:paraId="4ECE8DA8" w14:textId="2ED9696A" w:rsidR="00F53D64" w:rsidRDefault="00F53D64" w:rsidP="00F53D64">
      <w:pPr>
        <w:pStyle w:val="CMD"/>
      </w:pPr>
      <w:r>
        <w:t xml:space="preserve"> </w:t>
      </w:r>
      <w:proofErr w:type="spellStart"/>
      <w:r>
        <w:t>ip</w:t>
      </w:r>
      <w:proofErr w:type="spellEnd"/>
      <w:r>
        <w:t xml:space="preserve"> address 10.21.0.1 255.255.255.0</w:t>
      </w:r>
    </w:p>
    <w:p w14:paraId="651D3946" w14:textId="65ADC09A" w:rsidR="00F53D64" w:rsidRDefault="00F53D64" w:rsidP="00F53D64">
      <w:pPr>
        <w:pStyle w:val="CMD"/>
      </w:pPr>
      <w:r>
        <w:t xml:space="preserve"> </w:t>
      </w:r>
      <w:proofErr w:type="gramStart"/>
      <w:r>
        <w:t>ipv6</w:t>
      </w:r>
      <w:proofErr w:type="gramEnd"/>
      <w:r>
        <w:t xml:space="preserve"> address fe80::d1:2 link-local</w:t>
      </w:r>
    </w:p>
    <w:p w14:paraId="2D2B2B11" w14:textId="55C2BD85" w:rsidR="00F53D64" w:rsidRDefault="00F53D64" w:rsidP="00F53D64">
      <w:pPr>
        <w:pStyle w:val="CMD"/>
      </w:pPr>
      <w:r>
        <w:t xml:space="preserve"> </w:t>
      </w:r>
      <w:proofErr w:type="gramStart"/>
      <w:r>
        <w:t>ipv6</w:t>
      </w:r>
      <w:proofErr w:type="gramEnd"/>
      <w:r>
        <w:t xml:space="preserve"> address 2001:db8:acad:21::1/64</w:t>
      </w:r>
    </w:p>
    <w:p w14:paraId="6C1FEF95" w14:textId="2AED6E89" w:rsidR="00F53D64" w:rsidRDefault="00F53D64" w:rsidP="00F53D64">
      <w:pPr>
        <w:pStyle w:val="CMD"/>
      </w:pPr>
      <w:r>
        <w:t xml:space="preserve"> no shutdown</w:t>
      </w:r>
    </w:p>
    <w:p w14:paraId="2037211D" w14:textId="71B641BA" w:rsidR="00F53D64" w:rsidRDefault="00F53D64" w:rsidP="00F53D64">
      <w:pPr>
        <w:pStyle w:val="CMD"/>
      </w:pPr>
      <w:r>
        <w:t xml:space="preserve"> exit</w:t>
      </w:r>
    </w:p>
    <w:p w14:paraId="7DFE2448" w14:textId="77777777" w:rsidR="00F53D64" w:rsidRDefault="00F53D64" w:rsidP="00F53D64">
      <w:pPr>
        <w:pStyle w:val="CMD"/>
      </w:pPr>
      <w:r>
        <w:t>interface loopback 0</w:t>
      </w:r>
    </w:p>
    <w:p w14:paraId="19C2DAB1" w14:textId="4635DC0D" w:rsidR="00F53D64" w:rsidRDefault="00F53D64" w:rsidP="00F53D64">
      <w:pPr>
        <w:pStyle w:val="CMD"/>
      </w:pPr>
      <w:r>
        <w:t xml:space="preserve"> </w:t>
      </w:r>
      <w:proofErr w:type="spellStart"/>
      <w:r>
        <w:t>ip</w:t>
      </w:r>
      <w:proofErr w:type="spellEnd"/>
      <w:r>
        <w:t xml:space="preserve"> address 1</w:t>
      </w:r>
      <w:r w:rsidR="00706FBF">
        <w:t>92</w:t>
      </w:r>
      <w:r>
        <w:t>.16</w:t>
      </w:r>
      <w:r w:rsidR="00706FBF">
        <w:t>8</w:t>
      </w:r>
      <w:r>
        <w:t>.1.1 255.255.255.0</w:t>
      </w:r>
    </w:p>
    <w:p w14:paraId="634C6794" w14:textId="5DC0BA6F" w:rsidR="00F53D64" w:rsidRDefault="00F53D64" w:rsidP="00F53D64">
      <w:pPr>
        <w:pStyle w:val="CMD"/>
      </w:pPr>
      <w:r>
        <w:t xml:space="preserve"> </w:t>
      </w:r>
      <w:proofErr w:type="gramStart"/>
      <w:r>
        <w:t>ipv6</w:t>
      </w:r>
      <w:proofErr w:type="gramEnd"/>
      <w:r>
        <w:t xml:space="preserve"> address fe80::d1:3 link-local</w:t>
      </w:r>
    </w:p>
    <w:p w14:paraId="052E8A36" w14:textId="020BA4F7" w:rsidR="00F53D64" w:rsidRDefault="00F53D64" w:rsidP="00F53D64">
      <w:pPr>
        <w:pStyle w:val="CMD"/>
      </w:pPr>
      <w:r>
        <w:t xml:space="preserve"> </w:t>
      </w:r>
      <w:proofErr w:type="gramStart"/>
      <w:r>
        <w:t>ipv6</w:t>
      </w:r>
      <w:proofErr w:type="gramEnd"/>
      <w:r>
        <w:t xml:space="preserve"> address 2001:db8:acad:1000::1/64</w:t>
      </w:r>
    </w:p>
    <w:p w14:paraId="6578ED3E" w14:textId="45BD1641" w:rsidR="00F53D64" w:rsidRDefault="00F53D64" w:rsidP="00F53D64">
      <w:pPr>
        <w:pStyle w:val="CMD"/>
      </w:pPr>
      <w:r>
        <w:t xml:space="preserve"> no shutdown</w:t>
      </w:r>
    </w:p>
    <w:p w14:paraId="6B324321" w14:textId="13C45A0C" w:rsidR="00F53D64" w:rsidRDefault="00F53D64" w:rsidP="00F53D64">
      <w:pPr>
        <w:pStyle w:val="CMD"/>
      </w:pPr>
      <w:r>
        <w:t xml:space="preserve"> exit</w:t>
      </w:r>
    </w:p>
    <w:p w14:paraId="1BB715E8" w14:textId="11C35D8C" w:rsidR="00F53D64" w:rsidRDefault="00F53D64" w:rsidP="00F53D64">
      <w:pPr>
        <w:pStyle w:val="BodyTextL25Bold"/>
      </w:pPr>
      <w:r>
        <w:t>Switch D2</w:t>
      </w:r>
    </w:p>
    <w:p w14:paraId="59D01AEE" w14:textId="77777777" w:rsidR="00F53D64" w:rsidRDefault="00F53D64" w:rsidP="00F53D64">
      <w:pPr>
        <w:pStyle w:val="CMD"/>
      </w:pPr>
      <w:r>
        <w:t>hostname D2</w:t>
      </w:r>
    </w:p>
    <w:p w14:paraId="1FA5F866" w14:textId="77777777" w:rsidR="00F53D64" w:rsidRDefault="00F53D64" w:rsidP="00F53D64">
      <w:pPr>
        <w:pStyle w:val="CMD"/>
      </w:pPr>
      <w:proofErr w:type="spellStart"/>
      <w:r>
        <w:t>ip</w:t>
      </w:r>
      <w:proofErr w:type="spellEnd"/>
      <w:r>
        <w:t xml:space="preserve"> routing</w:t>
      </w:r>
    </w:p>
    <w:p w14:paraId="3D373606" w14:textId="77777777" w:rsidR="00F53D64" w:rsidRDefault="00F53D64" w:rsidP="00F53D64">
      <w:pPr>
        <w:pStyle w:val="CMD"/>
      </w:pPr>
      <w:proofErr w:type="gramStart"/>
      <w:r>
        <w:t>ipv6</w:t>
      </w:r>
      <w:proofErr w:type="gramEnd"/>
      <w:r>
        <w:t xml:space="preserve"> unicast-routing</w:t>
      </w:r>
    </w:p>
    <w:p w14:paraId="0A205D46" w14:textId="19E18042" w:rsidR="00F53D64" w:rsidRDefault="00F53D64" w:rsidP="00F53D64">
      <w:pPr>
        <w:pStyle w:val="CMD"/>
      </w:pPr>
      <w:r>
        <w:t xml:space="preserve">no </w:t>
      </w:r>
      <w:proofErr w:type="spellStart"/>
      <w:r>
        <w:t>ip</w:t>
      </w:r>
      <w:proofErr w:type="spellEnd"/>
      <w:r>
        <w:t xml:space="preserve"> domain</w:t>
      </w:r>
      <w:r w:rsidR="00CE1AEE">
        <w:t xml:space="preserve"> </w:t>
      </w:r>
      <w:r>
        <w:t>lookup</w:t>
      </w:r>
    </w:p>
    <w:p w14:paraId="16A6F8C9" w14:textId="77777777" w:rsidR="00F53D64" w:rsidRDefault="00F53D64" w:rsidP="00F53D64">
      <w:pPr>
        <w:pStyle w:val="CMD"/>
      </w:pPr>
      <w:r>
        <w:t xml:space="preserve">banner </w:t>
      </w:r>
      <w:proofErr w:type="spellStart"/>
      <w:r>
        <w:t>motd</w:t>
      </w:r>
      <w:proofErr w:type="spellEnd"/>
      <w:r>
        <w:t xml:space="preserve"> # D2, Implement HSRP #</w:t>
      </w:r>
    </w:p>
    <w:p w14:paraId="1EA2ECE5" w14:textId="77777777" w:rsidR="00F53D64" w:rsidRDefault="00F53D64" w:rsidP="00F53D64">
      <w:pPr>
        <w:pStyle w:val="CMD"/>
      </w:pPr>
      <w:r>
        <w:t>line con 0</w:t>
      </w:r>
    </w:p>
    <w:p w14:paraId="6B66D7AB" w14:textId="0EE879F6" w:rsidR="00F53D64" w:rsidRDefault="00F53D64" w:rsidP="00F53D64">
      <w:pPr>
        <w:pStyle w:val="CMD"/>
      </w:pPr>
      <w:r>
        <w:t xml:space="preserve"> exec-timeout 0 0</w:t>
      </w:r>
    </w:p>
    <w:p w14:paraId="636CAA17" w14:textId="079B8B64" w:rsidR="00F53D64" w:rsidRDefault="00F53D64" w:rsidP="00F53D64">
      <w:pPr>
        <w:pStyle w:val="CMD"/>
      </w:pPr>
      <w:r>
        <w:t xml:space="preserve"> logging synchronous</w:t>
      </w:r>
    </w:p>
    <w:p w14:paraId="5AC60EA5" w14:textId="753F3791" w:rsidR="00F53D64" w:rsidRDefault="00F53D64" w:rsidP="00F53D64">
      <w:pPr>
        <w:pStyle w:val="CMD"/>
      </w:pPr>
      <w:r>
        <w:t xml:space="preserve"> exit</w:t>
      </w:r>
    </w:p>
    <w:p w14:paraId="7B2CA50F" w14:textId="77777777" w:rsidR="00F53D64" w:rsidRDefault="00F53D64" w:rsidP="00F53D64">
      <w:pPr>
        <w:pStyle w:val="CMD"/>
      </w:pPr>
      <w:r>
        <w:t xml:space="preserve">line </w:t>
      </w:r>
      <w:proofErr w:type="spellStart"/>
      <w:r>
        <w:t>vty</w:t>
      </w:r>
      <w:proofErr w:type="spellEnd"/>
      <w:r>
        <w:t xml:space="preserve"> 0 4</w:t>
      </w:r>
    </w:p>
    <w:p w14:paraId="7AC51779" w14:textId="1543B761" w:rsidR="00F53D64" w:rsidRDefault="00F53D64" w:rsidP="00F53D64">
      <w:pPr>
        <w:pStyle w:val="CMD"/>
      </w:pPr>
      <w:r>
        <w:t xml:space="preserve"> privilege level 15</w:t>
      </w:r>
    </w:p>
    <w:p w14:paraId="762273DE" w14:textId="61DEC7E6" w:rsidR="00F53D64" w:rsidRDefault="00F53D64" w:rsidP="00F53D64">
      <w:pPr>
        <w:pStyle w:val="CMD"/>
      </w:pPr>
      <w:r>
        <w:t xml:space="preserve"> password cisco123</w:t>
      </w:r>
    </w:p>
    <w:p w14:paraId="22C3EFAE" w14:textId="3AA79D38" w:rsidR="00F53D64" w:rsidRDefault="00F53D64" w:rsidP="00F53D64">
      <w:pPr>
        <w:pStyle w:val="CMD"/>
      </w:pPr>
      <w:r>
        <w:t xml:space="preserve"> exec-timeout 0 0</w:t>
      </w:r>
    </w:p>
    <w:p w14:paraId="51CEAC91" w14:textId="4B473EF1" w:rsidR="00F53D64" w:rsidRDefault="00F53D64" w:rsidP="00F53D64">
      <w:pPr>
        <w:pStyle w:val="CMD"/>
      </w:pPr>
      <w:r>
        <w:t xml:space="preserve"> logging synchronous</w:t>
      </w:r>
    </w:p>
    <w:p w14:paraId="00BF2606" w14:textId="074675FA" w:rsidR="00F53D64" w:rsidRDefault="00F53D64" w:rsidP="00F53D64">
      <w:pPr>
        <w:pStyle w:val="CMD"/>
      </w:pPr>
      <w:r>
        <w:t xml:space="preserve"> login</w:t>
      </w:r>
    </w:p>
    <w:p w14:paraId="40226482" w14:textId="3528A3CE" w:rsidR="00F53D64" w:rsidRDefault="00F53D64" w:rsidP="00F53D64">
      <w:pPr>
        <w:pStyle w:val="CMD"/>
      </w:pPr>
      <w:r>
        <w:t xml:space="preserve"> exit</w:t>
      </w:r>
    </w:p>
    <w:p w14:paraId="0276AF24" w14:textId="4F6CCA7B" w:rsidR="00F53D64" w:rsidRDefault="00F53D64" w:rsidP="00F53D64">
      <w:pPr>
        <w:pStyle w:val="CMD"/>
      </w:pPr>
      <w:r>
        <w:t>interface range g1/0/1-24, g1/1/1-4, g0/0</w:t>
      </w:r>
    </w:p>
    <w:p w14:paraId="1E29A3D7" w14:textId="1BA09FE3" w:rsidR="00F53D64" w:rsidRDefault="00F53D64" w:rsidP="00F53D64">
      <w:pPr>
        <w:pStyle w:val="CMD"/>
      </w:pPr>
      <w:r>
        <w:t xml:space="preserve"> shutdown</w:t>
      </w:r>
    </w:p>
    <w:p w14:paraId="3E7F2595" w14:textId="51CAA19C" w:rsidR="00F53D64" w:rsidRDefault="00F53D64" w:rsidP="00F53D64">
      <w:pPr>
        <w:pStyle w:val="CMD"/>
      </w:pPr>
      <w:r>
        <w:t xml:space="preserve"> exit</w:t>
      </w:r>
    </w:p>
    <w:p w14:paraId="2ED191A2" w14:textId="30067E8F" w:rsidR="00F53D64" w:rsidRDefault="00F53D64" w:rsidP="00F53D64">
      <w:pPr>
        <w:pStyle w:val="CMD"/>
      </w:pPr>
      <w:r>
        <w:t>interface range g1/0/1-6</w:t>
      </w:r>
    </w:p>
    <w:p w14:paraId="20D9D50F" w14:textId="0EE054B7" w:rsidR="00F53D64" w:rsidRDefault="00464465" w:rsidP="00F53D64">
      <w:pPr>
        <w:pStyle w:val="CMD"/>
      </w:pPr>
      <w:r>
        <w:t xml:space="preserve"> </w:t>
      </w:r>
      <w:r w:rsidR="00F53D64">
        <w:t>switchport mode trunk</w:t>
      </w:r>
    </w:p>
    <w:p w14:paraId="5FCF525A" w14:textId="49A6D992" w:rsidR="00F53D64" w:rsidRDefault="00F53D64" w:rsidP="00F53D64">
      <w:pPr>
        <w:pStyle w:val="CMD"/>
      </w:pPr>
      <w:r>
        <w:t xml:space="preserve"> no shutdown</w:t>
      </w:r>
    </w:p>
    <w:p w14:paraId="2F971F7D" w14:textId="20F5883D" w:rsidR="00F53D64" w:rsidRDefault="00F53D64" w:rsidP="00F53D64">
      <w:pPr>
        <w:pStyle w:val="CMD"/>
      </w:pPr>
      <w:r>
        <w:t xml:space="preserve"> exit</w:t>
      </w:r>
    </w:p>
    <w:p w14:paraId="539FBB40" w14:textId="77777777" w:rsidR="00F53D64" w:rsidRDefault="00F53D64" w:rsidP="00F53D64">
      <w:pPr>
        <w:pStyle w:val="CMD"/>
      </w:pPr>
      <w:r>
        <w:t>interface range g1/0/1-4</w:t>
      </w:r>
    </w:p>
    <w:p w14:paraId="31DF72F9" w14:textId="0678499B" w:rsidR="00F53D64" w:rsidRDefault="00F53D64" w:rsidP="00F53D64">
      <w:pPr>
        <w:pStyle w:val="CMD"/>
      </w:pPr>
      <w:r>
        <w:t xml:space="preserve"> channel-group 12 mode active</w:t>
      </w:r>
    </w:p>
    <w:p w14:paraId="644A836F" w14:textId="4FAC70B0" w:rsidR="00F53D64" w:rsidRDefault="00F53D64" w:rsidP="00F53D64">
      <w:pPr>
        <w:pStyle w:val="CMD"/>
      </w:pPr>
      <w:r>
        <w:t xml:space="preserve"> exit</w:t>
      </w:r>
    </w:p>
    <w:p w14:paraId="19A13662" w14:textId="256BDE50" w:rsidR="00F53D64" w:rsidRDefault="00F53D64" w:rsidP="00F53D64">
      <w:pPr>
        <w:pStyle w:val="CMD"/>
      </w:pPr>
      <w:r>
        <w:t xml:space="preserve"> interface range g1/0/5-6</w:t>
      </w:r>
    </w:p>
    <w:p w14:paraId="58B00725" w14:textId="363C7CC1" w:rsidR="00F53D64" w:rsidRDefault="00F53D64" w:rsidP="00F53D64">
      <w:pPr>
        <w:pStyle w:val="CMD"/>
      </w:pPr>
      <w:r>
        <w:t xml:space="preserve"> channel-group 2 mode active</w:t>
      </w:r>
    </w:p>
    <w:p w14:paraId="740F0376" w14:textId="498ABBD9" w:rsidR="00F53D64" w:rsidRDefault="00F53D64" w:rsidP="00F53D64">
      <w:pPr>
        <w:pStyle w:val="CMD"/>
      </w:pPr>
      <w:r>
        <w:t xml:space="preserve"> exit</w:t>
      </w:r>
    </w:p>
    <w:p w14:paraId="7F04AAB8" w14:textId="77777777" w:rsidR="00F53D64" w:rsidRDefault="00F53D64" w:rsidP="00F53D64">
      <w:pPr>
        <w:pStyle w:val="CMD"/>
      </w:pPr>
      <w:proofErr w:type="spellStart"/>
      <w:r>
        <w:t>vlan</w:t>
      </w:r>
      <w:proofErr w:type="spellEnd"/>
      <w:r>
        <w:t xml:space="preserve"> 11</w:t>
      </w:r>
    </w:p>
    <w:p w14:paraId="71164190" w14:textId="77777777" w:rsidR="00F53D64" w:rsidRDefault="00F53D64" w:rsidP="00F53D64">
      <w:pPr>
        <w:pStyle w:val="CMD"/>
      </w:pPr>
      <w:r>
        <w:t xml:space="preserve"> name FIRST_VLAN</w:t>
      </w:r>
    </w:p>
    <w:p w14:paraId="7DDE20BA" w14:textId="77777777" w:rsidR="00F53D64" w:rsidRDefault="00F53D64" w:rsidP="00F53D64">
      <w:pPr>
        <w:pStyle w:val="CMD"/>
      </w:pPr>
      <w:r>
        <w:t xml:space="preserve"> exit</w:t>
      </w:r>
    </w:p>
    <w:p w14:paraId="4D9A83AB" w14:textId="77777777" w:rsidR="00F53D64" w:rsidRDefault="00F53D64" w:rsidP="00F53D64">
      <w:pPr>
        <w:pStyle w:val="CMD"/>
      </w:pPr>
      <w:proofErr w:type="spellStart"/>
      <w:r>
        <w:t>vlan</w:t>
      </w:r>
      <w:proofErr w:type="spellEnd"/>
      <w:r>
        <w:t xml:space="preserve"> 21</w:t>
      </w:r>
    </w:p>
    <w:p w14:paraId="3BBA19F4" w14:textId="77777777" w:rsidR="00F53D64" w:rsidRDefault="00F53D64" w:rsidP="00F53D64">
      <w:pPr>
        <w:pStyle w:val="CMD"/>
      </w:pPr>
      <w:r>
        <w:t xml:space="preserve"> name SECOND_VLAN</w:t>
      </w:r>
    </w:p>
    <w:p w14:paraId="6D826F84" w14:textId="77777777" w:rsidR="00F53D64" w:rsidRDefault="00F53D64" w:rsidP="00F53D64">
      <w:pPr>
        <w:pStyle w:val="CMD"/>
      </w:pPr>
      <w:r>
        <w:t xml:space="preserve"> exit</w:t>
      </w:r>
    </w:p>
    <w:p w14:paraId="3FFD1EE7" w14:textId="77777777" w:rsidR="00F53D64" w:rsidRDefault="00F53D64" w:rsidP="00F53D64">
      <w:pPr>
        <w:pStyle w:val="CMD"/>
      </w:pPr>
      <w:r>
        <w:t xml:space="preserve">interface </w:t>
      </w:r>
      <w:proofErr w:type="spellStart"/>
      <w:r>
        <w:t>vlan</w:t>
      </w:r>
      <w:proofErr w:type="spellEnd"/>
      <w:r>
        <w:t xml:space="preserve"> 11</w:t>
      </w:r>
    </w:p>
    <w:p w14:paraId="6C9758CF" w14:textId="6A555576" w:rsidR="00F53D64" w:rsidRDefault="00F53D64" w:rsidP="00F53D64">
      <w:pPr>
        <w:pStyle w:val="CMD"/>
      </w:pPr>
      <w:r>
        <w:t xml:space="preserve"> </w:t>
      </w:r>
      <w:proofErr w:type="spellStart"/>
      <w:r>
        <w:t>ip</w:t>
      </w:r>
      <w:proofErr w:type="spellEnd"/>
      <w:r>
        <w:t xml:space="preserve"> address 10.11.0.2 255.255.255.0</w:t>
      </w:r>
    </w:p>
    <w:p w14:paraId="0536F5B0" w14:textId="66BC83B4" w:rsidR="00F53D64" w:rsidRDefault="00F53D64" w:rsidP="00F53D64">
      <w:pPr>
        <w:pStyle w:val="CMD"/>
      </w:pPr>
      <w:r>
        <w:t xml:space="preserve"> </w:t>
      </w:r>
      <w:proofErr w:type="gramStart"/>
      <w:r>
        <w:t>ipv6</w:t>
      </w:r>
      <w:proofErr w:type="gramEnd"/>
      <w:r>
        <w:t xml:space="preserve"> address fe80::d2:1 link-local</w:t>
      </w:r>
    </w:p>
    <w:p w14:paraId="287C176A" w14:textId="6915898C" w:rsidR="00F53D64" w:rsidRDefault="00F53D64" w:rsidP="00F53D64">
      <w:pPr>
        <w:pStyle w:val="CMD"/>
      </w:pPr>
      <w:r>
        <w:t xml:space="preserve"> </w:t>
      </w:r>
      <w:proofErr w:type="gramStart"/>
      <w:r>
        <w:t>ipv6</w:t>
      </w:r>
      <w:proofErr w:type="gramEnd"/>
      <w:r>
        <w:t xml:space="preserve"> address 2001:db8:acad:11::2/64</w:t>
      </w:r>
    </w:p>
    <w:p w14:paraId="3B9AF302" w14:textId="1F106A7F" w:rsidR="00F53D64" w:rsidRDefault="00F53D64" w:rsidP="00F53D64">
      <w:pPr>
        <w:pStyle w:val="CMD"/>
      </w:pPr>
      <w:r>
        <w:t xml:space="preserve">  no shutdown</w:t>
      </w:r>
    </w:p>
    <w:p w14:paraId="426961BA" w14:textId="53D25B95" w:rsidR="00F53D64" w:rsidRDefault="00F53D64" w:rsidP="00F53D64">
      <w:pPr>
        <w:pStyle w:val="CMD"/>
      </w:pPr>
      <w:r>
        <w:t xml:space="preserve"> exit</w:t>
      </w:r>
    </w:p>
    <w:p w14:paraId="5FD6F9C8" w14:textId="77777777" w:rsidR="00F53D64" w:rsidRDefault="00F53D64" w:rsidP="00F53D64">
      <w:pPr>
        <w:pStyle w:val="CMD"/>
      </w:pPr>
      <w:r>
        <w:t xml:space="preserve">interface </w:t>
      </w:r>
      <w:proofErr w:type="spellStart"/>
      <w:r>
        <w:t>vlan</w:t>
      </w:r>
      <w:proofErr w:type="spellEnd"/>
      <w:r>
        <w:t xml:space="preserve"> 21</w:t>
      </w:r>
    </w:p>
    <w:p w14:paraId="553945FF" w14:textId="48104DFA" w:rsidR="00F53D64" w:rsidRDefault="00F53D64" w:rsidP="00F53D64">
      <w:pPr>
        <w:pStyle w:val="CMD"/>
      </w:pPr>
      <w:r>
        <w:t xml:space="preserve"> </w:t>
      </w:r>
      <w:proofErr w:type="spellStart"/>
      <w:r>
        <w:t>ip</w:t>
      </w:r>
      <w:proofErr w:type="spellEnd"/>
      <w:r>
        <w:t xml:space="preserve"> address 10.21.0.2 255.255.255.0</w:t>
      </w:r>
    </w:p>
    <w:p w14:paraId="113F2766" w14:textId="348C4A69" w:rsidR="00F53D64" w:rsidRDefault="00F53D64" w:rsidP="00F53D64">
      <w:pPr>
        <w:pStyle w:val="CMD"/>
      </w:pPr>
      <w:r>
        <w:t xml:space="preserve"> </w:t>
      </w:r>
      <w:proofErr w:type="gramStart"/>
      <w:r>
        <w:t>ipv6</w:t>
      </w:r>
      <w:proofErr w:type="gramEnd"/>
      <w:r>
        <w:t xml:space="preserve"> address fe80::d2:2 link-local</w:t>
      </w:r>
    </w:p>
    <w:p w14:paraId="3ED72CC7" w14:textId="39BCD5EE" w:rsidR="00F53D64" w:rsidRDefault="00F53D64" w:rsidP="00F53D64">
      <w:pPr>
        <w:pStyle w:val="CMD"/>
      </w:pPr>
      <w:r>
        <w:t xml:space="preserve"> </w:t>
      </w:r>
      <w:proofErr w:type="gramStart"/>
      <w:r>
        <w:t>ipv6</w:t>
      </w:r>
      <w:proofErr w:type="gramEnd"/>
      <w:r>
        <w:t xml:space="preserve"> address 2001:db8:acad:21::2/64</w:t>
      </w:r>
    </w:p>
    <w:p w14:paraId="5FDD9506" w14:textId="1C67DA5D" w:rsidR="00F53D64" w:rsidRDefault="00F53D64" w:rsidP="00F53D64">
      <w:pPr>
        <w:pStyle w:val="CMD"/>
      </w:pPr>
      <w:r>
        <w:t xml:space="preserve"> no shutdown</w:t>
      </w:r>
    </w:p>
    <w:p w14:paraId="52AAF300" w14:textId="5730DF86" w:rsidR="00F53D64" w:rsidRDefault="00F53D64" w:rsidP="00F53D64">
      <w:pPr>
        <w:pStyle w:val="CMD"/>
      </w:pPr>
      <w:r>
        <w:t xml:space="preserve"> exit</w:t>
      </w:r>
    </w:p>
    <w:p w14:paraId="03392F74" w14:textId="77777777" w:rsidR="00F53D64" w:rsidRDefault="00F53D64" w:rsidP="00F53D64">
      <w:pPr>
        <w:pStyle w:val="CMD"/>
      </w:pPr>
      <w:r>
        <w:t>interface loopback 0</w:t>
      </w:r>
    </w:p>
    <w:p w14:paraId="43DE308F" w14:textId="08FC0B4C" w:rsidR="00F53D64" w:rsidRDefault="00F53D64" w:rsidP="00F53D64">
      <w:pPr>
        <w:pStyle w:val="CMD"/>
      </w:pPr>
      <w:r>
        <w:t xml:space="preserve"> </w:t>
      </w:r>
      <w:proofErr w:type="spellStart"/>
      <w:r>
        <w:t>ip</w:t>
      </w:r>
      <w:proofErr w:type="spellEnd"/>
      <w:r>
        <w:t xml:space="preserve"> address 192.168.1.1 255.255.255.0</w:t>
      </w:r>
    </w:p>
    <w:p w14:paraId="3DF9B95D" w14:textId="484A2080" w:rsidR="00F53D64" w:rsidRDefault="00F53D64" w:rsidP="00F53D64">
      <w:pPr>
        <w:pStyle w:val="CMD"/>
      </w:pPr>
      <w:r>
        <w:t xml:space="preserve"> </w:t>
      </w:r>
      <w:proofErr w:type="gramStart"/>
      <w:r>
        <w:t>ipv6</w:t>
      </w:r>
      <w:proofErr w:type="gramEnd"/>
      <w:r>
        <w:t xml:space="preserve"> address fe80::d2:3 link-local</w:t>
      </w:r>
    </w:p>
    <w:p w14:paraId="30490658" w14:textId="5ECDA9B0" w:rsidR="00F53D64" w:rsidRDefault="00F53D64" w:rsidP="00F53D64">
      <w:pPr>
        <w:pStyle w:val="CMD"/>
      </w:pPr>
      <w:r>
        <w:t xml:space="preserve"> </w:t>
      </w:r>
      <w:proofErr w:type="gramStart"/>
      <w:r>
        <w:t>ipv6</w:t>
      </w:r>
      <w:proofErr w:type="gramEnd"/>
      <w:r>
        <w:t xml:space="preserve"> address 2001:db8:acad:1000::1/64</w:t>
      </w:r>
    </w:p>
    <w:p w14:paraId="7C852479" w14:textId="1AA4E35F" w:rsidR="00F53D64" w:rsidRDefault="00F53D64" w:rsidP="00F53D64">
      <w:pPr>
        <w:pStyle w:val="CMD"/>
      </w:pPr>
      <w:r>
        <w:t xml:space="preserve"> no shutdown</w:t>
      </w:r>
    </w:p>
    <w:p w14:paraId="1AD5333D" w14:textId="27726637" w:rsidR="00F53D64" w:rsidRDefault="00F53D64" w:rsidP="00F53D64">
      <w:pPr>
        <w:pStyle w:val="CMD"/>
      </w:pPr>
      <w:r>
        <w:t xml:space="preserve"> exit</w:t>
      </w:r>
    </w:p>
    <w:p w14:paraId="7DD21A7E" w14:textId="5C249AD6" w:rsidR="00F53D64" w:rsidRDefault="00F53D64" w:rsidP="00F53D64">
      <w:pPr>
        <w:pStyle w:val="BodyTextL25Bold"/>
      </w:pPr>
      <w:r>
        <w:t>Switch A1</w:t>
      </w:r>
    </w:p>
    <w:p w14:paraId="004F442C" w14:textId="77777777" w:rsidR="00F53D64" w:rsidRDefault="00F53D64" w:rsidP="00F53D64">
      <w:pPr>
        <w:pStyle w:val="CMD"/>
      </w:pPr>
      <w:r>
        <w:t>hostname A1</w:t>
      </w:r>
    </w:p>
    <w:p w14:paraId="7BF6EAC7" w14:textId="77777777" w:rsidR="00F53D64" w:rsidRDefault="00F53D64" w:rsidP="00F53D64">
      <w:pPr>
        <w:pStyle w:val="CMD"/>
      </w:pPr>
      <w:r>
        <w:t xml:space="preserve">banner </w:t>
      </w:r>
      <w:proofErr w:type="spellStart"/>
      <w:r>
        <w:t>motd</w:t>
      </w:r>
      <w:proofErr w:type="spellEnd"/>
      <w:r>
        <w:t xml:space="preserve"> # A1, Implement HSRP #</w:t>
      </w:r>
    </w:p>
    <w:p w14:paraId="4A99C73C" w14:textId="77777777" w:rsidR="00F53D64" w:rsidRDefault="00F53D64" w:rsidP="00F53D64">
      <w:pPr>
        <w:pStyle w:val="CMD"/>
      </w:pPr>
      <w:r>
        <w:t>line con 0</w:t>
      </w:r>
    </w:p>
    <w:p w14:paraId="087D2317" w14:textId="3EA73BE7" w:rsidR="00F53D64" w:rsidRDefault="00F53D64" w:rsidP="00F53D64">
      <w:pPr>
        <w:pStyle w:val="CMD"/>
      </w:pPr>
      <w:r>
        <w:t xml:space="preserve"> exec-timeout 0 0</w:t>
      </w:r>
    </w:p>
    <w:p w14:paraId="43B7D81C" w14:textId="30B1E329" w:rsidR="00F53D64" w:rsidRDefault="00F53D64" w:rsidP="00F53D64">
      <w:pPr>
        <w:pStyle w:val="CMD"/>
      </w:pPr>
      <w:r>
        <w:t xml:space="preserve"> logging synchronous</w:t>
      </w:r>
    </w:p>
    <w:p w14:paraId="7EEA9132" w14:textId="3364785B" w:rsidR="00F53D64" w:rsidRDefault="00F53D64" w:rsidP="00F53D64">
      <w:pPr>
        <w:pStyle w:val="CMD"/>
      </w:pPr>
      <w:r>
        <w:t xml:space="preserve"> exit</w:t>
      </w:r>
    </w:p>
    <w:p w14:paraId="07D12201" w14:textId="77777777" w:rsidR="00F53D64" w:rsidRDefault="00F53D64" w:rsidP="00F53D64">
      <w:pPr>
        <w:pStyle w:val="CMD"/>
      </w:pPr>
      <w:r>
        <w:t xml:space="preserve">line </w:t>
      </w:r>
      <w:proofErr w:type="spellStart"/>
      <w:r>
        <w:t>vty</w:t>
      </w:r>
      <w:proofErr w:type="spellEnd"/>
      <w:r>
        <w:t xml:space="preserve"> 0 4</w:t>
      </w:r>
    </w:p>
    <w:p w14:paraId="7D123722" w14:textId="306A1A72" w:rsidR="00F53D64" w:rsidRDefault="00F53D64" w:rsidP="00F53D64">
      <w:pPr>
        <w:pStyle w:val="CMD"/>
      </w:pPr>
      <w:r>
        <w:t xml:space="preserve"> privilege level 15</w:t>
      </w:r>
    </w:p>
    <w:p w14:paraId="3EDA0B16" w14:textId="718543A7" w:rsidR="00F53D64" w:rsidRDefault="00F53D64" w:rsidP="00F53D64">
      <w:pPr>
        <w:pStyle w:val="CMD"/>
      </w:pPr>
      <w:r>
        <w:t xml:space="preserve"> password cisco123</w:t>
      </w:r>
    </w:p>
    <w:p w14:paraId="4DE82F05" w14:textId="20815F5F" w:rsidR="00F53D64" w:rsidRDefault="00F53D64" w:rsidP="00F53D64">
      <w:pPr>
        <w:pStyle w:val="CMD"/>
      </w:pPr>
      <w:r>
        <w:t xml:space="preserve"> exec-timeout 0 0</w:t>
      </w:r>
    </w:p>
    <w:p w14:paraId="5F60BF76" w14:textId="1E34832D" w:rsidR="00F53D64" w:rsidRDefault="00F53D64" w:rsidP="00F53D64">
      <w:pPr>
        <w:pStyle w:val="CMD"/>
      </w:pPr>
      <w:r>
        <w:t xml:space="preserve"> logging synchronous</w:t>
      </w:r>
    </w:p>
    <w:p w14:paraId="1D9DFA3F" w14:textId="5F9909A5" w:rsidR="00F53D64" w:rsidRDefault="00F53D64" w:rsidP="00F53D64">
      <w:pPr>
        <w:pStyle w:val="CMD"/>
      </w:pPr>
      <w:r>
        <w:t xml:space="preserve"> login</w:t>
      </w:r>
    </w:p>
    <w:p w14:paraId="5095F756" w14:textId="0D13F6E8" w:rsidR="00F53D64" w:rsidRDefault="00F53D64" w:rsidP="00F53D64">
      <w:pPr>
        <w:pStyle w:val="CMD"/>
      </w:pPr>
      <w:r>
        <w:t xml:space="preserve"> exit</w:t>
      </w:r>
    </w:p>
    <w:p w14:paraId="243E7DC7" w14:textId="7B29968E" w:rsidR="00F53D64" w:rsidRDefault="00F53D64" w:rsidP="00F53D64">
      <w:pPr>
        <w:pStyle w:val="CMD"/>
      </w:pPr>
      <w:proofErr w:type="gramStart"/>
      <w:r>
        <w:t>interface</w:t>
      </w:r>
      <w:proofErr w:type="gramEnd"/>
      <w:r>
        <w:t xml:space="preserve"> range </w:t>
      </w:r>
      <w:r w:rsidR="00B96631">
        <w:t>g1/0/1-24, g1/1/1-4</w:t>
      </w:r>
    </w:p>
    <w:p w14:paraId="0C6C057A" w14:textId="113FB1F4" w:rsidR="00F53D64" w:rsidRDefault="00F53D64" w:rsidP="00F53D64">
      <w:pPr>
        <w:pStyle w:val="CMD"/>
      </w:pPr>
      <w:r>
        <w:t xml:space="preserve"> </w:t>
      </w:r>
      <w:proofErr w:type="gramStart"/>
      <w:r>
        <w:t>shutdown</w:t>
      </w:r>
      <w:proofErr w:type="gramEnd"/>
    </w:p>
    <w:p w14:paraId="271AC60E" w14:textId="539AA905" w:rsidR="00F53D64" w:rsidRDefault="00F53D64" w:rsidP="00F53D64">
      <w:pPr>
        <w:pStyle w:val="CMD"/>
      </w:pPr>
      <w:r>
        <w:t xml:space="preserve"> exit</w:t>
      </w:r>
    </w:p>
    <w:p w14:paraId="492CCB6C" w14:textId="67666B4A" w:rsidR="00F53D64" w:rsidRDefault="00B96631" w:rsidP="00F53D64">
      <w:pPr>
        <w:pStyle w:val="CMD"/>
      </w:pPr>
      <w:proofErr w:type="gramStart"/>
      <w:r>
        <w:t>interface</w:t>
      </w:r>
      <w:proofErr w:type="gramEnd"/>
      <w:r>
        <w:t xml:space="preserve"> range g1/</w:t>
      </w:r>
      <w:r w:rsidR="00F53D64">
        <w:t>0/1-4</w:t>
      </w:r>
    </w:p>
    <w:p w14:paraId="5684BAE3" w14:textId="6F52F450" w:rsidR="00F53D64" w:rsidRDefault="00F53D64" w:rsidP="00F53D64">
      <w:pPr>
        <w:pStyle w:val="CMD"/>
      </w:pPr>
      <w:r>
        <w:t xml:space="preserve"> switchport mode trunk</w:t>
      </w:r>
    </w:p>
    <w:p w14:paraId="3D026956" w14:textId="5C73968C" w:rsidR="00F53D64" w:rsidRDefault="00F53D64" w:rsidP="00F53D64">
      <w:pPr>
        <w:pStyle w:val="CMD"/>
      </w:pPr>
      <w:r>
        <w:t xml:space="preserve"> no shutdown</w:t>
      </w:r>
    </w:p>
    <w:p w14:paraId="208FDE0A" w14:textId="596371DE" w:rsidR="00F53D64" w:rsidRDefault="00F53D64" w:rsidP="00F53D64">
      <w:pPr>
        <w:pStyle w:val="CMD"/>
      </w:pPr>
      <w:r>
        <w:t xml:space="preserve"> exit</w:t>
      </w:r>
    </w:p>
    <w:p w14:paraId="4A45D849" w14:textId="2E2C4386" w:rsidR="00F53D64" w:rsidRDefault="00B96631" w:rsidP="00F53D64">
      <w:pPr>
        <w:pStyle w:val="CMD"/>
      </w:pPr>
      <w:proofErr w:type="gramStart"/>
      <w:r>
        <w:t>interface</w:t>
      </w:r>
      <w:proofErr w:type="gramEnd"/>
      <w:r>
        <w:t xml:space="preserve"> range g1/</w:t>
      </w:r>
      <w:r w:rsidR="00F53D64">
        <w:t>0/1-2</w:t>
      </w:r>
    </w:p>
    <w:p w14:paraId="74873A43" w14:textId="571438E6" w:rsidR="00F53D64" w:rsidRDefault="00F53D64" w:rsidP="00F53D64">
      <w:pPr>
        <w:pStyle w:val="CMD"/>
      </w:pPr>
      <w:r>
        <w:t xml:space="preserve"> channel-group 1 mode active</w:t>
      </w:r>
    </w:p>
    <w:p w14:paraId="02D32311" w14:textId="3DD7B4EF" w:rsidR="00F53D64" w:rsidRDefault="00F53D64" w:rsidP="00F53D64">
      <w:pPr>
        <w:pStyle w:val="CMD"/>
      </w:pPr>
      <w:r>
        <w:t xml:space="preserve"> exit</w:t>
      </w:r>
    </w:p>
    <w:p w14:paraId="78F4E710" w14:textId="348BA802" w:rsidR="00F53D64" w:rsidRDefault="00B96631" w:rsidP="00F53D64">
      <w:pPr>
        <w:pStyle w:val="CMD"/>
      </w:pPr>
      <w:proofErr w:type="gramStart"/>
      <w:r>
        <w:t>interface</w:t>
      </w:r>
      <w:proofErr w:type="gramEnd"/>
      <w:r>
        <w:t xml:space="preserve"> range g1/</w:t>
      </w:r>
      <w:r w:rsidR="00F53D64">
        <w:t>0/3-4</w:t>
      </w:r>
    </w:p>
    <w:p w14:paraId="6651513D" w14:textId="17450573" w:rsidR="00F53D64" w:rsidRDefault="00F53D64" w:rsidP="00F53D64">
      <w:pPr>
        <w:pStyle w:val="CMD"/>
      </w:pPr>
      <w:r>
        <w:t xml:space="preserve"> channel-group 2 mode active</w:t>
      </w:r>
    </w:p>
    <w:p w14:paraId="58A68ED0" w14:textId="4DEED156" w:rsidR="00F53D64" w:rsidRDefault="00F53D64" w:rsidP="00F53D64">
      <w:pPr>
        <w:pStyle w:val="CMD"/>
      </w:pPr>
      <w:r>
        <w:t xml:space="preserve"> exit</w:t>
      </w:r>
    </w:p>
    <w:p w14:paraId="08C1B2DC" w14:textId="77777777" w:rsidR="00F53D64" w:rsidRDefault="00F53D64" w:rsidP="00F53D64">
      <w:pPr>
        <w:pStyle w:val="CMD"/>
      </w:pPr>
      <w:proofErr w:type="spellStart"/>
      <w:r>
        <w:t>vlan</w:t>
      </w:r>
      <w:proofErr w:type="spellEnd"/>
      <w:r>
        <w:t xml:space="preserve"> 11</w:t>
      </w:r>
    </w:p>
    <w:p w14:paraId="09F7479D" w14:textId="77777777" w:rsidR="00F53D64" w:rsidRDefault="00F53D64" w:rsidP="00F53D64">
      <w:pPr>
        <w:pStyle w:val="CMD"/>
      </w:pPr>
      <w:r>
        <w:t xml:space="preserve"> name FIRST_VLAN</w:t>
      </w:r>
    </w:p>
    <w:p w14:paraId="6E831385" w14:textId="77777777" w:rsidR="00F53D64" w:rsidRDefault="00F53D64" w:rsidP="00F53D64">
      <w:pPr>
        <w:pStyle w:val="CMD"/>
      </w:pPr>
      <w:r>
        <w:t xml:space="preserve"> exit</w:t>
      </w:r>
    </w:p>
    <w:p w14:paraId="3590CC14" w14:textId="77777777" w:rsidR="00F53D64" w:rsidRDefault="00F53D64" w:rsidP="00F53D64">
      <w:pPr>
        <w:pStyle w:val="CMD"/>
      </w:pPr>
      <w:proofErr w:type="spellStart"/>
      <w:r>
        <w:t>vlan</w:t>
      </w:r>
      <w:proofErr w:type="spellEnd"/>
      <w:r>
        <w:t xml:space="preserve"> 21</w:t>
      </w:r>
    </w:p>
    <w:p w14:paraId="0EF1F15D" w14:textId="77777777" w:rsidR="00F53D64" w:rsidRDefault="00F53D64" w:rsidP="00F53D64">
      <w:pPr>
        <w:pStyle w:val="CMD"/>
      </w:pPr>
      <w:r>
        <w:t xml:space="preserve"> name SECOND_VLAN</w:t>
      </w:r>
    </w:p>
    <w:p w14:paraId="72C524F2" w14:textId="77777777" w:rsidR="00F53D64" w:rsidRDefault="00F53D64" w:rsidP="00F53D64">
      <w:pPr>
        <w:pStyle w:val="CMD"/>
      </w:pPr>
      <w:r>
        <w:t xml:space="preserve"> exit</w:t>
      </w:r>
    </w:p>
    <w:p w14:paraId="10273F8B" w14:textId="61499567" w:rsidR="00F53D64" w:rsidRDefault="00B96631" w:rsidP="00F53D64">
      <w:pPr>
        <w:pStyle w:val="CMD"/>
      </w:pPr>
      <w:proofErr w:type="gramStart"/>
      <w:r>
        <w:t>interface</w:t>
      </w:r>
      <w:proofErr w:type="gramEnd"/>
      <w:r>
        <w:t xml:space="preserve"> g1/</w:t>
      </w:r>
      <w:r w:rsidR="00F53D64">
        <w:t>0/23</w:t>
      </w:r>
    </w:p>
    <w:p w14:paraId="4CBD7310" w14:textId="77777777" w:rsidR="00F53D64" w:rsidRDefault="00F53D64" w:rsidP="00F53D64">
      <w:pPr>
        <w:pStyle w:val="CMD"/>
      </w:pPr>
      <w:r>
        <w:t xml:space="preserve"> switchport mode access</w:t>
      </w:r>
    </w:p>
    <w:p w14:paraId="1AF4162A" w14:textId="77777777" w:rsidR="00F53D64" w:rsidRDefault="00F53D64" w:rsidP="00F53D64">
      <w:pPr>
        <w:pStyle w:val="CMD"/>
      </w:pPr>
      <w:r>
        <w:t xml:space="preserve"> </w:t>
      </w:r>
      <w:proofErr w:type="spellStart"/>
      <w:r>
        <w:t>switchport</w:t>
      </w:r>
      <w:proofErr w:type="spellEnd"/>
      <w:r>
        <w:t xml:space="preserve"> access </w:t>
      </w:r>
      <w:proofErr w:type="spellStart"/>
      <w:r>
        <w:t>vlan</w:t>
      </w:r>
      <w:proofErr w:type="spellEnd"/>
      <w:r>
        <w:t xml:space="preserve"> 11</w:t>
      </w:r>
    </w:p>
    <w:p w14:paraId="21030B92" w14:textId="77777777" w:rsidR="00F53D64" w:rsidRDefault="00F53D64" w:rsidP="00F53D64">
      <w:pPr>
        <w:pStyle w:val="CMD"/>
      </w:pPr>
      <w:r>
        <w:t xml:space="preserve"> </w:t>
      </w:r>
      <w:proofErr w:type="gramStart"/>
      <w:r>
        <w:t>spanning-tree</w:t>
      </w:r>
      <w:proofErr w:type="gramEnd"/>
      <w:r>
        <w:t xml:space="preserve"> </w:t>
      </w:r>
      <w:proofErr w:type="spellStart"/>
      <w:r>
        <w:t>portfast</w:t>
      </w:r>
      <w:proofErr w:type="spellEnd"/>
    </w:p>
    <w:p w14:paraId="0CDFB05E" w14:textId="77777777" w:rsidR="00F53D64" w:rsidRDefault="00F53D64" w:rsidP="00F53D64">
      <w:pPr>
        <w:pStyle w:val="CMD"/>
      </w:pPr>
      <w:r>
        <w:t xml:space="preserve"> no shutdown</w:t>
      </w:r>
    </w:p>
    <w:p w14:paraId="7C7DAED5" w14:textId="77777777" w:rsidR="00F53D64" w:rsidRDefault="00F53D64" w:rsidP="00F53D64">
      <w:pPr>
        <w:pStyle w:val="CMD"/>
      </w:pPr>
      <w:r>
        <w:t xml:space="preserve"> exit</w:t>
      </w:r>
    </w:p>
    <w:p w14:paraId="7CA9136B" w14:textId="7A4D5552" w:rsidR="00F53D64" w:rsidRDefault="00F53D64" w:rsidP="00F53D64">
      <w:pPr>
        <w:pStyle w:val="CMD"/>
      </w:pPr>
      <w:proofErr w:type="gramStart"/>
      <w:r>
        <w:t>interface</w:t>
      </w:r>
      <w:proofErr w:type="gramEnd"/>
      <w:r>
        <w:t xml:space="preserve"> </w:t>
      </w:r>
      <w:r w:rsidR="00B96631">
        <w:t>g1/</w:t>
      </w:r>
      <w:r>
        <w:t>0/24</w:t>
      </w:r>
    </w:p>
    <w:p w14:paraId="7D5ADB64" w14:textId="77777777" w:rsidR="00F53D64" w:rsidRDefault="00F53D64" w:rsidP="00F53D64">
      <w:pPr>
        <w:pStyle w:val="CMD"/>
      </w:pPr>
      <w:r>
        <w:t xml:space="preserve"> switchport mode access</w:t>
      </w:r>
    </w:p>
    <w:p w14:paraId="219F7E58" w14:textId="77777777" w:rsidR="00F53D64" w:rsidRDefault="00F53D64" w:rsidP="00F53D64">
      <w:pPr>
        <w:pStyle w:val="CMD"/>
      </w:pPr>
      <w:r>
        <w:t xml:space="preserve"> </w:t>
      </w:r>
      <w:proofErr w:type="spellStart"/>
      <w:r>
        <w:t>switchport</w:t>
      </w:r>
      <w:proofErr w:type="spellEnd"/>
      <w:r>
        <w:t xml:space="preserve"> access </w:t>
      </w:r>
      <w:proofErr w:type="spellStart"/>
      <w:r>
        <w:t>vlan</w:t>
      </w:r>
      <w:proofErr w:type="spellEnd"/>
      <w:r>
        <w:t xml:space="preserve"> 21</w:t>
      </w:r>
    </w:p>
    <w:p w14:paraId="7EBEC8E9" w14:textId="77777777" w:rsidR="00F53D64" w:rsidRDefault="00F53D64" w:rsidP="00F53D64">
      <w:pPr>
        <w:pStyle w:val="CMD"/>
      </w:pPr>
      <w:r>
        <w:t xml:space="preserve"> </w:t>
      </w:r>
      <w:proofErr w:type="gramStart"/>
      <w:r>
        <w:t>spanning-tree</w:t>
      </w:r>
      <w:proofErr w:type="gramEnd"/>
      <w:r>
        <w:t xml:space="preserve"> </w:t>
      </w:r>
      <w:proofErr w:type="spellStart"/>
      <w:r>
        <w:t>portfast</w:t>
      </w:r>
      <w:proofErr w:type="spellEnd"/>
    </w:p>
    <w:p w14:paraId="782E95C4" w14:textId="77777777" w:rsidR="00F53D64" w:rsidRDefault="00F53D64" w:rsidP="00F53D64">
      <w:pPr>
        <w:pStyle w:val="CMD"/>
      </w:pPr>
      <w:r>
        <w:t xml:space="preserve"> no shutdown</w:t>
      </w:r>
    </w:p>
    <w:p w14:paraId="2E347B9D" w14:textId="77777777" w:rsidR="00F53D64" w:rsidRDefault="00F53D64" w:rsidP="00F53D64">
      <w:pPr>
        <w:pStyle w:val="CMD"/>
      </w:pPr>
      <w:r>
        <w:t xml:space="preserve"> exit</w:t>
      </w:r>
    </w:p>
    <w:p w14:paraId="2E76EFCE" w14:textId="77777777" w:rsidR="00F53D64" w:rsidRDefault="00F53D64" w:rsidP="00F53D64">
      <w:pPr>
        <w:pStyle w:val="CMD"/>
      </w:pPr>
      <w:r>
        <w:t xml:space="preserve">interface </w:t>
      </w:r>
      <w:proofErr w:type="spellStart"/>
      <w:r>
        <w:t>vlan</w:t>
      </w:r>
      <w:proofErr w:type="spellEnd"/>
      <w:r>
        <w:t xml:space="preserve"> 11</w:t>
      </w:r>
    </w:p>
    <w:p w14:paraId="23DA8D66" w14:textId="77777777" w:rsidR="00F53D64" w:rsidRDefault="00F53D64" w:rsidP="00F53D64">
      <w:pPr>
        <w:pStyle w:val="CMD"/>
      </w:pPr>
      <w:r>
        <w:t xml:space="preserve"> </w:t>
      </w:r>
      <w:proofErr w:type="spellStart"/>
      <w:r>
        <w:t>ip</w:t>
      </w:r>
      <w:proofErr w:type="spellEnd"/>
      <w:r>
        <w:t xml:space="preserve"> address 10.11.0.3 255.255.255.0</w:t>
      </w:r>
    </w:p>
    <w:p w14:paraId="126F5A8C" w14:textId="77777777" w:rsidR="00F53D64" w:rsidRDefault="00F53D64" w:rsidP="00F53D64">
      <w:pPr>
        <w:pStyle w:val="CMD"/>
      </w:pPr>
      <w:r>
        <w:t xml:space="preserve"> </w:t>
      </w:r>
      <w:proofErr w:type="gramStart"/>
      <w:r>
        <w:t>ipv6</w:t>
      </w:r>
      <w:proofErr w:type="gramEnd"/>
      <w:r>
        <w:t xml:space="preserve"> address fe80::a1:1 link-local</w:t>
      </w:r>
    </w:p>
    <w:p w14:paraId="54F17431" w14:textId="77777777" w:rsidR="00F53D64" w:rsidRDefault="00F53D64" w:rsidP="00F53D64">
      <w:pPr>
        <w:pStyle w:val="CMD"/>
      </w:pPr>
      <w:r>
        <w:t xml:space="preserve"> </w:t>
      </w:r>
      <w:proofErr w:type="gramStart"/>
      <w:r>
        <w:t>ipv6</w:t>
      </w:r>
      <w:proofErr w:type="gramEnd"/>
      <w:r>
        <w:t xml:space="preserve"> address 2001:db8:acad:11::3/64</w:t>
      </w:r>
    </w:p>
    <w:p w14:paraId="4E0352A4" w14:textId="77777777" w:rsidR="00F53D64" w:rsidRDefault="00F53D64" w:rsidP="00F53D64">
      <w:pPr>
        <w:pStyle w:val="CMD"/>
      </w:pPr>
      <w:r>
        <w:t xml:space="preserve"> no shutdown</w:t>
      </w:r>
    </w:p>
    <w:p w14:paraId="70864B6C" w14:textId="77777777" w:rsidR="00F53D64" w:rsidRDefault="00F53D64" w:rsidP="00F53D64">
      <w:pPr>
        <w:pStyle w:val="CMD"/>
      </w:pPr>
      <w:r>
        <w:t xml:space="preserve"> exit</w:t>
      </w:r>
    </w:p>
    <w:p w14:paraId="774FF9F2" w14:textId="774C2152" w:rsidR="00F53D64" w:rsidRDefault="00F53D64" w:rsidP="00F53D64">
      <w:pPr>
        <w:pStyle w:val="CMD"/>
      </w:pPr>
      <w:proofErr w:type="spellStart"/>
      <w:r>
        <w:t>ip</w:t>
      </w:r>
      <w:proofErr w:type="spellEnd"/>
      <w:r>
        <w:t xml:space="preserve"> default-gateway 10.11.0.254</w:t>
      </w:r>
    </w:p>
    <w:p w14:paraId="0E78FB15" w14:textId="77777777" w:rsidR="00B96631" w:rsidRDefault="009A0842" w:rsidP="009A3776">
      <w:pPr>
        <w:pStyle w:val="SubStepAlpha"/>
      </w:pPr>
      <w:r>
        <w:t>Set the clock on each switch to UTC time.</w:t>
      </w:r>
    </w:p>
    <w:p w14:paraId="35A8E561" w14:textId="5C10E047" w:rsidR="009A3776" w:rsidRDefault="009A3776" w:rsidP="009A3776">
      <w:pPr>
        <w:pStyle w:val="SubStepAlpha"/>
      </w:pPr>
      <w:r>
        <w:t>Close configuration window</w:t>
      </w:r>
    </w:p>
    <w:p w14:paraId="08B96C17" w14:textId="77777777" w:rsidR="009A0842" w:rsidRDefault="009A0842" w:rsidP="003D1F74">
      <w:pPr>
        <w:pStyle w:val="Heading3"/>
        <w:spacing w:before="120"/>
      </w:pPr>
      <w:r>
        <w:t>Configure the PCs for network connectivity.</w:t>
      </w:r>
    </w:p>
    <w:p w14:paraId="4C746AF9" w14:textId="77777777" w:rsidR="009A0842" w:rsidRDefault="009A0842" w:rsidP="009A0842">
      <w:pPr>
        <w:pStyle w:val="BodyTextL25"/>
      </w:pPr>
      <w:r>
        <w:t>Configure PC1 and PC2 with the IPv4 address, subnet mask, and default gateway specified in the topology diagram. The IPv6 address and default gateway information for each PC will come from SLAAC.</w:t>
      </w:r>
    </w:p>
    <w:p w14:paraId="2938AA46" w14:textId="77777777" w:rsidR="009A0842" w:rsidRDefault="009A0842" w:rsidP="009A0842">
      <w:pPr>
        <w:pStyle w:val="Heading2"/>
      </w:pPr>
      <w:r>
        <w:t>Configure and Observe HSRP for IPv4 and IPv6.</w:t>
      </w:r>
    </w:p>
    <w:p w14:paraId="7DE914C5" w14:textId="67451B91" w:rsidR="009A0842" w:rsidRDefault="009A0842" w:rsidP="009A0842">
      <w:pPr>
        <w:pStyle w:val="BodyTextL25"/>
      </w:pPr>
      <w:r>
        <w:t>In Part 2</w:t>
      </w:r>
      <w:r w:rsidR="00D40EDA">
        <w:t>,</w:t>
      </w:r>
      <w:r>
        <w:t xml:space="preserve"> you will configure and test HSRPv2 in support of IPv4 and IPv6.</w:t>
      </w:r>
    </w:p>
    <w:p w14:paraId="71CEC57F" w14:textId="77777777" w:rsidR="009A0842" w:rsidRPr="00653B3B" w:rsidRDefault="009A0842" w:rsidP="009A0842">
      <w:pPr>
        <w:pStyle w:val="BodyTextL25"/>
      </w:pPr>
      <w:r w:rsidRPr="00653B3B">
        <w:t xml:space="preserve">HSRP provides redundancy in the network. The </w:t>
      </w:r>
      <w:r>
        <w:t>traffic</w:t>
      </w:r>
      <w:r w:rsidRPr="00653B3B">
        <w:t xml:space="preserve"> can be load-balanced by using the </w:t>
      </w:r>
      <w:r w:rsidRPr="009A0842">
        <w:rPr>
          <w:b/>
          <w:bCs/>
        </w:rPr>
        <w:t>standby</w:t>
      </w:r>
      <w:r w:rsidRPr="00653B3B">
        <w:t xml:space="preserve"> </w:t>
      </w:r>
      <w:r w:rsidRPr="009A0842">
        <w:rPr>
          <w:i/>
          <w:iCs/>
        </w:rPr>
        <w:t>group</w:t>
      </w:r>
      <w:r w:rsidRPr="00653B3B">
        <w:t xml:space="preserve"> </w:t>
      </w:r>
      <w:r w:rsidRPr="009A0842">
        <w:rPr>
          <w:b/>
          <w:bCs/>
        </w:rPr>
        <w:t>priority</w:t>
      </w:r>
      <w:r w:rsidRPr="00653B3B">
        <w:t xml:space="preserve"> </w:t>
      </w:r>
      <w:proofErr w:type="spellStart"/>
      <w:r w:rsidRPr="009A0842">
        <w:rPr>
          <w:i/>
          <w:iCs/>
        </w:rPr>
        <w:t>priority</w:t>
      </w:r>
      <w:proofErr w:type="spellEnd"/>
      <w:r w:rsidRPr="00653B3B">
        <w:t xml:space="preserve"> command.</w:t>
      </w:r>
    </w:p>
    <w:p w14:paraId="247B83C3" w14:textId="77777777" w:rsidR="009A0842" w:rsidRPr="00653B3B" w:rsidRDefault="009A0842" w:rsidP="00F53D64">
      <w:pPr>
        <w:pStyle w:val="BodyTextL25"/>
      </w:pPr>
      <w:r>
        <w:t xml:space="preserve">IP routing is enabled on D1 and D2. </w:t>
      </w:r>
      <w:r w:rsidRPr="00653B3B">
        <w:t>Each route processor can route between the SVIs configured on its switch. In addition to the real IP address assigned to each switch SVI, assign a third IP address in each subnet to be used as a virtual gateway address. HSRP negotiates and determines which switch accepts information forwarded to the virtual gateway IP address.</w:t>
      </w:r>
    </w:p>
    <w:p w14:paraId="317A9599" w14:textId="77777777" w:rsidR="009A0842" w:rsidRDefault="009A0842" w:rsidP="009A0842">
      <w:pPr>
        <w:pStyle w:val="BodyTextL25"/>
      </w:pPr>
      <w:r w:rsidRPr="00653B3B">
        <w:t>Th</w:t>
      </w:r>
      <w:r w:rsidRPr="009A0842">
        <w:t xml:space="preserve">e </w:t>
      </w:r>
      <w:r w:rsidRPr="009A0842">
        <w:rPr>
          <w:b/>
          <w:bCs/>
        </w:rPr>
        <w:t>standby</w:t>
      </w:r>
      <w:r w:rsidRPr="009A0842">
        <w:t xml:space="preserve"> </w:t>
      </w:r>
      <w:r w:rsidRPr="00653B3B">
        <w:t xml:space="preserve">command configures the IP address of the virtual gateway, sets the priority for each </w:t>
      </w:r>
      <w:r>
        <w:t>group</w:t>
      </w:r>
      <w:r w:rsidRPr="00653B3B">
        <w:t>, and configures the router for preempt</w:t>
      </w:r>
      <w:r>
        <w:t>ion</w:t>
      </w:r>
      <w:r w:rsidRPr="00653B3B">
        <w:t xml:space="preserve">. Preemption allows the router with the higher priority to become the active router after a network failure has been resolved. Notice that </w:t>
      </w:r>
      <w:r>
        <w:t xml:space="preserve">the abbreviation HSRP </w:t>
      </w:r>
      <w:r w:rsidRPr="00653B3B">
        <w:t>is not used in the command syntax to implement HSRP.</w:t>
      </w:r>
      <w:r>
        <w:t xml:space="preserve"> HSRP version 2 must be implemented to support IPv6. This is accomplished by using the </w:t>
      </w:r>
      <w:r w:rsidRPr="00E14577">
        <w:rPr>
          <w:rFonts w:ascii="Courier New" w:hAnsi="Courier New" w:cs="Courier New"/>
          <w:b/>
        </w:rPr>
        <w:t>standby version 2</w:t>
      </w:r>
      <w:r>
        <w:t xml:space="preserve"> command on every interface required.</w:t>
      </w:r>
    </w:p>
    <w:p w14:paraId="46C9EC8B" w14:textId="77777777" w:rsidR="009A0842" w:rsidRDefault="009A0842" w:rsidP="009A0842">
      <w:pPr>
        <w:pStyle w:val="BodyTextL25"/>
      </w:pPr>
      <w:r>
        <w:t xml:space="preserve">The </w:t>
      </w:r>
      <w:r w:rsidRPr="009A0842">
        <w:rPr>
          <w:b/>
          <w:bCs/>
        </w:rPr>
        <w:t xml:space="preserve">standby x ipv6 </w:t>
      </w:r>
      <w:proofErr w:type="spellStart"/>
      <w:r w:rsidRPr="009A0842">
        <w:rPr>
          <w:b/>
          <w:bCs/>
        </w:rPr>
        <w:t>autoconfig</w:t>
      </w:r>
      <w:proofErr w:type="spellEnd"/>
      <w:r>
        <w:t xml:space="preserve"> command, where x is the assigned HSRP group number, is used to assign the group an automatically generated virtual ipv6 address. Note that the group number used for IPv6 on an interface must be different than the group used for IPv4.</w:t>
      </w:r>
    </w:p>
    <w:p w14:paraId="4B8461CB" w14:textId="77777777" w:rsidR="009A0842" w:rsidRDefault="009A0842" w:rsidP="009A0842">
      <w:pPr>
        <w:pStyle w:val="BodyTextL25"/>
      </w:pPr>
      <w:r>
        <w:t>In this lab, the group numbers will be 11 and 21 for IPv4, and 116 and 216 for IPv6.</w:t>
      </w:r>
    </w:p>
    <w:p w14:paraId="30A885A9" w14:textId="77777777" w:rsidR="009A0842" w:rsidRPr="00653B3B" w:rsidRDefault="009A0842" w:rsidP="00F53D64">
      <w:pPr>
        <w:pStyle w:val="BodyTextL25"/>
      </w:pPr>
      <w:r w:rsidRPr="00653B3B">
        <w:t xml:space="preserve">In the following configurations, the priority for </w:t>
      </w:r>
      <w:r>
        <w:t>VLAN 11 on D1 is set to 150</w:t>
      </w:r>
      <w:r w:rsidRPr="00653B3B">
        <w:t xml:space="preserve">, making it the active </w:t>
      </w:r>
      <w:proofErr w:type="spellStart"/>
      <w:r w:rsidRPr="00653B3B">
        <w:t>router</w:t>
      </w:r>
      <w:proofErr w:type="spellEnd"/>
      <w:r w:rsidRPr="00653B3B">
        <w:t xml:space="preserve"> for </w:t>
      </w:r>
      <w:r>
        <w:t>VLAN 11</w:t>
      </w:r>
      <w:r w:rsidRPr="00653B3B">
        <w:t xml:space="preserve">. </w:t>
      </w:r>
      <w:r>
        <w:t>VLAN 21 has</w:t>
      </w:r>
      <w:r w:rsidRPr="00653B3B">
        <w:t xml:space="preserve"> </w:t>
      </w:r>
      <w:r>
        <w:t>the</w:t>
      </w:r>
      <w:r w:rsidRPr="00653B3B">
        <w:t xml:space="preserve"> default priority of 100 on D1, making D1 the standby router for </w:t>
      </w:r>
      <w:r>
        <w:t>VLAN 21</w:t>
      </w:r>
      <w:r w:rsidRPr="00653B3B">
        <w:t xml:space="preserve">. D2 is configured to be the active </w:t>
      </w:r>
      <w:proofErr w:type="spellStart"/>
      <w:r w:rsidRPr="00653B3B">
        <w:t>router</w:t>
      </w:r>
      <w:proofErr w:type="spellEnd"/>
      <w:r w:rsidRPr="00653B3B">
        <w:t xml:space="preserve"> for </w:t>
      </w:r>
      <w:r>
        <w:t>VLAN 21</w:t>
      </w:r>
      <w:r w:rsidRPr="00653B3B">
        <w:t xml:space="preserve"> with a priority of 150, and the standby router for VLAN</w:t>
      </w:r>
      <w:r>
        <w:t xml:space="preserve"> 11</w:t>
      </w:r>
      <w:r w:rsidRPr="00653B3B">
        <w:t xml:space="preserve"> with a default priority of 100.</w:t>
      </w:r>
    </w:p>
    <w:p w14:paraId="4C1C60DC" w14:textId="24CBCC13" w:rsidR="009A0842" w:rsidRPr="002F3FC9" w:rsidRDefault="009A0842" w:rsidP="009A0842">
      <w:pPr>
        <w:pStyle w:val="BodyTextL25"/>
      </w:pPr>
      <w:r w:rsidRPr="00F53D64">
        <w:rPr>
          <w:b/>
          <w:bCs/>
        </w:rPr>
        <w:t>Note</w:t>
      </w:r>
      <w:r w:rsidRPr="00653B3B">
        <w:t>: It is recommended that the HSRP group number be mapped to VLAN number.</w:t>
      </w:r>
    </w:p>
    <w:p w14:paraId="77BCC829" w14:textId="77777777" w:rsidR="009A0842" w:rsidRDefault="009A0842" w:rsidP="009A0842">
      <w:pPr>
        <w:pStyle w:val="Heading3"/>
      </w:pPr>
      <w:r>
        <w:t>Configure HSRPv2 on Switch D1.</w:t>
      </w:r>
    </w:p>
    <w:p w14:paraId="2057D0D8" w14:textId="40CE87D2" w:rsidR="009A0842" w:rsidRDefault="009A0842" w:rsidP="003D1F74">
      <w:pPr>
        <w:pStyle w:val="SubStepAlpha"/>
        <w:spacing w:after="0"/>
      </w:pPr>
      <w:r>
        <w:t>Configure standby group 11 on interface VLAN 11 for HSRP version 2, a standby IP address of 10.11.0.254, a priority of 150, and preemption.</w:t>
      </w:r>
    </w:p>
    <w:p w14:paraId="4E3D6632" w14:textId="677E16CC" w:rsidR="003D1F74" w:rsidRDefault="003D1F74" w:rsidP="003D1F74">
      <w:pPr>
        <w:pStyle w:val="ConfigWindow"/>
      </w:pPr>
      <w:r>
        <w:t>Open configuration window</w:t>
      </w:r>
    </w:p>
    <w:p w14:paraId="63F3C35C" w14:textId="77777777" w:rsidR="009A0842" w:rsidRPr="000952F9" w:rsidRDefault="009A0842" w:rsidP="009A0842">
      <w:pPr>
        <w:pStyle w:val="CMD"/>
        <w:rPr>
          <w:b/>
          <w:bCs/>
        </w:rPr>
      </w:pPr>
      <w:r>
        <w:t>D1(</w:t>
      </w:r>
      <w:proofErr w:type="spellStart"/>
      <w:r>
        <w:t>config</w:t>
      </w:r>
      <w:proofErr w:type="spellEnd"/>
      <w:r>
        <w:t xml:space="preserve">)# </w:t>
      </w:r>
      <w:r w:rsidRPr="000952F9">
        <w:rPr>
          <w:b/>
          <w:bCs/>
        </w:rPr>
        <w:t xml:space="preserve">interface </w:t>
      </w:r>
      <w:proofErr w:type="spellStart"/>
      <w:r w:rsidRPr="000952F9">
        <w:rPr>
          <w:b/>
          <w:bCs/>
        </w:rPr>
        <w:t>vlan</w:t>
      </w:r>
      <w:proofErr w:type="spellEnd"/>
      <w:r w:rsidRPr="000952F9">
        <w:rPr>
          <w:b/>
          <w:bCs/>
        </w:rPr>
        <w:t xml:space="preserve"> 11</w:t>
      </w:r>
    </w:p>
    <w:p w14:paraId="199A98E9" w14:textId="574F9DE7" w:rsidR="009A0842" w:rsidRPr="000952F9" w:rsidRDefault="009A0842" w:rsidP="009A0842">
      <w:pPr>
        <w:pStyle w:val="CMD"/>
        <w:rPr>
          <w:b/>
          <w:bCs/>
        </w:rPr>
      </w:pPr>
      <w:proofErr w:type="gramStart"/>
      <w:r>
        <w:t>D1(</w:t>
      </w:r>
      <w:proofErr w:type="gramEnd"/>
      <w:r>
        <w:t xml:space="preserve">config-if)# </w:t>
      </w:r>
      <w:r w:rsidRPr="000952F9">
        <w:rPr>
          <w:b/>
          <w:bCs/>
        </w:rPr>
        <w:t>standby version 2</w:t>
      </w:r>
    </w:p>
    <w:p w14:paraId="5AE8D91E" w14:textId="77777777" w:rsidR="009A0842" w:rsidRPr="000952F9" w:rsidRDefault="009A0842" w:rsidP="009A0842">
      <w:pPr>
        <w:pStyle w:val="CMD"/>
        <w:rPr>
          <w:b/>
          <w:bCs/>
        </w:rPr>
      </w:pPr>
      <w:proofErr w:type="gramStart"/>
      <w:r>
        <w:t>D1(</w:t>
      </w:r>
      <w:proofErr w:type="spellStart"/>
      <w:proofErr w:type="gramEnd"/>
      <w:r>
        <w:t>config</w:t>
      </w:r>
      <w:proofErr w:type="spellEnd"/>
      <w:r>
        <w:t xml:space="preserve">-if)# </w:t>
      </w:r>
      <w:r w:rsidRPr="000952F9">
        <w:rPr>
          <w:b/>
          <w:bCs/>
        </w:rPr>
        <w:t xml:space="preserve">standby 11 </w:t>
      </w:r>
      <w:proofErr w:type="spellStart"/>
      <w:r w:rsidRPr="000952F9">
        <w:rPr>
          <w:b/>
          <w:bCs/>
        </w:rPr>
        <w:t>ip</w:t>
      </w:r>
      <w:proofErr w:type="spellEnd"/>
      <w:r w:rsidRPr="000952F9">
        <w:rPr>
          <w:b/>
          <w:bCs/>
        </w:rPr>
        <w:t xml:space="preserve"> 10.11.0.254</w:t>
      </w:r>
    </w:p>
    <w:p w14:paraId="31DE2FC3" w14:textId="77777777" w:rsidR="009A0842" w:rsidRDefault="009A0842" w:rsidP="009A0842">
      <w:pPr>
        <w:pStyle w:val="CMD"/>
      </w:pPr>
      <w:proofErr w:type="gramStart"/>
      <w:r>
        <w:t>D1(</w:t>
      </w:r>
      <w:proofErr w:type="gramEnd"/>
      <w:r>
        <w:t xml:space="preserve">config-if)# </w:t>
      </w:r>
      <w:r w:rsidRPr="000952F9">
        <w:rPr>
          <w:b/>
          <w:bCs/>
        </w:rPr>
        <w:t>standby 11 priority 150</w:t>
      </w:r>
    </w:p>
    <w:p w14:paraId="33DB19D7" w14:textId="77777777" w:rsidR="009A0842" w:rsidRPr="000952F9" w:rsidRDefault="009A0842" w:rsidP="009A0842">
      <w:pPr>
        <w:pStyle w:val="CMD"/>
        <w:rPr>
          <w:b/>
          <w:bCs/>
        </w:rPr>
      </w:pPr>
      <w:proofErr w:type="gramStart"/>
      <w:r>
        <w:t>D1(</w:t>
      </w:r>
      <w:proofErr w:type="gramEnd"/>
      <w:r>
        <w:t xml:space="preserve">config-if)# </w:t>
      </w:r>
      <w:r w:rsidRPr="000952F9">
        <w:rPr>
          <w:b/>
          <w:bCs/>
        </w:rPr>
        <w:t>standby 11 preempt</w:t>
      </w:r>
    </w:p>
    <w:p w14:paraId="777B2A50" w14:textId="77777777" w:rsidR="009A0842" w:rsidRDefault="009A0842" w:rsidP="003034EC">
      <w:pPr>
        <w:pStyle w:val="SubStepAlpha"/>
      </w:pPr>
      <w:r>
        <w:t xml:space="preserve">Configure standby group 116 on interface </w:t>
      </w:r>
      <w:proofErr w:type="spellStart"/>
      <w:r>
        <w:t>vlan</w:t>
      </w:r>
      <w:proofErr w:type="spellEnd"/>
      <w:r>
        <w:t xml:space="preserve"> 11 for ipv6 </w:t>
      </w:r>
      <w:proofErr w:type="spellStart"/>
      <w:r>
        <w:t>autoconfig</w:t>
      </w:r>
      <w:proofErr w:type="spellEnd"/>
      <w:r>
        <w:t xml:space="preserve"> command,</w:t>
      </w:r>
      <w:r w:rsidRPr="000952F9">
        <w:t xml:space="preserve"> </w:t>
      </w:r>
      <w:r>
        <w:t>a priority of 150, and preemption.</w:t>
      </w:r>
    </w:p>
    <w:p w14:paraId="4B133DC4" w14:textId="77777777" w:rsidR="009A0842" w:rsidRDefault="009A0842" w:rsidP="009A0842">
      <w:pPr>
        <w:pStyle w:val="CMD"/>
      </w:pPr>
      <w:proofErr w:type="gramStart"/>
      <w:r>
        <w:t>D1(</w:t>
      </w:r>
      <w:proofErr w:type="gramEnd"/>
      <w:r>
        <w:t xml:space="preserve">config-if)# </w:t>
      </w:r>
      <w:r w:rsidRPr="000952F9">
        <w:rPr>
          <w:b/>
          <w:bCs/>
        </w:rPr>
        <w:t xml:space="preserve">standby 116 ipv6 </w:t>
      </w:r>
      <w:proofErr w:type="spellStart"/>
      <w:r w:rsidRPr="000952F9">
        <w:rPr>
          <w:b/>
          <w:bCs/>
        </w:rPr>
        <w:t>autoconfig</w:t>
      </w:r>
      <w:proofErr w:type="spellEnd"/>
    </w:p>
    <w:p w14:paraId="3C356809" w14:textId="77777777" w:rsidR="009A0842" w:rsidRDefault="009A0842" w:rsidP="009A0842">
      <w:pPr>
        <w:pStyle w:val="CMD"/>
      </w:pPr>
      <w:proofErr w:type="gramStart"/>
      <w:r>
        <w:t>D1(</w:t>
      </w:r>
      <w:proofErr w:type="gramEnd"/>
      <w:r>
        <w:t xml:space="preserve">config-if)# </w:t>
      </w:r>
      <w:r w:rsidRPr="000952F9">
        <w:rPr>
          <w:b/>
          <w:bCs/>
        </w:rPr>
        <w:t>standby 116 priority 150</w:t>
      </w:r>
    </w:p>
    <w:p w14:paraId="67E50752" w14:textId="77777777" w:rsidR="009A0842" w:rsidRPr="000952F9" w:rsidRDefault="009A0842" w:rsidP="009A0842">
      <w:pPr>
        <w:pStyle w:val="CMD"/>
        <w:rPr>
          <w:b/>
          <w:bCs/>
        </w:rPr>
      </w:pPr>
      <w:proofErr w:type="gramStart"/>
      <w:r>
        <w:t>D1(</w:t>
      </w:r>
      <w:proofErr w:type="gramEnd"/>
      <w:r>
        <w:t xml:space="preserve">config-if)# </w:t>
      </w:r>
      <w:r w:rsidRPr="000952F9">
        <w:rPr>
          <w:b/>
          <w:bCs/>
        </w:rPr>
        <w:t>standby 116 preempt</w:t>
      </w:r>
    </w:p>
    <w:p w14:paraId="12BACE0A" w14:textId="77777777" w:rsidR="009A0842" w:rsidRPr="000952F9" w:rsidRDefault="009A0842" w:rsidP="003034EC">
      <w:pPr>
        <w:pStyle w:val="SubStepAlpha"/>
        <w:rPr>
          <w:bCs/>
        </w:rPr>
      </w:pPr>
      <w:r>
        <w:t>Configure standby group 21 on interface VLAN 21 for HSRP version 2, a standby IP address of 10.21.0.254, and preemption.</w:t>
      </w:r>
    </w:p>
    <w:p w14:paraId="237F1433" w14:textId="77777777" w:rsidR="009A0842" w:rsidRPr="000952F9" w:rsidRDefault="009A0842" w:rsidP="009A0842">
      <w:pPr>
        <w:pStyle w:val="CMD"/>
        <w:rPr>
          <w:b/>
          <w:bCs/>
        </w:rPr>
      </w:pPr>
      <w:r w:rsidRPr="000952F9">
        <w:t>D1(</w:t>
      </w:r>
      <w:proofErr w:type="spellStart"/>
      <w:r w:rsidRPr="000952F9">
        <w:t>config</w:t>
      </w:r>
      <w:proofErr w:type="spellEnd"/>
      <w:r w:rsidRPr="000952F9">
        <w:t xml:space="preserve">)# </w:t>
      </w:r>
      <w:r w:rsidRPr="000952F9">
        <w:rPr>
          <w:b/>
          <w:bCs/>
        </w:rPr>
        <w:t xml:space="preserve">interface </w:t>
      </w:r>
      <w:proofErr w:type="spellStart"/>
      <w:r w:rsidRPr="000952F9">
        <w:rPr>
          <w:b/>
          <w:bCs/>
        </w:rPr>
        <w:t>vlan</w:t>
      </w:r>
      <w:proofErr w:type="spellEnd"/>
      <w:r w:rsidRPr="000952F9">
        <w:rPr>
          <w:b/>
          <w:bCs/>
        </w:rPr>
        <w:t xml:space="preserve"> 21</w:t>
      </w:r>
    </w:p>
    <w:p w14:paraId="5D36B5B4" w14:textId="77777777" w:rsidR="009A0842" w:rsidRPr="000952F9" w:rsidRDefault="009A0842" w:rsidP="009A0842">
      <w:pPr>
        <w:pStyle w:val="CMD"/>
        <w:rPr>
          <w:b/>
          <w:bCs/>
        </w:rPr>
      </w:pPr>
      <w:proofErr w:type="gramStart"/>
      <w:r w:rsidRPr="000952F9">
        <w:t>D1(</w:t>
      </w:r>
      <w:proofErr w:type="gramEnd"/>
      <w:r w:rsidRPr="000952F9">
        <w:t xml:space="preserve">config-if)# </w:t>
      </w:r>
      <w:r w:rsidRPr="000952F9">
        <w:rPr>
          <w:b/>
          <w:bCs/>
        </w:rPr>
        <w:t>standby version 2</w:t>
      </w:r>
    </w:p>
    <w:p w14:paraId="16E597AE" w14:textId="77777777" w:rsidR="009A0842" w:rsidRPr="000952F9" w:rsidRDefault="009A0842" w:rsidP="009A0842">
      <w:pPr>
        <w:pStyle w:val="CMD"/>
      </w:pPr>
      <w:proofErr w:type="gramStart"/>
      <w:r w:rsidRPr="000952F9">
        <w:t>D1(</w:t>
      </w:r>
      <w:proofErr w:type="spellStart"/>
      <w:proofErr w:type="gramEnd"/>
      <w:r w:rsidRPr="000952F9">
        <w:t>config</w:t>
      </w:r>
      <w:proofErr w:type="spellEnd"/>
      <w:r w:rsidRPr="000952F9">
        <w:t xml:space="preserve">-if)# </w:t>
      </w:r>
      <w:r w:rsidRPr="000952F9">
        <w:rPr>
          <w:b/>
          <w:bCs/>
        </w:rPr>
        <w:t xml:space="preserve">standby 21 </w:t>
      </w:r>
      <w:proofErr w:type="spellStart"/>
      <w:r w:rsidRPr="000952F9">
        <w:rPr>
          <w:b/>
          <w:bCs/>
        </w:rPr>
        <w:t>ip</w:t>
      </w:r>
      <w:proofErr w:type="spellEnd"/>
      <w:r w:rsidRPr="000952F9">
        <w:rPr>
          <w:b/>
          <w:bCs/>
        </w:rPr>
        <w:t xml:space="preserve"> 10.21.0.254</w:t>
      </w:r>
    </w:p>
    <w:p w14:paraId="00F8A729" w14:textId="77777777" w:rsidR="009A0842" w:rsidRPr="000952F9" w:rsidRDefault="009A0842" w:rsidP="009A0842">
      <w:pPr>
        <w:pStyle w:val="CMD"/>
      </w:pPr>
      <w:proofErr w:type="gramStart"/>
      <w:r w:rsidRPr="000952F9">
        <w:t>D1(</w:t>
      </w:r>
      <w:proofErr w:type="gramEnd"/>
      <w:r w:rsidRPr="000952F9">
        <w:t xml:space="preserve">config-if)# </w:t>
      </w:r>
      <w:r w:rsidRPr="000952F9">
        <w:rPr>
          <w:b/>
          <w:bCs/>
        </w:rPr>
        <w:t>standby 21 preempt</w:t>
      </w:r>
    </w:p>
    <w:p w14:paraId="5E31852B" w14:textId="77777777" w:rsidR="009A0842" w:rsidRPr="000952F9" w:rsidRDefault="009A0842" w:rsidP="003034EC">
      <w:pPr>
        <w:pStyle w:val="SubStepAlpha"/>
        <w:rPr>
          <w:bCs/>
        </w:rPr>
      </w:pPr>
      <w:r>
        <w:t xml:space="preserve">Configure standby group 216 on interface </w:t>
      </w:r>
      <w:proofErr w:type="spellStart"/>
      <w:r>
        <w:t>vlan</w:t>
      </w:r>
      <w:proofErr w:type="spellEnd"/>
      <w:r>
        <w:t xml:space="preserve"> 21 for ipv6 </w:t>
      </w:r>
      <w:proofErr w:type="spellStart"/>
      <w:r>
        <w:t>autoconfig</w:t>
      </w:r>
      <w:proofErr w:type="spellEnd"/>
      <w:r>
        <w:t xml:space="preserve"> command and preemption.</w:t>
      </w:r>
    </w:p>
    <w:p w14:paraId="2CCEA215" w14:textId="77777777" w:rsidR="009A0842" w:rsidRPr="000952F9" w:rsidRDefault="009A0842" w:rsidP="009A0842">
      <w:pPr>
        <w:pStyle w:val="CMD"/>
        <w:rPr>
          <w:b/>
          <w:bCs/>
        </w:rPr>
      </w:pPr>
      <w:proofErr w:type="gramStart"/>
      <w:r w:rsidRPr="000952F9">
        <w:t>D1(</w:t>
      </w:r>
      <w:proofErr w:type="gramEnd"/>
      <w:r w:rsidRPr="000952F9">
        <w:t xml:space="preserve">config-if)# </w:t>
      </w:r>
      <w:r w:rsidRPr="000952F9">
        <w:rPr>
          <w:b/>
          <w:bCs/>
        </w:rPr>
        <w:t xml:space="preserve">standby 216 ipv6 </w:t>
      </w:r>
      <w:proofErr w:type="spellStart"/>
      <w:r w:rsidRPr="000952F9">
        <w:rPr>
          <w:b/>
          <w:bCs/>
        </w:rPr>
        <w:t>autoconfig</w:t>
      </w:r>
      <w:proofErr w:type="spellEnd"/>
    </w:p>
    <w:p w14:paraId="0E2CCE4F" w14:textId="77777777" w:rsidR="009A0842" w:rsidRPr="000952F9" w:rsidRDefault="009A0842" w:rsidP="009A0842">
      <w:pPr>
        <w:pStyle w:val="CMD"/>
        <w:rPr>
          <w:b/>
          <w:bCs/>
        </w:rPr>
      </w:pPr>
      <w:proofErr w:type="gramStart"/>
      <w:r w:rsidRPr="000952F9">
        <w:t>D1(</w:t>
      </w:r>
      <w:proofErr w:type="gramEnd"/>
      <w:r w:rsidRPr="000952F9">
        <w:t xml:space="preserve">config-if)# </w:t>
      </w:r>
      <w:r w:rsidRPr="000952F9">
        <w:rPr>
          <w:b/>
          <w:bCs/>
        </w:rPr>
        <w:t>standby 216 preempt</w:t>
      </w:r>
    </w:p>
    <w:p w14:paraId="67F35588" w14:textId="77777777" w:rsidR="009A0842" w:rsidRPr="006B0ED6" w:rsidRDefault="009A0842" w:rsidP="009A0842">
      <w:pPr>
        <w:pStyle w:val="Heading3"/>
        <w:rPr>
          <w:bCs w:val="0"/>
        </w:rPr>
      </w:pPr>
      <w:r>
        <w:t>Verify HSRPv2 is operational on Switch D1.</w:t>
      </w:r>
    </w:p>
    <w:p w14:paraId="7D254261" w14:textId="77777777" w:rsidR="009A0842" w:rsidRDefault="009A0842" w:rsidP="003034EC">
      <w:pPr>
        <w:pStyle w:val="SubStepAlpha"/>
      </w:pPr>
      <w:r w:rsidRPr="006B0ED6">
        <w:t>Verify that HSRP is active an</w:t>
      </w:r>
      <w:r>
        <w:t>d</w:t>
      </w:r>
      <w:r w:rsidRPr="006B0ED6">
        <w:t xml:space="preserve"> operating on Switch D1 with the </w:t>
      </w:r>
      <w:r w:rsidRPr="006B0ED6">
        <w:rPr>
          <w:b/>
          <w:bCs/>
        </w:rPr>
        <w:t>show standby brief</w:t>
      </w:r>
      <w:r w:rsidRPr="006B0ED6">
        <w:t xml:space="preserve"> command</w:t>
      </w:r>
      <w:r>
        <w:t>.</w:t>
      </w:r>
    </w:p>
    <w:p w14:paraId="19708CBC" w14:textId="77777777" w:rsidR="009A0842" w:rsidRPr="00F53D64" w:rsidRDefault="009A0842" w:rsidP="00F53D64">
      <w:pPr>
        <w:pStyle w:val="CMD"/>
      </w:pPr>
      <w:r w:rsidRPr="00F53D64">
        <w:t xml:space="preserve">D1# </w:t>
      </w:r>
      <w:r w:rsidRPr="00F53D64">
        <w:rPr>
          <w:b/>
          <w:bCs/>
        </w:rPr>
        <w:t>show standby brief</w:t>
      </w:r>
    </w:p>
    <w:p w14:paraId="0DD3C7C4" w14:textId="77777777" w:rsidR="009A0842" w:rsidRPr="00C14BC7" w:rsidRDefault="009A0842" w:rsidP="003034EC">
      <w:pPr>
        <w:pStyle w:val="CMDOutput"/>
      </w:pPr>
      <w:r w:rsidRPr="00C14BC7">
        <w:t xml:space="preserve">                     P indicates configured to preempt.</w:t>
      </w:r>
    </w:p>
    <w:p w14:paraId="10A357EA" w14:textId="77777777" w:rsidR="009A0842" w:rsidRPr="00C14BC7" w:rsidRDefault="009A0842" w:rsidP="003034EC">
      <w:pPr>
        <w:pStyle w:val="CMDOutput"/>
      </w:pPr>
      <w:r w:rsidRPr="00C14BC7">
        <w:t xml:space="preserve">                     |</w:t>
      </w:r>
    </w:p>
    <w:p w14:paraId="657057D7" w14:textId="77777777" w:rsidR="009A0842" w:rsidRPr="00C14BC7" w:rsidRDefault="009A0842" w:rsidP="003034EC">
      <w:pPr>
        <w:pStyle w:val="CMDOutput"/>
      </w:pPr>
      <w:r w:rsidRPr="00C14BC7">
        <w:t xml:space="preserve">Interface   </w:t>
      </w:r>
      <w:proofErr w:type="gramStart"/>
      <w:r w:rsidRPr="00C14BC7">
        <w:t xml:space="preserve">Grp  </w:t>
      </w:r>
      <w:proofErr w:type="spellStart"/>
      <w:r w:rsidRPr="00C14BC7">
        <w:t>Pri</w:t>
      </w:r>
      <w:proofErr w:type="spellEnd"/>
      <w:proofErr w:type="gramEnd"/>
      <w:r w:rsidRPr="00C14BC7">
        <w:t xml:space="preserve"> P State   Active          Standby         Virtual IP</w:t>
      </w:r>
    </w:p>
    <w:p w14:paraId="21E6B6EA" w14:textId="77777777" w:rsidR="009A0842" w:rsidRPr="00C14BC7" w:rsidRDefault="009A0842" w:rsidP="003034EC">
      <w:pPr>
        <w:pStyle w:val="CMDOutput"/>
      </w:pPr>
      <w:r w:rsidRPr="00C14BC7">
        <w:t xml:space="preserve">Vl11        11   150 P </w:t>
      </w:r>
      <w:proofErr w:type="gramStart"/>
      <w:r w:rsidRPr="00C14BC7">
        <w:t>Active  local</w:t>
      </w:r>
      <w:proofErr w:type="gramEnd"/>
      <w:r w:rsidRPr="00C14BC7">
        <w:t xml:space="preserve">           unknown         10.11.0.254</w:t>
      </w:r>
    </w:p>
    <w:p w14:paraId="2B03E063" w14:textId="77777777" w:rsidR="009A0842" w:rsidRPr="00C14BC7" w:rsidRDefault="009A0842" w:rsidP="003034EC">
      <w:pPr>
        <w:pStyle w:val="CMDOutput"/>
      </w:pPr>
      <w:r w:rsidRPr="00C14BC7">
        <w:t xml:space="preserve">Vl11        </w:t>
      </w:r>
      <w:proofErr w:type="gramStart"/>
      <w:r w:rsidRPr="00C14BC7">
        <w:t>116  150</w:t>
      </w:r>
      <w:proofErr w:type="gramEnd"/>
      <w:r w:rsidRPr="00C14BC7">
        <w:t xml:space="preserve"> P Active  local           unknown         FE80::5:73FF:FEA0:74</w:t>
      </w:r>
    </w:p>
    <w:p w14:paraId="4EC40457" w14:textId="77777777" w:rsidR="009A0842" w:rsidRPr="00C14BC7" w:rsidRDefault="009A0842" w:rsidP="003034EC">
      <w:pPr>
        <w:pStyle w:val="CMDOutput"/>
      </w:pPr>
      <w:r w:rsidRPr="00C14BC7">
        <w:t xml:space="preserve">Vl21        21   100 P </w:t>
      </w:r>
      <w:proofErr w:type="gramStart"/>
      <w:r w:rsidRPr="00C14BC7">
        <w:t>Active  local</w:t>
      </w:r>
      <w:proofErr w:type="gramEnd"/>
      <w:r w:rsidRPr="00C14BC7">
        <w:t xml:space="preserve">           unknown         10.21.0.254</w:t>
      </w:r>
    </w:p>
    <w:p w14:paraId="50E7574B" w14:textId="5A8498C1" w:rsidR="009A0842" w:rsidRDefault="009A0842" w:rsidP="003034EC">
      <w:pPr>
        <w:pStyle w:val="CMDOutput"/>
      </w:pPr>
      <w:r w:rsidRPr="00C14BC7">
        <w:t xml:space="preserve">Vl21        </w:t>
      </w:r>
      <w:proofErr w:type="gramStart"/>
      <w:r w:rsidRPr="00C14BC7">
        <w:t>216  100</w:t>
      </w:r>
      <w:proofErr w:type="gramEnd"/>
      <w:r w:rsidRPr="00C14BC7">
        <w:t xml:space="preserve"> P Active  local           unknown         FE80::5:73FF:FEA0:D8</w:t>
      </w:r>
    </w:p>
    <w:p w14:paraId="2BE51106" w14:textId="1920D45E" w:rsidR="003D1F74" w:rsidRPr="003034EC" w:rsidRDefault="003D1F74" w:rsidP="003D1F74">
      <w:pPr>
        <w:pStyle w:val="ConfigWindow"/>
      </w:pPr>
      <w:r>
        <w:t>Close configuration window</w:t>
      </w:r>
    </w:p>
    <w:p w14:paraId="560CC258" w14:textId="77777777" w:rsidR="009A0842" w:rsidRDefault="009A0842" w:rsidP="003D1F74">
      <w:pPr>
        <w:pStyle w:val="SubStepAlpha"/>
        <w:spacing w:before="0"/>
      </w:pPr>
      <w:r>
        <w:t>Interface Loopback0 on D1 and D2 represent a destination on the internet. From PC1 and PC2, ping the IPv4 and IPv6 address of interface Loopack0 on D1. A successful ping verifies that the gateway router is working.</w:t>
      </w:r>
    </w:p>
    <w:p w14:paraId="42888B9A" w14:textId="77777777" w:rsidR="009A0842" w:rsidRDefault="009A0842" w:rsidP="003034EC">
      <w:pPr>
        <w:pStyle w:val="Heading3"/>
      </w:pPr>
      <w:r>
        <w:t>Configure HSRPv2 on Switch D2.</w:t>
      </w:r>
    </w:p>
    <w:p w14:paraId="0B60606D" w14:textId="0739BFEC" w:rsidR="009A0842" w:rsidRDefault="009A0842" w:rsidP="003D1F74">
      <w:pPr>
        <w:pStyle w:val="SubStepAlpha"/>
        <w:spacing w:after="0"/>
      </w:pPr>
      <w:r>
        <w:t>Configure standby group 11 on interface VLAN 11 for HSRP version 2, a standby IP address of 10.11.0.254, and preemption.</w:t>
      </w:r>
    </w:p>
    <w:p w14:paraId="4D847D33" w14:textId="491B3925" w:rsidR="003D1F74" w:rsidRDefault="003D1F74" w:rsidP="003D1F74">
      <w:pPr>
        <w:pStyle w:val="ConfigWindow"/>
      </w:pPr>
      <w:r>
        <w:t>Open configuration window</w:t>
      </w:r>
    </w:p>
    <w:p w14:paraId="0B5FE209" w14:textId="24699058" w:rsidR="009A0842" w:rsidRPr="00A916F0" w:rsidRDefault="00D40EDA" w:rsidP="009A0842">
      <w:pPr>
        <w:pStyle w:val="CMD"/>
        <w:rPr>
          <w:b/>
          <w:bCs/>
        </w:rPr>
      </w:pPr>
      <w:r>
        <w:t>D</w:t>
      </w:r>
      <w:r w:rsidR="009A0842">
        <w:t>2(</w:t>
      </w:r>
      <w:proofErr w:type="spellStart"/>
      <w:r w:rsidR="009A0842">
        <w:t>config</w:t>
      </w:r>
      <w:proofErr w:type="spellEnd"/>
      <w:r w:rsidR="009A0842">
        <w:t xml:space="preserve">)# </w:t>
      </w:r>
      <w:r w:rsidR="009A0842" w:rsidRPr="00A916F0">
        <w:rPr>
          <w:b/>
          <w:bCs/>
        </w:rPr>
        <w:t xml:space="preserve">interface </w:t>
      </w:r>
      <w:proofErr w:type="spellStart"/>
      <w:r w:rsidR="009A0842" w:rsidRPr="00A916F0">
        <w:rPr>
          <w:b/>
          <w:bCs/>
        </w:rPr>
        <w:t>vlan</w:t>
      </w:r>
      <w:proofErr w:type="spellEnd"/>
      <w:r w:rsidR="009A0842" w:rsidRPr="00A916F0">
        <w:rPr>
          <w:b/>
          <w:bCs/>
        </w:rPr>
        <w:t xml:space="preserve"> 11</w:t>
      </w:r>
    </w:p>
    <w:p w14:paraId="786F1BBA" w14:textId="77777777" w:rsidR="009A0842" w:rsidRDefault="009A0842" w:rsidP="009A0842">
      <w:pPr>
        <w:pStyle w:val="CMD"/>
      </w:pPr>
      <w:proofErr w:type="gramStart"/>
      <w:r>
        <w:t>D2(</w:t>
      </w:r>
      <w:proofErr w:type="gramEnd"/>
      <w:r>
        <w:t xml:space="preserve">config-if)# </w:t>
      </w:r>
      <w:r w:rsidRPr="00A916F0">
        <w:rPr>
          <w:b/>
          <w:bCs/>
        </w:rPr>
        <w:t>standby version 2</w:t>
      </w:r>
    </w:p>
    <w:p w14:paraId="5987B211" w14:textId="77777777" w:rsidR="009A0842" w:rsidRDefault="009A0842" w:rsidP="009A0842">
      <w:pPr>
        <w:pStyle w:val="CMD"/>
      </w:pPr>
      <w:proofErr w:type="gramStart"/>
      <w:r>
        <w:t>D2(</w:t>
      </w:r>
      <w:proofErr w:type="spellStart"/>
      <w:proofErr w:type="gramEnd"/>
      <w:r>
        <w:t>config</w:t>
      </w:r>
      <w:proofErr w:type="spellEnd"/>
      <w:r>
        <w:t xml:space="preserve">-if)# </w:t>
      </w:r>
      <w:r w:rsidRPr="00A916F0">
        <w:rPr>
          <w:b/>
          <w:bCs/>
        </w:rPr>
        <w:t xml:space="preserve">standby 11 </w:t>
      </w:r>
      <w:proofErr w:type="spellStart"/>
      <w:r w:rsidRPr="00A916F0">
        <w:rPr>
          <w:b/>
          <w:bCs/>
        </w:rPr>
        <w:t>ip</w:t>
      </w:r>
      <w:proofErr w:type="spellEnd"/>
      <w:r w:rsidRPr="00A916F0">
        <w:rPr>
          <w:b/>
          <w:bCs/>
        </w:rPr>
        <w:t xml:space="preserve"> 10.11.0.254</w:t>
      </w:r>
    </w:p>
    <w:p w14:paraId="45C72DFC" w14:textId="77777777" w:rsidR="009A0842" w:rsidRPr="000952F9" w:rsidRDefault="009A0842" w:rsidP="009A0842">
      <w:pPr>
        <w:pStyle w:val="CMD"/>
        <w:rPr>
          <w:b/>
          <w:bCs/>
        </w:rPr>
      </w:pPr>
      <w:proofErr w:type="gramStart"/>
      <w:r>
        <w:t>D2(</w:t>
      </w:r>
      <w:proofErr w:type="gramEnd"/>
      <w:r>
        <w:t xml:space="preserve">config-if)# </w:t>
      </w:r>
      <w:r w:rsidRPr="00A916F0">
        <w:rPr>
          <w:b/>
          <w:bCs/>
        </w:rPr>
        <w:t>standby 11 preempt</w:t>
      </w:r>
    </w:p>
    <w:p w14:paraId="053C0766" w14:textId="77777777" w:rsidR="009A0842" w:rsidRDefault="009A0842" w:rsidP="003034EC">
      <w:pPr>
        <w:pStyle w:val="SubStepAlpha"/>
      </w:pPr>
      <w:r>
        <w:t xml:space="preserve">Configure standby group 116 on interface </w:t>
      </w:r>
      <w:proofErr w:type="spellStart"/>
      <w:r>
        <w:t>vlan</w:t>
      </w:r>
      <w:proofErr w:type="spellEnd"/>
      <w:r>
        <w:t xml:space="preserve"> 11 for ipv6 </w:t>
      </w:r>
      <w:proofErr w:type="spellStart"/>
      <w:r>
        <w:t>autoconfig</w:t>
      </w:r>
      <w:proofErr w:type="spellEnd"/>
      <w:r>
        <w:t xml:space="preserve"> command,</w:t>
      </w:r>
      <w:r w:rsidRPr="000952F9">
        <w:t xml:space="preserve"> </w:t>
      </w:r>
      <w:r>
        <w:t>and preemption.</w:t>
      </w:r>
    </w:p>
    <w:p w14:paraId="6AF48847" w14:textId="77777777" w:rsidR="009A0842" w:rsidRDefault="009A0842" w:rsidP="009A0842">
      <w:pPr>
        <w:pStyle w:val="CMD"/>
      </w:pPr>
      <w:proofErr w:type="gramStart"/>
      <w:r>
        <w:t>D2(</w:t>
      </w:r>
      <w:proofErr w:type="gramEnd"/>
      <w:r>
        <w:t xml:space="preserve">config-if)# </w:t>
      </w:r>
      <w:r w:rsidRPr="00A916F0">
        <w:rPr>
          <w:b/>
          <w:bCs/>
        </w:rPr>
        <w:t xml:space="preserve">standby 116 ipv6 </w:t>
      </w:r>
      <w:proofErr w:type="spellStart"/>
      <w:r w:rsidRPr="00A916F0">
        <w:rPr>
          <w:b/>
          <w:bCs/>
        </w:rPr>
        <w:t>autoconfig</w:t>
      </w:r>
      <w:proofErr w:type="spellEnd"/>
    </w:p>
    <w:p w14:paraId="421CFCC9" w14:textId="77777777" w:rsidR="009A0842" w:rsidRPr="000952F9" w:rsidRDefault="009A0842" w:rsidP="009A0842">
      <w:pPr>
        <w:pStyle w:val="CMD"/>
        <w:rPr>
          <w:b/>
          <w:bCs/>
        </w:rPr>
      </w:pPr>
      <w:proofErr w:type="gramStart"/>
      <w:r>
        <w:t>D2(</w:t>
      </w:r>
      <w:proofErr w:type="gramEnd"/>
      <w:r>
        <w:t xml:space="preserve">config-if)# </w:t>
      </w:r>
      <w:r w:rsidRPr="00A916F0">
        <w:rPr>
          <w:b/>
          <w:bCs/>
        </w:rPr>
        <w:t>standby 116 preempt</w:t>
      </w:r>
    </w:p>
    <w:p w14:paraId="6D1A818F" w14:textId="77777777" w:rsidR="009A0842" w:rsidRPr="000952F9" w:rsidRDefault="009A0842" w:rsidP="003034EC">
      <w:pPr>
        <w:pStyle w:val="SubStepAlpha"/>
        <w:rPr>
          <w:bCs/>
        </w:rPr>
      </w:pPr>
      <w:r>
        <w:t>Configure standby group 21 on interface VLAN 21 for HSRP version 2, a standby IP address of 10.21.0.254, a priority of 150, and preemption.</w:t>
      </w:r>
    </w:p>
    <w:p w14:paraId="2CE94349" w14:textId="77777777" w:rsidR="009A0842" w:rsidRPr="00A916F0" w:rsidRDefault="009A0842" w:rsidP="009A0842">
      <w:pPr>
        <w:pStyle w:val="CMD"/>
        <w:rPr>
          <w:b/>
          <w:bCs/>
        </w:rPr>
      </w:pPr>
      <w:r>
        <w:t>D2(</w:t>
      </w:r>
      <w:proofErr w:type="spellStart"/>
      <w:r>
        <w:t>config</w:t>
      </w:r>
      <w:proofErr w:type="spellEnd"/>
      <w:r>
        <w:t xml:space="preserve">)# </w:t>
      </w:r>
      <w:r w:rsidRPr="00A916F0">
        <w:rPr>
          <w:b/>
          <w:bCs/>
        </w:rPr>
        <w:t xml:space="preserve">interface </w:t>
      </w:r>
      <w:proofErr w:type="spellStart"/>
      <w:r w:rsidRPr="00A916F0">
        <w:rPr>
          <w:b/>
          <w:bCs/>
        </w:rPr>
        <w:t>vlan</w:t>
      </w:r>
      <w:proofErr w:type="spellEnd"/>
      <w:r w:rsidRPr="00A916F0">
        <w:rPr>
          <w:b/>
          <w:bCs/>
        </w:rPr>
        <w:t xml:space="preserve"> 21</w:t>
      </w:r>
    </w:p>
    <w:p w14:paraId="0BC71693" w14:textId="77777777" w:rsidR="009A0842" w:rsidRPr="00A916F0" w:rsidRDefault="009A0842" w:rsidP="009A0842">
      <w:pPr>
        <w:pStyle w:val="CMD"/>
        <w:rPr>
          <w:b/>
          <w:bCs/>
        </w:rPr>
      </w:pPr>
      <w:proofErr w:type="gramStart"/>
      <w:r>
        <w:t>D2(</w:t>
      </w:r>
      <w:proofErr w:type="gramEnd"/>
      <w:r>
        <w:t xml:space="preserve">config-if)# </w:t>
      </w:r>
      <w:r w:rsidRPr="00A916F0">
        <w:rPr>
          <w:b/>
          <w:bCs/>
        </w:rPr>
        <w:t>standby version 2</w:t>
      </w:r>
    </w:p>
    <w:p w14:paraId="6FB9AAB7" w14:textId="77777777" w:rsidR="009A0842" w:rsidRDefault="009A0842" w:rsidP="009A0842">
      <w:pPr>
        <w:pStyle w:val="CMD"/>
      </w:pPr>
      <w:proofErr w:type="gramStart"/>
      <w:r>
        <w:t>D2(</w:t>
      </w:r>
      <w:proofErr w:type="spellStart"/>
      <w:proofErr w:type="gramEnd"/>
      <w:r>
        <w:t>config</w:t>
      </w:r>
      <w:proofErr w:type="spellEnd"/>
      <w:r>
        <w:t xml:space="preserve">-if)# </w:t>
      </w:r>
      <w:r w:rsidRPr="00A916F0">
        <w:rPr>
          <w:b/>
          <w:bCs/>
        </w:rPr>
        <w:t xml:space="preserve">standby 21 </w:t>
      </w:r>
      <w:proofErr w:type="spellStart"/>
      <w:r w:rsidRPr="00A916F0">
        <w:rPr>
          <w:b/>
          <w:bCs/>
        </w:rPr>
        <w:t>ip</w:t>
      </w:r>
      <w:proofErr w:type="spellEnd"/>
      <w:r w:rsidRPr="00A916F0">
        <w:rPr>
          <w:b/>
          <w:bCs/>
        </w:rPr>
        <w:t xml:space="preserve"> 10.21.0.254</w:t>
      </w:r>
    </w:p>
    <w:p w14:paraId="40D719DA" w14:textId="77777777" w:rsidR="009A0842" w:rsidRDefault="009A0842" w:rsidP="009A0842">
      <w:pPr>
        <w:pStyle w:val="CMD"/>
      </w:pPr>
      <w:proofErr w:type="gramStart"/>
      <w:r>
        <w:t>D2(</w:t>
      </w:r>
      <w:proofErr w:type="gramEnd"/>
      <w:r>
        <w:t xml:space="preserve">config-if)# </w:t>
      </w:r>
      <w:r w:rsidRPr="00A916F0">
        <w:rPr>
          <w:b/>
          <w:bCs/>
        </w:rPr>
        <w:t>standby 21 priority 150</w:t>
      </w:r>
    </w:p>
    <w:p w14:paraId="1707A547" w14:textId="77777777" w:rsidR="009A0842" w:rsidRPr="00A916F0" w:rsidRDefault="009A0842" w:rsidP="009A0842">
      <w:pPr>
        <w:pStyle w:val="CMD"/>
        <w:rPr>
          <w:b/>
          <w:bCs/>
        </w:rPr>
      </w:pPr>
      <w:proofErr w:type="gramStart"/>
      <w:r>
        <w:t>D2(</w:t>
      </w:r>
      <w:proofErr w:type="gramEnd"/>
      <w:r>
        <w:t xml:space="preserve">config-if)# </w:t>
      </w:r>
      <w:r w:rsidRPr="00A916F0">
        <w:rPr>
          <w:b/>
          <w:bCs/>
        </w:rPr>
        <w:t>standby 21 preempt</w:t>
      </w:r>
    </w:p>
    <w:p w14:paraId="1B5C498C" w14:textId="77777777" w:rsidR="009A0842" w:rsidRPr="000952F9" w:rsidRDefault="009A0842" w:rsidP="003034EC">
      <w:pPr>
        <w:pStyle w:val="SubStepAlpha"/>
        <w:rPr>
          <w:bCs/>
        </w:rPr>
      </w:pPr>
      <w:r>
        <w:t xml:space="preserve">Configure standby group 216 on interface </w:t>
      </w:r>
      <w:proofErr w:type="spellStart"/>
      <w:r>
        <w:t>vlan</w:t>
      </w:r>
      <w:proofErr w:type="spellEnd"/>
      <w:r>
        <w:t xml:space="preserve"> 21 for ipv6 </w:t>
      </w:r>
      <w:proofErr w:type="spellStart"/>
      <w:r>
        <w:t>autoconfig</w:t>
      </w:r>
      <w:proofErr w:type="spellEnd"/>
      <w:r>
        <w:t xml:space="preserve"> command, a priority of 150, and preemption.</w:t>
      </w:r>
    </w:p>
    <w:p w14:paraId="3E7E2E8A" w14:textId="77777777" w:rsidR="009A0842" w:rsidRDefault="009A0842" w:rsidP="009A0842">
      <w:pPr>
        <w:pStyle w:val="CMD"/>
      </w:pPr>
      <w:proofErr w:type="gramStart"/>
      <w:r>
        <w:t>D2(</w:t>
      </w:r>
      <w:proofErr w:type="gramEnd"/>
      <w:r>
        <w:t xml:space="preserve">config-if)# </w:t>
      </w:r>
      <w:r w:rsidRPr="00A916F0">
        <w:rPr>
          <w:b/>
          <w:bCs/>
        </w:rPr>
        <w:t xml:space="preserve">standby 216 ipv6 </w:t>
      </w:r>
      <w:proofErr w:type="spellStart"/>
      <w:r w:rsidRPr="00A916F0">
        <w:rPr>
          <w:b/>
          <w:bCs/>
        </w:rPr>
        <w:t>autoconfig</w:t>
      </w:r>
      <w:proofErr w:type="spellEnd"/>
    </w:p>
    <w:p w14:paraId="09CC4432" w14:textId="77777777" w:rsidR="009A0842" w:rsidRDefault="009A0842" w:rsidP="009A0842">
      <w:pPr>
        <w:pStyle w:val="CMD"/>
      </w:pPr>
      <w:proofErr w:type="gramStart"/>
      <w:r>
        <w:t>D2(</w:t>
      </w:r>
      <w:proofErr w:type="gramEnd"/>
      <w:r>
        <w:t xml:space="preserve">config-if)# </w:t>
      </w:r>
      <w:r w:rsidRPr="00A916F0">
        <w:rPr>
          <w:b/>
          <w:bCs/>
        </w:rPr>
        <w:t>standby 216 priority 150</w:t>
      </w:r>
    </w:p>
    <w:p w14:paraId="7C60E064" w14:textId="77777777" w:rsidR="009A0842" w:rsidRPr="00A916F0" w:rsidRDefault="009A0842" w:rsidP="009A0842">
      <w:pPr>
        <w:pStyle w:val="CMD"/>
        <w:rPr>
          <w:b/>
          <w:bCs/>
        </w:rPr>
      </w:pPr>
      <w:proofErr w:type="gramStart"/>
      <w:r>
        <w:t>D2(</w:t>
      </w:r>
      <w:proofErr w:type="gramEnd"/>
      <w:r>
        <w:t xml:space="preserve">config-if)# </w:t>
      </w:r>
      <w:r w:rsidRPr="00A916F0">
        <w:rPr>
          <w:b/>
          <w:bCs/>
        </w:rPr>
        <w:t>standby 216 preempt</w:t>
      </w:r>
    </w:p>
    <w:p w14:paraId="2B8D5F4E" w14:textId="77777777" w:rsidR="009A0842" w:rsidRPr="006B0ED6" w:rsidRDefault="009A0842" w:rsidP="009A0842">
      <w:pPr>
        <w:pStyle w:val="Heading3"/>
        <w:rPr>
          <w:bCs w:val="0"/>
        </w:rPr>
      </w:pPr>
      <w:r>
        <w:t>Verify HSRPv2 is operational on Switch D2.</w:t>
      </w:r>
    </w:p>
    <w:p w14:paraId="698DFA4A" w14:textId="77777777" w:rsidR="009A0842" w:rsidRDefault="009A0842" w:rsidP="003034EC">
      <w:pPr>
        <w:pStyle w:val="SubStepAlpha"/>
      </w:pPr>
      <w:r w:rsidRPr="006B0ED6">
        <w:t>Verify that HSRP is active an</w:t>
      </w:r>
      <w:r>
        <w:t>d</w:t>
      </w:r>
      <w:r w:rsidRPr="006B0ED6">
        <w:t xml:space="preserve"> operating on Switch D</w:t>
      </w:r>
      <w:r>
        <w:t xml:space="preserve">2 </w:t>
      </w:r>
      <w:r w:rsidRPr="006B0ED6">
        <w:t xml:space="preserve">with the </w:t>
      </w:r>
      <w:r w:rsidRPr="006B0ED6">
        <w:rPr>
          <w:b/>
          <w:bCs/>
        </w:rPr>
        <w:t>show standby brief</w:t>
      </w:r>
      <w:r w:rsidRPr="006B0ED6">
        <w:t xml:space="preserve"> command</w:t>
      </w:r>
      <w:r>
        <w:t>. Based on the configuration, D2 should be the active switch for VLAN 21 only.</w:t>
      </w:r>
    </w:p>
    <w:p w14:paraId="06C7E99D" w14:textId="77777777" w:rsidR="009A0842" w:rsidRPr="00A0709E" w:rsidRDefault="009A0842">
      <w:pPr>
        <w:pStyle w:val="CMD"/>
      </w:pPr>
      <w:r w:rsidRPr="00A0709E">
        <w:t xml:space="preserve">D2# </w:t>
      </w:r>
      <w:r w:rsidRPr="00B90645">
        <w:rPr>
          <w:b/>
          <w:bCs/>
        </w:rPr>
        <w:t>show standby brief</w:t>
      </w:r>
    </w:p>
    <w:p w14:paraId="3E59E1C2" w14:textId="77777777" w:rsidR="009A0842" w:rsidRPr="003034EC" w:rsidRDefault="009A0842" w:rsidP="003034EC">
      <w:pPr>
        <w:pStyle w:val="CMDOutput"/>
      </w:pPr>
      <w:r w:rsidRPr="003034EC">
        <w:t xml:space="preserve">                     P indicates configured to preempt.</w:t>
      </w:r>
    </w:p>
    <w:p w14:paraId="1936B262" w14:textId="77777777" w:rsidR="009A0842" w:rsidRPr="003034EC" w:rsidRDefault="009A0842" w:rsidP="003034EC">
      <w:pPr>
        <w:pStyle w:val="CMDOutput"/>
      </w:pPr>
      <w:r w:rsidRPr="003034EC">
        <w:t xml:space="preserve">                     |</w:t>
      </w:r>
    </w:p>
    <w:p w14:paraId="62662A73" w14:textId="77777777" w:rsidR="009A0842" w:rsidRPr="003034EC" w:rsidRDefault="009A0842" w:rsidP="003034EC">
      <w:pPr>
        <w:pStyle w:val="CMDOutput"/>
      </w:pPr>
      <w:r w:rsidRPr="003034EC">
        <w:t xml:space="preserve">Interface   </w:t>
      </w:r>
      <w:proofErr w:type="gramStart"/>
      <w:r w:rsidRPr="003034EC">
        <w:t xml:space="preserve">Grp  </w:t>
      </w:r>
      <w:proofErr w:type="spellStart"/>
      <w:r w:rsidRPr="003034EC">
        <w:t>Pri</w:t>
      </w:r>
      <w:proofErr w:type="spellEnd"/>
      <w:proofErr w:type="gramEnd"/>
      <w:r w:rsidRPr="003034EC">
        <w:t xml:space="preserve"> P State   Active          Standby         Virtual IP</w:t>
      </w:r>
    </w:p>
    <w:p w14:paraId="0477573F" w14:textId="77777777" w:rsidR="009A0842" w:rsidRPr="003034EC" w:rsidRDefault="009A0842" w:rsidP="003034EC">
      <w:pPr>
        <w:pStyle w:val="CMDOutput"/>
      </w:pPr>
      <w:r w:rsidRPr="003034EC">
        <w:t>Vl11        11   100 P Standby 10.11.0.1       local           10.11.0.254</w:t>
      </w:r>
    </w:p>
    <w:p w14:paraId="715ABAB7" w14:textId="77777777" w:rsidR="009A0842" w:rsidRPr="003034EC" w:rsidRDefault="009A0842" w:rsidP="003034EC">
      <w:pPr>
        <w:pStyle w:val="CMDOutput"/>
      </w:pPr>
      <w:r w:rsidRPr="003034EC">
        <w:t xml:space="preserve">Vl11        </w:t>
      </w:r>
      <w:proofErr w:type="gramStart"/>
      <w:r w:rsidRPr="003034EC">
        <w:t>116  100</w:t>
      </w:r>
      <w:proofErr w:type="gramEnd"/>
      <w:r w:rsidRPr="003034EC">
        <w:t xml:space="preserve"> P Standby FE80::D1:1      local           FE80::5:73FF:FEA0:74</w:t>
      </w:r>
    </w:p>
    <w:p w14:paraId="40B9EC7A" w14:textId="77777777" w:rsidR="009A0842" w:rsidRPr="003034EC" w:rsidRDefault="009A0842" w:rsidP="003034EC">
      <w:pPr>
        <w:pStyle w:val="CMDOutput"/>
      </w:pPr>
      <w:r w:rsidRPr="003034EC">
        <w:t xml:space="preserve">Vl21        21   150 P </w:t>
      </w:r>
      <w:proofErr w:type="gramStart"/>
      <w:r w:rsidRPr="003034EC">
        <w:t>Active  local</w:t>
      </w:r>
      <w:proofErr w:type="gramEnd"/>
      <w:r w:rsidRPr="003034EC">
        <w:t xml:space="preserve">           10.21.0.1       10.21.0.254</w:t>
      </w:r>
    </w:p>
    <w:p w14:paraId="37B1D0AC" w14:textId="569DF392" w:rsidR="009A0842" w:rsidRDefault="009A0842" w:rsidP="003034EC">
      <w:pPr>
        <w:pStyle w:val="CMDOutput"/>
      </w:pPr>
      <w:r w:rsidRPr="003034EC">
        <w:t xml:space="preserve">Vl21        </w:t>
      </w:r>
      <w:proofErr w:type="gramStart"/>
      <w:r w:rsidRPr="003034EC">
        <w:t>216  150</w:t>
      </w:r>
      <w:proofErr w:type="gramEnd"/>
      <w:r w:rsidRPr="003034EC">
        <w:t xml:space="preserve"> P Active  local           FE80::D1:2      FE80::5:73FF:FEA0:D8</w:t>
      </w:r>
    </w:p>
    <w:p w14:paraId="04961BA8" w14:textId="3350A65A" w:rsidR="003D1F74" w:rsidRPr="003034EC" w:rsidRDefault="003D1F74" w:rsidP="003D1F74">
      <w:pPr>
        <w:pStyle w:val="ConfigWindow"/>
      </w:pPr>
      <w:r>
        <w:t>Close configuration window</w:t>
      </w:r>
    </w:p>
    <w:p w14:paraId="3B9F33D8" w14:textId="77777777" w:rsidR="009A0842" w:rsidRDefault="009A0842" w:rsidP="003D1F74">
      <w:pPr>
        <w:pStyle w:val="SubStepAlpha"/>
        <w:spacing w:before="0"/>
      </w:pPr>
      <w:r>
        <w:t>Interface Loopback0 on D1 and D2 represent a destination on the internet. From PC1 and PC2, ping the IPv4 and IPv6 address of interface Loopack0 on D1. A successful ping verifies that the gateway router is working.</w:t>
      </w:r>
    </w:p>
    <w:p w14:paraId="6594CBBE" w14:textId="77777777" w:rsidR="009A0842" w:rsidRDefault="009A0842">
      <w:pPr>
        <w:pStyle w:val="Heading3"/>
      </w:pPr>
      <w:r>
        <w:t>Observe and validate HSRPv2 operation.</w:t>
      </w:r>
    </w:p>
    <w:p w14:paraId="185935E8" w14:textId="77777777" w:rsidR="009A0842" w:rsidRPr="00691CDD" w:rsidRDefault="009A0842" w:rsidP="009A0842">
      <w:pPr>
        <w:pStyle w:val="BodyTextL25"/>
      </w:pPr>
      <w:r>
        <w:t>The whole point of HSRP is to help maintain gateway reachability in case of an outage. In this step, we will simulate an outage to show how HSRP achieves this objective.</w:t>
      </w:r>
    </w:p>
    <w:p w14:paraId="3175BEC1" w14:textId="77777777" w:rsidR="009A0842" w:rsidRDefault="009A0842" w:rsidP="003034EC">
      <w:pPr>
        <w:pStyle w:val="SubStepAlpha"/>
      </w:pPr>
      <w:r>
        <w:t>On PC1, start a continuous ping to 192.168.1.1 and 2001:db8</w:t>
      </w:r>
      <w:proofErr w:type="gramStart"/>
      <w:r>
        <w:t>:acad:1000</w:t>
      </w:r>
      <w:proofErr w:type="gramEnd"/>
      <w:r>
        <w:t>::1.</w:t>
      </w:r>
    </w:p>
    <w:p w14:paraId="0D23B1CE" w14:textId="77777777" w:rsidR="009A0842" w:rsidRDefault="009A0842" w:rsidP="003034EC">
      <w:pPr>
        <w:pStyle w:val="SubStepAlpha"/>
      </w:pPr>
      <w:r>
        <w:t xml:space="preserve">On Switch D1, issue the </w:t>
      </w:r>
      <w:r w:rsidRPr="001B7304">
        <w:rPr>
          <w:b/>
          <w:bCs/>
        </w:rPr>
        <w:t>shutdown</w:t>
      </w:r>
      <w:r>
        <w:t xml:space="preserve"> command on interface VLAN 11. Note that D2 takes over the active role, and there is very little traffic loss in the running pings.</w:t>
      </w:r>
    </w:p>
    <w:p w14:paraId="2D68EE73" w14:textId="77777777" w:rsidR="009A0842" w:rsidRDefault="009A0842" w:rsidP="003034EC">
      <w:pPr>
        <w:pStyle w:val="SubStepAlpha"/>
      </w:pPr>
      <w:r>
        <w:t xml:space="preserve">On Switch D1, issue the </w:t>
      </w:r>
      <w:r w:rsidRPr="001B7304">
        <w:rPr>
          <w:b/>
          <w:bCs/>
        </w:rPr>
        <w:t>no shutdown</w:t>
      </w:r>
      <w:r>
        <w:t xml:space="preserve"> command on interface VLAN 11. Note that D1 takes back over as the active </w:t>
      </w:r>
      <w:proofErr w:type="spellStart"/>
      <w:r>
        <w:t>router</w:t>
      </w:r>
      <w:proofErr w:type="spellEnd"/>
      <w:r>
        <w:t>, and once again there is very little traffic loss experienced.</w:t>
      </w:r>
    </w:p>
    <w:p w14:paraId="2D90779D" w14:textId="77777777" w:rsidR="009A0842" w:rsidRDefault="009A0842" w:rsidP="003034EC">
      <w:pPr>
        <w:pStyle w:val="SubStepAlpha"/>
      </w:pPr>
      <w:r>
        <w:t>Stop the continuous ping running on PC1.</w:t>
      </w:r>
    </w:p>
    <w:p w14:paraId="1A49809A" w14:textId="77777777" w:rsidR="009A0842" w:rsidRDefault="009A0842" w:rsidP="009A0842">
      <w:pPr>
        <w:pStyle w:val="Heading3"/>
      </w:pPr>
      <w:r>
        <w:t>Tune HSRPv2 operation.</w:t>
      </w:r>
    </w:p>
    <w:p w14:paraId="10D76120" w14:textId="77777777" w:rsidR="009A0842" w:rsidRDefault="009A0842" w:rsidP="009A0842">
      <w:pPr>
        <w:pStyle w:val="BodyTextL25"/>
      </w:pPr>
      <w:r>
        <w:t>We have validated the operation of HSRP for both IPv4 and IPv6, and our gateways are now redundant. But in some cases, the default amount of time taken to detect and react to an outage is too slow. By default, HSRP uses a 3-second hello timer and a 10-second hold timer. If 10 seconds is too slow for your organization or traffic scenario, you can tune the HSRP timers to speed things up. This should only be done on a stable network, and this will cause more HSRP traffic to be sent between the configured switches, so you should take those factors into account before changing the timers on a production network.</w:t>
      </w:r>
    </w:p>
    <w:p w14:paraId="31B5BF8C" w14:textId="3D7ADD84" w:rsidR="009A0842" w:rsidRDefault="009A0842" w:rsidP="003034EC">
      <w:pPr>
        <w:pStyle w:val="SubStepAlpha"/>
      </w:pPr>
      <w:r>
        <w:t xml:space="preserve">On both switches, issue the </w:t>
      </w:r>
      <w:r w:rsidRPr="001B7304">
        <w:rPr>
          <w:b/>
          <w:bCs/>
        </w:rPr>
        <w:t>shutdown</w:t>
      </w:r>
      <w:r>
        <w:t xml:space="preserve"> command on interface VLAN 11 and VLAN 21.</w:t>
      </w:r>
    </w:p>
    <w:p w14:paraId="24823D2C" w14:textId="67440023" w:rsidR="009A0842" w:rsidRDefault="009A0842" w:rsidP="00B90645">
      <w:pPr>
        <w:pStyle w:val="SubStepAlpha"/>
        <w:spacing w:after="0"/>
      </w:pPr>
      <w:r>
        <w:t>On both switches, configure the timers for standby group 11 and standby group 21 so that the hello time is 250 milliseconds and the hold time is 750 milliseconds.</w:t>
      </w:r>
    </w:p>
    <w:p w14:paraId="68D6CF30" w14:textId="77777777" w:rsidR="004B23B2" w:rsidRDefault="004B23B2" w:rsidP="00B90645">
      <w:pPr>
        <w:pStyle w:val="ConfigWindow"/>
      </w:pPr>
      <w:r>
        <w:t>Open configuration window</w:t>
      </w:r>
    </w:p>
    <w:p w14:paraId="33717642" w14:textId="77777777" w:rsidR="009A0842" w:rsidRPr="00635FB8" w:rsidRDefault="009A0842" w:rsidP="009A0842">
      <w:pPr>
        <w:pStyle w:val="CMD"/>
        <w:rPr>
          <w:b/>
          <w:bCs/>
        </w:rPr>
      </w:pPr>
      <w:r>
        <w:t>D1(</w:t>
      </w:r>
      <w:proofErr w:type="spellStart"/>
      <w:r>
        <w:t>config</w:t>
      </w:r>
      <w:proofErr w:type="spellEnd"/>
      <w:r>
        <w:t xml:space="preserve">)# </w:t>
      </w:r>
      <w:r w:rsidRPr="00635FB8">
        <w:rPr>
          <w:b/>
          <w:bCs/>
        </w:rPr>
        <w:t xml:space="preserve">interface </w:t>
      </w:r>
      <w:proofErr w:type="spellStart"/>
      <w:r w:rsidRPr="00635FB8">
        <w:rPr>
          <w:b/>
          <w:bCs/>
        </w:rPr>
        <w:t>vlan</w:t>
      </w:r>
      <w:proofErr w:type="spellEnd"/>
      <w:r w:rsidRPr="00635FB8">
        <w:rPr>
          <w:b/>
          <w:bCs/>
        </w:rPr>
        <w:t xml:space="preserve"> 11</w:t>
      </w:r>
    </w:p>
    <w:p w14:paraId="22D2A170" w14:textId="2D90E0E7" w:rsidR="009A0842" w:rsidRPr="00635FB8" w:rsidRDefault="009A0842" w:rsidP="009A0842">
      <w:pPr>
        <w:pStyle w:val="CMD"/>
        <w:rPr>
          <w:b/>
          <w:bCs/>
        </w:rPr>
      </w:pPr>
      <w:proofErr w:type="gramStart"/>
      <w:r>
        <w:t>D1(</w:t>
      </w:r>
      <w:proofErr w:type="gramEnd"/>
      <w:r>
        <w:t xml:space="preserve">config-if)# </w:t>
      </w:r>
      <w:r w:rsidRPr="00635FB8">
        <w:rPr>
          <w:b/>
          <w:bCs/>
        </w:rPr>
        <w:t xml:space="preserve">standby 11 timers </w:t>
      </w:r>
      <w:proofErr w:type="spellStart"/>
      <w:r w:rsidRPr="00635FB8">
        <w:rPr>
          <w:b/>
          <w:bCs/>
        </w:rPr>
        <w:t>msec</w:t>
      </w:r>
      <w:proofErr w:type="spellEnd"/>
      <w:r w:rsidRPr="00635FB8">
        <w:rPr>
          <w:b/>
          <w:bCs/>
        </w:rPr>
        <w:t xml:space="preserve"> 250 </w:t>
      </w:r>
      <w:proofErr w:type="spellStart"/>
      <w:r w:rsidRPr="00635FB8">
        <w:rPr>
          <w:b/>
          <w:bCs/>
        </w:rPr>
        <w:t>msec</w:t>
      </w:r>
      <w:proofErr w:type="spellEnd"/>
      <w:r w:rsidRPr="00635FB8">
        <w:rPr>
          <w:b/>
          <w:bCs/>
        </w:rPr>
        <w:t xml:space="preserve"> 750</w:t>
      </w:r>
    </w:p>
    <w:p w14:paraId="058808E7" w14:textId="2A10D07E" w:rsidR="009A0842" w:rsidRDefault="009A0842" w:rsidP="009A0842">
      <w:pPr>
        <w:pStyle w:val="CMD"/>
      </w:pPr>
      <w:proofErr w:type="gramStart"/>
      <w:r>
        <w:t>D1(</w:t>
      </w:r>
      <w:proofErr w:type="gramEnd"/>
      <w:r>
        <w:t xml:space="preserve">config-if)# </w:t>
      </w:r>
      <w:r w:rsidRPr="00635FB8">
        <w:rPr>
          <w:b/>
          <w:bCs/>
        </w:rPr>
        <w:t>exit</w:t>
      </w:r>
    </w:p>
    <w:p w14:paraId="4ECA36C5" w14:textId="77777777" w:rsidR="009A0842" w:rsidRDefault="009A0842" w:rsidP="009A0842">
      <w:pPr>
        <w:pStyle w:val="CMD"/>
      </w:pPr>
      <w:r>
        <w:t>D1(</w:t>
      </w:r>
      <w:proofErr w:type="spellStart"/>
      <w:r>
        <w:t>config</w:t>
      </w:r>
      <w:proofErr w:type="spellEnd"/>
      <w:r>
        <w:t xml:space="preserve">)# </w:t>
      </w:r>
      <w:r w:rsidRPr="00635FB8">
        <w:rPr>
          <w:b/>
          <w:bCs/>
        </w:rPr>
        <w:t xml:space="preserve">interface </w:t>
      </w:r>
      <w:proofErr w:type="spellStart"/>
      <w:r w:rsidRPr="00635FB8">
        <w:rPr>
          <w:b/>
          <w:bCs/>
        </w:rPr>
        <w:t>vlan</w:t>
      </w:r>
      <w:proofErr w:type="spellEnd"/>
      <w:r w:rsidRPr="00635FB8">
        <w:rPr>
          <w:b/>
          <w:bCs/>
        </w:rPr>
        <w:t xml:space="preserve"> 21</w:t>
      </w:r>
    </w:p>
    <w:p w14:paraId="3EA40DE4" w14:textId="621B2BB1" w:rsidR="009A0842" w:rsidRDefault="009A0842" w:rsidP="009A0842">
      <w:pPr>
        <w:pStyle w:val="CMD"/>
      </w:pPr>
      <w:proofErr w:type="gramStart"/>
      <w:r>
        <w:t>D1(</w:t>
      </w:r>
      <w:proofErr w:type="gramEnd"/>
      <w:r>
        <w:t xml:space="preserve">config-if)# </w:t>
      </w:r>
      <w:r w:rsidRPr="00635FB8">
        <w:rPr>
          <w:b/>
          <w:bCs/>
        </w:rPr>
        <w:t xml:space="preserve">standby 21 timers </w:t>
      </w:r>
      <w:proofErr w:type="spellStart"/>
      <w:r w:rsidRPr="00635FB8">
        <w:rPr>
          <w:b/>
          <w:bCs/>
        </w:rPr>
        <w:t>msec</w:t>
      </w:r>
      <w:proofErr w:type="spellEnd"/>
      <w:r w:rsidRPr="00635FB8">
        <w:rPr>
          <w:b/>
          <w:bCs/>
        </w:rPr>
        <w:t xml:space="preserve"> 250 </w:t>
      </w:r>
      <w:proofErr w:type="spellStart"/>
      <w:r w:rsidRPr="00635FB8">
        <w:rPr>
          <w:b/>
          <w:bCs/>
        </w:rPr>
        <w:t>msec</w:t>
      </w:r>
      <w:proofErr w:type="spellEnd"/>
      <w:r w:rsidRPr="00635FB8">
        <w:rPr>
          <w:b/>
          <w:bCs/>
        </w:rPr>
        <w:t xml:space="preserve"> 750</w:t>
      </w:r>
    </w:p>
    <w:p w14:paraId="36B5B401" w14:textId="47680ECD" w:rsidR="009A0842" w:rsidRPr="00635FB8" w:rsidRDefault="009A0842" w:rsidP="009A0842">
      <w:pPr>
        <w:pStyle w:val="CMD"/>
        <w:rPr>
          <w:b/>
          <w:bCs/>
        </w:rPr>
      </w:pPr>
      <w:proofErr w:type="gramStart"/>
      <w:r>
        <w:t>D1(</w:t>
      </w:r>
      <w:proofErr w:type="gramEnd"/>
      <w:r>
        <w:t xml:space="preserve">config-if)# </w:t>
      </w:r>
      <w:r w:rsidRPr="00635FB8">
        <w:rPr>
          <w:b/>
          <w:bCs/>
        </w:rPr>
        <w:t>exit</w:t>
      </w:r>
    </w:p>
    <w:p w14:paraId="3FA75B3E" w14:textId="77777777" w:rsidR="009A0842" w:rsidRDefault="009A0842" w:rsidP="003034EC">
      <w:pPr>
        <w:pStyle w:val="SubStepAlpha"/>
      </w:pPr>
      <w:r>
        <w:t xml:space="preserve">On both switches, issue the </w:t>
      </w:r>
      <w:r w:rsidRPr="00826061">
        <w:rPr>
          <w:b/>
          <w:bCs/>
        </w:rPr>
        <w:t>no</w:t>
      </w:r>
      <w:r>
        <w:t xml:space="preserve"> </w:t>
      </w:r>
      <w:r w:rsidRPr="001B7304">
        <w:rPr>
          <w:b/>
          <w:bCs/>
        </w:rPr>
        <w:t>shutdown</w:t>
      </w:r>
      <w:r>
        <w:t xml:space="preserve"> command on interface VLAN 11 and VLAN 21 and let HSRP initialize. Verify that it is operating as designed by issuing the </w:t>
      </w:r>
      <w:r w:rsidRPr="00DF369A">
        <w:rPr>
          <w:b/>
        </w:rPr>
        <w:t>show standby brief</w:t>
      </w:r>
      <w:r>
        <w:t xml:space="preserve"> command on switch D1. You should see D1 as active for VLAN 11 and standby for VLAN 21.</w:t>
      </w:r>
    </w:p>
    <w:p w14:paraId="12641DC9" w14:textId="77777777" w:rsidR="009A0842" w:rsidRDefault="009A0842" w:rsidP="003034EC">
      <w:pPr>
        <w:pStyle w:val="SubStepAlpha"/>
      </w:pPr>
      <w:r>
        <w:t>On PC1, start a continuous ping to 192.168.1.1 and 2001:db8:acad:1000::1</w:t>
      </w:r>
    </w:p>
    <w:p w14:paraId="25D76DB4" w14:textId="77777777" w:rsidR="009A0842" w:rsidRDefault="009A0842" w:rsidP="003034EC">
      <w:pPr>
        <w:pStyle w:val="SubStepAlpha"/>
      </w:pPr>
      <w:r>
        <w:t xml:space="preserve">On Switch D1, issue the </w:t>
      </w:r>
      <w:r w:rsidRPr="001B7304">
        <w:rPr>
          <w:b/>
          <w:bCs/>
        </w:rPr>
        <w:t>shutdown</w:t>
      </w:r>
      <w:r>
        <w:t xml:space="preserve"> command on interface VLAN 11. Note that that D2 takes over the active role almost immediately, and there is almost no traffic loss in the running pings.</w:t>
      </w:r>
    </w:p>
    <w:p w14:paraId="54986962" w14:textId="77777777" w:rsidR="009A0842" w:rsidRDefault="009A0842" w:rsidP="003034EC">
      <w:pPr>
        <w:pStyle w:val="SubStepAlpha"/>
      </w:pPr>
      <w:r>
        <w:t xml:space="preserve">On Switch D1, issue the </w:t>
      </w:r>
      <w:r w:rsidRPr="001B7304">
        <w:rPr>
          <w:b/>
          <w:bCs/>
        </w:rPr>
        <w:t>no shutdown</w:t>
      </w:r>
      <w:r>
        <w:t xml:space="preserve"> command on interface VLAN 11. Note that D1 takes back over as the active </w:t>
      </w:r>
      <w:proofErr w:type="spellStart"/>
      <w:r>
        <w:t>router</w:t>
      </w:r>
      <w:proofErr w:type="spellEnd"/>
      <w:r>
        <w:t>, and once again there is almost no traffic loss experienced.</w:t>
      </w:r>
    </w:p>
    <w:p w14:paraId="760FAA04" w14:textId="57A3B35F" w:rsidR="009A0842" w:rsidRDefault="009A0842" w:rsidP="003034EC">
      <w:pPr>
        <w:pStyle w:val="SubStepAlpha"/>
      </w:pPr>
      <w:r>
        <w:t>Stop the continuous ping running on PC1.</w:t>
      </w:r>
    </w:p>
    <w:p w14:paraId="344DB00E" w14:textId="388723D9" w:rsidR="004B23B2" w:rsidRDefault="004B23B2" w:rsidP="00B90645">
      <w:pPr>
        <w:pStyle w:val="ConfigWindow"/>
      </w:pPr>
      <w:r>
        <w:t>Close configuration window</w:t>
      </w:r>
    </w:p>
    <w:p w14:paraId="51FA5E5A" w14:textId="77777777" w:rsidR="009A0842" w:rsidRDefault="009A0842" w:rsidP="00B90645">
      <w:pPr>
        <w:pStyle w:val="Heading2"/>
        <w:spacing w:before="120"/>
      </w:pPr>
      <w:r>
        <w:t>Configure and Observe HSRP Authentication</w:t>
      </w:r>
    </w:p>
    <w:p w14:paraId="0D028920" w14:textId="0E7C86C0" w:rsidR="009A0842" w:rsidRDefault="009A0842" w:rsidP="009A0842">
      <w:pPr>
        <w:pStyle w:val="BodyTextL25"/>
      </w:pPr>
      <w:r>
        <w:t>In this part of the lab</w:t>
      </w:r>
      <w:r w:rsidR="00CB3C56">
        <w:t>,</w:t>
      </w:r>
      <w:r>
        <w:t xml:space="preserve"> you will </w:t>
      </w:r>
      <w:r w:rsidRPr="00383790">
        <w:rPr>
          <w:rFonts w:cs="Arial"/>
          <w:szCs w:val="20"/>
        </w:rPr>
        <w:t>secur</w:t>
      </w:r>
      <w:r>
        <w:rPr>
          <w:rFonts w:cs="Arial"/>
          <w:szCs w:val="20"/>
        </w:rPr>
        <w:t>e</w:t>
      </w:r>
      <w:r w:rsidRPr="00383790">
        <w:rPr>
          <w:rFonts w:cs="Arial"/>
          <w:szCs w:val="20"/>
        </w:rPr>
        <w:t xml:space="preserve"> the HSRP communication between member devices. HSRP authentication prevents rogue routers on the network from joining the HSRP group. Without authentication</w:t>
      </w:r>
      <w:r>
        <w:rPr>
          <w:rFonts w:cs="Arial"/>
          <w:szCs w:val="20"/>
        </w:rPr>
        <w:t>,</w:t>
      </w:r>
      <w:r w:rsidRPr="00383790">
        <w:rPr>
          <w:rFonts w:cs="Arial"/>
          <w:szCs w:val="20"/>
        </w:rPr>
        <w:t xml:space="preserve"> a rogue router could join the group and claim the active role. The attacker would then be able to capture all the tra</w:t>
      </w:r>
      <w:r>
        <w:rPr>
          <w:rFonts w:cs="Arial"/>
          <w:szCs w:val="20"/>
        </w:rPr>
        <w:t>ffic</w:t>
      </w:r>
      <w:r w:rsidRPr="00383790">
        <w:rPr>
          <w:rFonts w:cs="Arial"/>
          <w:szCs w:val="20"/>
        </w:rPr>
        <w:t xml:space="preserve"> forwarded to attacker’s device. HSRP authentication can be configured using plaintext</w:t>
      </w:r>
      <w:r>
        <w:rPr>
          <w:rFonts w:cs="Arial"/>
          <w:szCs w:val="20"/>
        </w:rPr>
        <w:t xml:space="preserve">, an </w:t>
      </w:r>
      <w:r w:rsidRPr="00383790">
        <w:rPr>
          <w:rFonts w:cs="Arial"/>
          <w:szCs w:val="20"/>
        </w:rPr>
        <w:t>MD5</w:t>
      </w:r>
      <w:r>
        <w:rPr>
          <w:rFonts w:cs="Arial"/>
          <w:szCs w:val="20"/>
        </w:rPr>
        <w:t>-hashed key</w:t>
      </w:r>
      <w:r w:rsidR="00C454C3">
        <w:rPr>
          <w:rFonts w:cs="Arial"/>
          <w:szCs w:val="20"/>
        </w:rPr>
        <w:t>-</w:t>
      </w:r>
      <w:r>
        <w:rPr>
          <w:rFonts w:cs="Arial"/>
          <w:szCs w:val="20"/>
        </w:rPr>
        <w:t>string, or an MD5-hashed key chain</w:t>
      </w:r>
      <w:r>
        <w:t xml:space="preserve">. Using </w:t>
      </w:r>
      <w:r>
        <w:rPr>
          <w:rFonts w:cs="Arial"/>
          <w:szCs w:val="20"/>
        </w:rPr>
        <w:t>k</w:t>
      </w:r>
      <w:r w:rsidRPr="00DA17B3">
        <w:rPr>
          <w:rFonts w:cs="Arial"/>
          <w:szCs w:val="20"/>
        </w:rPr>
        <w:t>ey chains offer</w:t>
      </w:r>
      <w:r>
        <w:rPr>
          <w:rFonts w:cs="Arial"/>
          <w:szCs w:val="20"/>
        </w:rPr>
        <w:t>s</w:t>
      </w:r>
      <w:r w:rsidRPr="00DA17B3">
        <w:rPr>
          <w:rFonts w:cs="Arial"/>
          <w:szCs w:val="20"/>
        </w:rPr>
        <w:t xml:space="preserve"> more options and security because you can have lifetime parameters associated with the different keys. </w:t>
      </w:r>
      <w:r>
        <w:rPr>
          <w:rFonts w:cs="Arial"/>
          <w:szCs w:val="20"/>
        </w:rPr>
        <w:t>For simplicity</w:t>
      </w:r>
      <w:r w:rsidRPr="00DA17B3">
        <w:rPr>
          <w:rFonts w:cs="Arial"/>
          <w:szCs w:val="20"/>
        </w:rPr>
        <w:t>, we will configur</w:t>
      </w:r>
      <w:r>
        <w:rPr>
          <w:rFonts w:cs="Arial"/>
          <w:szCs w:val="20"/>
        </w:rPr>
        <w:t>e</w:t>
      </w:r>
      <w:r w:rsidRPr="00DA17B3">
        <w:rPr>
          <w:rFonts w:cs="Arial"/>
          <w:szCs w:val="20"/>
        </w:rPr>
        <w:t xml:space="preserve"> HSRP authentication using the key string option.</w:t>
      </w:r>
    </w:p>
    <w:p w14:paraId="35534FB7" w14:textId="46282BED" w:rsidR="009A0842" w:rsidRDefault="009A0842" w:rsidP="00B90645">
      <w:pPr>
        <w:pStyle w:val="SubStepAlpha"/>
        <w:spacing w:after="0"/>
      </w:pPr>
      <w:r>
        <w:t>On D1, configure authentication for group 11 and group 21 using the key</w:t>
      </w:r>
      <w:r w:rsidR="00C454C3">
        <w:t>-</w:t>
      </w:r>
      <w:r>
        <w:t xml:space="preserve">string </w:t>
      </w:r>
      <w:r w:rsidRPr="00CB3C56">
        <w:rPr>
          <w:b/>
          <w:bCs/>
        </w:rPr>
        <w:t>Super53cret</w:t>
      </w:r>
      <w:r>
        <w:t>.</w:t>
      </w:r>
    </w:p>
    <w:p w14:paraId="7A7AA4A2" w14:textId="77777777" w:rsidR="004B23B2" w:rsidRDefault="004B23B2" w:rsidP="00B90645">
      <w:pPr>
        <w:pStyle w:val="ConfigWindow"/>
      </w:pPr>
      <w:r>
        <w:t>Open configuration window</w:t>
      </w:r>
    </w:p>
    <w:p w14:paraId="5825F712" w14:textId="77777777" w:rsidR="009A0842" w:rsidRPr="00635FB8" w:rsidRDefault="009A0842" w:rsidP="009A0842">
      <w:pPr>
        <w:pStyle w:val="CMD"/>
        <w:rPr>
          <w:b/>
          <w:bCs/>
        </w:rPr>
      </w:pPr>
      <w:r>
        <w:t>D1(</w:t>
      </w:r>
      <w:proofErr w:type="spellStart"/>
      <w:r>
        <w:t>config</w:t>
      </w:r>
      <w:proofErr w:type="spellEnd"/>
      <w:r>
        <w:t xml:space="preserve">)# </w:t>
      </w:r>
      <w:r w:rsidRPr="00635FB8">
        <w:rPr>
          <w:b/>
          <w:bCs/>
        </w:rPr>
        <w:t xml:space="preserve">interface </w:t>
      </w:r>
      <w:proofErr w:type="spellStart"/>
      <w:r w:rsidRPr="00635FB8">
        <w:rPr>
          <w:b/>
          <w:bCs/>
        </w:rPr>
        <w:t>vlan</w:t>
      </w:r>
      <w:proofErr w:type="spellEnd"/>
      <w:r w:rsidRPr="00635FB8">
        <w:rPr>
          <w:b/>
          <w:bCs/>
        </w:rPr>
        <w:t xml:space="preserve"> 11</w:t>
      </w:r>
    </w:p>
    <w:p w14:paraId="43845457" w14:textId="77777777" w:rsidR="009A0842" w:rsidRDefault="009A0842" w:rsidP="009A0842">
      <w:pPr>
        <w:pStyle w:val="CMD"/>
      </w:pPr>
      <w:proofErr w:type="gramStart"/>
      <w:r>
        <w:t>D1(</w:t>
      </w:r>
      <w:proofErr w:type="gramEnd"/>
      <w:r>
        <w:t xml:space="preserve">config-if)# </w:t>
      </w:r>
      <w:r w:rsidRPr="00635FB8">
        <w:rPr>
          <w:b/>
          <w:bCs/>
        </w:rPr>
        <w:t>standby 11 authentication md5 key-string Super53cret</w:t>
      </w:r>
    </w:p>
    <w:p w14:paraId="46A46F89" w14:textId="77777777" w:rsidR="009A0842" w:rsidRPr="00635FB8" w:rsidRDefault="009A0842" w:rsidP="009A0842">
      <w:pPr>
        <w:pStyle w:val="CMD"/>
        <w:rPr>
          <w:b/>
          <w:bCs/>
        </w:rPr>
      </w:pPr>
      <w:proofErr w:type="gramStart"/>
      <w:r>
        <w:t>D1(</w:t>
      </w:r>
      <w:proofErr w:type="gramEnd"/>
      <w:r>
        <w:t xml:space="preserve">config-if)# </w:t>
      </w:r>
      <w:r w:rsidRPr="00635FB8">
        <w:rPr>
          <w:b/>
          <w:bCs/>
        </w:rPr>
        <w:t>exit</w:t>
      </w:r>
    </w:p>
    <w:p w14:paraId="2D57C41F" w14:textId="77777777" w:rsidR="009A0842" w:rsidRPr="00635FB8" w:rsidRDefault="009A0842" w:rsidP="009A0842">
      <w:pPr>
        <w:pStyle w:val="CMD"/>
        <w:rPr>
          <w:b/>
          <w:bCs/>
        </w:rPr>
      </w:pPr>
      <w:r>
        <w:t>D1(</w:t>
      </w:r>
      <w:proofErr w:type="spellStart"/>
      <w:r>
        <w:t>config</w:t>
      </w:r>
      <w:proofErr w:type="spellEnd"/>
      <w:r>
        <w:t xml:space="preserve">)# </w:t>
      </w:r>
      <w:r w:rsidRPr="00635FB8">
        <w:rPr>
          <w:b/>
          <w:bCs/>
        </w:rPr>
        <w:t xml:space="preserve">interface </w:t>
      </w:r>
      <w:proofErr w:type="spellStart"/>
      <w:r w:rsidRPr="00635FB8">
        <w:rPr>
          <w:b/>
          <w:bCs/>
        </w:rPr>
        <w:t>vlan</w:t>
      </w:r>
      <w:proofErr w:type="spellEnd"/>
      <w:r w:rsidRPr="00635FB8">
        <w:rPr>
          <w:b/>
          <w:bCs/>
        </w:rPr>
        <w:t xml:space="preserve"> 21</w:t>
      </w:r>
    </w:p>
    <w:p w14:paraId="1B0B9B93" w14:textId="77777777" w:rsidR="009A0842" w:rsidRDefault="009A0842" w:rsidP="009A0842">
      <w:pPr>
        <w:pStyle w:val="CMD"/>
      </w:pPr>
      <w:proofErr w:type="gramStart"/>
      <w:r>
        <w:t>D1(</w:t>
      </w:r>
      <w:proofErr w:type="gramEnd"/>
      <w:r>
        <w:t xml:space="preserve">config-if)# </w:t>
      </w:r>
      <w:r w:rsidRPr="00635FB8">
        <w:rPr>
          <w:b/>
          <w:bCs/>
        </w:rPr>
        <w:t>standby 21 authentication md5 key-string Super53cret</w:t>
      </w:r>
    </w:p>
    <w:p w14:paraId="275C26BA" w14:textId="77777777" w:rsidR="009A0842" w:rsidRDefault="009A0842" w:rsidP="009A0842">
      <w:pPr>
        <w:pStyle w:val="CMD"/>
      </w:pPr>
      <w:proofErr w:type="gramStart"/>
      <w:r>
        <w:t>D1(</w:t>
      </w:r>
      <w:proofErr w:type="gramEnd"/>
      <w:r>
        <w:t xml:space="preserve">config-if)# </w:t>
      </w:r>
      <w:r w:rsidRPr="00635FB8">
        <w:rPr>
          <w:b/>
          <w:bCs/>
        </w:rPr>
        <w:t>exit</w:t>
      </w:r>
    </w:p>
    <w:p w14:paraId="15467C9F" w14:textId="77777777" w:rsidR="009A0842" w:rsidRPr="00635FB8" w:rsidRDefault="009A0842" w:rsidP="009A0842">
      <w:pPr>
        <w:pStyle w:val="CMD"/>
        <w:rPr>
          <w:b/>
          <w:bCs/>
        </w:rPr>
      </w:pPr>
      <w:r>
        <w:t xml:space="preserve">D1(config)# </w:t>
      </w:r>
      <w:r w:rsidRPr="00635FB8">
        <w:rPr>
          <w:b/>
          <w:bCs/>
        </w:rPr>
        <w:t>end</w:t>
      </w:r>
    </w:p>
    <w:p w14:paraId="4C27AB70" w14:textId="0FCC958C" w:rsidR="009A0842" w:rsidRDefault="009A0842" w:rsidP="003034EC">
      <w:pPr>
        <w:pStyle w:val="SubStepAlpha"/>
      </w:pPr>
      <w:r w:rsidRPr="00DA17B3">
        <w:t>Notice as soon as this command was entered on D1 that we received a “bad authentication” message display to the console screen. HSRP authentication is not yet configured on D2 therefor</w:t>
      </w:r>
      <w:r>
        <w:t xml:space="preserve">e </w:t>
      </w:r>
      <w:r w:rsidRPr="00DA17B3">
        <w:t xml:space="preserve">we expect for the HSRP process to be disrupted. The output of the </w:t>
      </w:r>
      <w:r w:rsidRPr="00C454C3">
        <w:rPr>
          <w:b/>
          <w:bCs/>
        </w:rPr>
        <w:t>show standby brief</w:t>
      </w:r>
      <w:r w:rsidRPr="00DA17B3">
        <w:t xml:space="preserve"> command below confirms that D2 is no longer the standby router for group 1</w:t>
      </w:r>
      <w:r>
        <w:t>1</w:t>
      </w:r>
      <w:r w:rsidRPr="00DA17B3">
        <w:t xml:space="preserve">. The standby router shows </w:t>
      </w:r>
      <w:r w:rsidRPr="00DA17B3">
        <w:rPr>
          <w:i/>
        </w:rPr>
        <w:t>unknown</w:t>
      </w:r>
      <w:r>
        <w:t>.</w:t>
      </w:r>
    </w:p>
    <w:p w14:paraId="28E8D310" w14:textId="77777777" w:rsidR="009A0842" w:rsidRPr="00C14BC7" w:rsidRDefault="009A0842" w:rsidP="009A0842">
      <w:pPr>
        <w:pStyle w:val="CMD"/>
        <w:rPr>
          <w:sz w:val="18"/>
          <w:szCs w:val="21"/>
        </w:rPr>
      </w:pPr>
      <w:r w:rsidRPr="00C14BC7">
        <w:rPr>
          <w:sz w:val="18"/>
          <w:szCs w:val="21"/>
        </w:rPr>
        <w:t>*Jan 19 01:10:13.167: %HSRP-4-BADAUTH2: Bad authentication from 10.11.0.2</w:t>
      </w:r>
    </w:p>
    <w:p w14:paraId="06F5CB75" w14:textId="77777777" w:rsidR="009A0842" w:rsidRPr="003034EC" w:rsidRDefault="009A0842" w:rsidP="003034EC">
      <w:pPr>
        <w:pStyle w:val="CMD"/>
      </w:pPr>
      <w:r w:rsidRPr="003034EC">
        <w:t xml:space="preserve">D1# </w:t>
      </w:r>
      <w:r w:rsidRPr="003034EC">
        <w:rPr>
          <w:b/>
          <w:bCs/>
        </w:rPr>
        <w:t>show standby brief</w:t>
      </w:r>
    </w:p>
    <w:p w14:paraId="1E8AF54A" w14:textId="77777777" w:rsidR="009A0842" w:rsidRPr="00C14BC7" w:rsidRDefault="009A0842" w:rsidP="003034EC">
      <w:pPr>
        <w:pStyle w:val="CMDOutput"/>
      </w:pPr>
      <w:r w:rsidRPr="00C14BC7">
        <w:t xml:space="preserve">                     P indicates configured to preempt.</w:t>
      </w:r>
    </w:p>
    <w:p w14:paraId="53F0CAAF" w14:textId="77777777" w:rsidR="009A0842" w:rsidRPr="00C14BC7" w:rsidRDefault="009A0842" w:rsidP="003034EC">
      <w:pPr>
        <w:pStyle w:val="CMDOutput"/>
      </w:pPr>
      <w:r w:rsidRPr="00C14BC7">
        <w:t xml:space="preserve">                     |</w:t>
      </w:r>
    </w:p>
    <w:p w14:paraId="579C7B42" w14:textId="77777777" w:rsidR="009A0842" w:rsidRPr="00C14BC7" w:rsidRDefault="009A0842" w:rsidP="003034EC">
      <w:pPr>
        <w:pStyle w:val="CMDOutput"/>
      </w:pPr>
      <w:r w:rsidRPr="00C14BC7">
        <w:t xml:space="preserve">Interface   </w:t>
      </w:r>
      <w:proofErr w:type="gramStart"/>
      <w:r w:rsidRPr="00C14BC7">
        <w:t xml:space="preserve">Grp  </w:t>
      </w:r>
      <w:proofErr w:type="spellStart"/>
      <w:r w:rsidRPr="00C14BC7">
        <w:t>Pri</w:t>
      </w:r>
      <w:proofErr w:type="spellEnd"/>
      <w:proofErr w:type="gramEnd"/>
      <w:r w:rsidRPr="00C14BC7">
        <w:t xml:space="preserve"> P State   Active          Standby         Virtual IP</w:t>
      </w:r>
    </w:p>
    <w:p w14:paraId="29316B18" w14:textId="77777777" w:rsidR="009A0842" w:rsidRPr="00C14BC7" w:rsidRDefault="009A0842" w:rsidP="003034EC">
      <w:pPr>
        <w:pStyle w:val="CMDOutput"/>
      </w:pPr>
      <w:r w:rsidRPr="00C14BC7">
        <w:t xml:space="preserve">Vl11        11   150 P </w:t>
      </w:r>
      <w:proofErr w:type="gramStart"/>
      <w:r w:rsidRPr="00C14BC7">
        <w:t>Active  local</w:t>
      </w:r>
      <w:proofErr w:type="gramEnd"/>
      <w:r w:rsidRPr="00C14BC7">
        <w:t xml:space="preserve">           </w:t>
      </w:r>
      <w:r w:rsidRPr="00C14BC7">
        <w:rPr>
          <w:highlight w:val="yellow"/>
        </w:rPr>
        <w:t>unknown</w:t>
      </w:r>
      <w:r w:rsidRPr="00C14BC7">
        <w:t xml:space="preserve">         10.11.0.254</w:t>
      </w:r>
    </w:p>
    <w:p w14:paraId="67E64292" w14:textId="77777777" w:rsidR="009A0842" w:rsidRPr="00C14BC7" w:rsidRDefault="009A0842" w:rsidP="003034EC">
      <w:pPr>
        <w:pStyle w:val="CMDOutput"/>
      </w:pPr>
      <w:r w:rsidRPr="00C14BC7">
        <w:t xml:space="preserve">Vl11        </w:t>
      </w:r>
      <w:proofErr w:type="gramStart"/>
      <w:r w:rsidRPr="00C14BC7">
        <w:t>116  150</w:t>
      </w:r>
      <w:proofErr w:type="gramEnd"/>
      <w:r w:rsidRPr="00C14BC7">
        <w:t xml:space="preserve"> P Active  local           FE80::D2:1      FE80::5:73FF:FEA0:74</w:t>
      </w:r>
    </w:p>
    <w:p w14:paraId="0794C67D" w14:textId="77777777" w:rsidR="009A0842" w:rsidRPr="00C14BC7" w:rsidRDefault="009A0842" w:rsidP="003034EC">
      <w:pPr>
        <w:pStyle w:val="CMDOutput"/>
      </w:pPr>
      <w:r w:rsidRPr="00C14BC7">
        <w:t xml:space="preserve">Vl21        21   100 P </w:t>
      </w:r>
      <w:proofErr w:type="gramStart"/>
      <w:r w:rsidRPr="00C14BC7">
        <w:t>Active  local</w:t>
      </w:r>
      <w:proofErr w:type="gramEnd"/>
      <w:r w:rsidRPr="00C14BC7">
        <w:t xml:space="preserve">           </w:t>
      </w:r>
      <w:r w:rsidRPr="00C14BC7">
        <w:rPr>
          <w:highlight w:val="yellow"/>
        </w:rPr>
        <w:t>unknown</w:t>
      </w:r>
      <w:r w:rsidRPr="00C14BC7">
        <w:t xml:space="preserve">         10.21.0.254</w:t>
      </w:r>
    </w:p>
    <w:p w14:paraId="718F6F04" w14:textId="77777777" w:rsidR="009A0842" w:rsidRPr="003034EC" w:rsidRDefault="009A0842" w:rsidP="003034EC">
      <w:pPr>
        <w:pStyle w:val="CMDOutput"/>
      </w:pPr>
      <w:r w:rsidRPr="00C14BC7">
        <w:t xml:space="preserve">Vl21        </w:t>
      </w:r>
      <w:proofErr w:type="gramStart"/>
      <w:r w:rsidRPr="00C14BC7">
        <w:t>216  100</w:t>
      </w:r>
      <w:proofErr w:type="gramEnd"/>
      <w:r w:rsidRPr="00C14BC7">
        <w:t xml:space="preserve"> P Standby FE80::D2:2      local           FE80::5:73FF:FEA0:D8</w:t>
      </w:r>
    </w:p>
    <w:p w14:paraId="26A2E2D7" w14:textId="33C9A150" w:rsidR="009A0842" w:rsidRDefault="009A0842" w:rsidP="00B90645">
      <w:pPr>
        <w:pStyle w:val="SubStepAlpha"/>
      </w:pPr>
      <w:r>
        <w:t>On D2, configure authentication for group 11 and group 21 using the key</w:t>
      </w:r>
      <w:r w:rsidR="004B23B2">
        <w:t>-</w:t>
      </w:r>
      <w:r>
        <w:t xml:space="preserve">string </w:t>
      </w:r>
      <w:r w:rsidRPr="00B90645">
        <w:rPr>
          <w:b/>
          <w:bCs/>
        </w:rPr>
        <w:t>Super53cret</w:t>
      </w:r>
      <w:r>
        <w:t>.</w:t>
      </w:r>
    </w:p>
    <w:p w14:paraId="51E52BA5" w14:textId="77777777" w:rsidR="009A0842" w:rsidRPr="00C14BC7" w:rsidRDefault="009A0842" w:rsidP="009A0842">
      <w:pPr>
        <w:pStyle w:val="CMD"/>
        <w:rPr>
          <w:b/>
          <w:bCs/>
        </w:rPr>
      </w:pPr>
      <w:r>
        <w:t>D2(</w:t>
      </w:r>
      <w:proofErr w:type="spellStart"/>
      <w:r>
        <w:t>config</w:t>
      </w:r>
      <w:proofErr w:type="spellEnd"/>
      <w:r>
        <w:t xml:space="preserve">)# </w:t>
      </w:r>
      <w:r w:rsidRPr="00C14BC7">
        <w:rPr>
          <w:b/>
          <w:bCs/>
        </w:rPr>
        <w:t xml:space="preserve">interface </w:t>
      </w:r>
      <w:proofErr w:type="spellStart"/>
      <w:r w:rsidRPr="00C14BC7">
        <w:rPr>
          <w:b/>
          <w:bCs/>
        </w:rPr>
        <w:t>vlan</w:t>
      </w:r>
      <w:proofErr w:type="spellEnd"/>
      <w:r w:rsidRPr="00C14BC7">
        <w:rPr>
          <w:b/>
          <w:bCs/>
        </w:rPr>
        <w:t xml:space="preserve"> 11</w:t>
      </w:r>
    </w:p>
    <w:p w14:paraId="5FC8351A" w14:textId="77777777" w:rsidR="009A0842" w:rsidRDefault="009A0842" w:rsidP="009A0842">
      <w:pPr>
        <w:pStyle w:val="CMD"/>
      </w:pPr>
      <w:proofErr w:type="gramStart"/>
      <w:r>
        <w:t>D2(</w:t>
      </w:r>
      <w:proofErr w:type="gramEnd"/>
      <w:r>
        <w:t xml:space="preserve">config-if)# </w:t>
      </w:r>
      <w:r w:rsidRPr="00C14BC7">
        <w:rPr>
          <w:b/>
          <w:bCs/>
        </w:rPr>
        <w:t>standby 11 authentication md5 key-string Super53cret</w:t>
      </w:r>
    </w:p>
    <w:p w14:paraId="1EAA1052" w14:textId="77777777" w:rsidR="009A0842" w:rsidRDefault="009A0842" w:rsidP="009A0842">
      <w:pPr>
        <w:pStyle w:val="CMD"/>
      </w:pPr>
      <w:proofErr w:type="gramStart"/>
      <w:r>
        <w:t>D2(</w:t>
      </w:r>
      <w:proofErr w:type="gramEnd"/>
      <w:r>
        <w:t xml:space="preserve">config-if)# </w:t>
      </w:r>
      <w:r w:rsidRPr="00C14BC7">
        <w:rPr>
          <w:b/>
          <w:bCs/>
        </w:rPr>
        <w:t>exit</w:t>
      </w:r>
    </w:p>
    <w:p w14:paraId="7D40E683" w14:textId="77777777" w:rsidR="009A0842" w:rsidRPr="00C14BC7" w:rsidRDefault="009A0842" w:rsidP="009A0842">
      <w:pPr>
        <w:pStyle w:val="CMD"/>
        <w:rPr>
          <w:b/>
          <w:bCs/>
        </w:rPr>
      </w:pPr>
      <w:r>
        <w:t>D2(</w:t>
      </w:r>
      <w:proofErr w:type="spellStart"/>
      <w:r>
        <w:t>config</w:t>
      </w:r>
      <w:proofErr w:type="spellEnd"/>
      <w:r>
        <w:t xml:space="preserve">)# </w:t>
      </w:r>
      <w:r w:rsidRPr="00C14BC7">
        <w:rPr>
          <w:b/>
          <w:bCs/>
        </w:rPr>
        <w:t xml:space="preserve">interface </w:t>
      </w:r>
      <w:proofErr w:type="spellStart"/>
      <w:r w:rsidRPr="00C14BC7">
        <w:rPr>
          <w:b/>
          <w:bCs/>
        </w:rPr>
        <w:t>vlan</w:t>
      </w:r>
      <w:proofErr w:type="spellEnd"/>
      <w:r w:rsidRPr="00C14BC7">
        <w:rPr>
          <w:b/>
          <w:bCs/>
        </w:rPr>
        <w:t xml:space="preserve"> 21</w:t>
      </w:r>
    </w:p>
    <w:p w14:paraId="3DD82FCB" w14:textId="77777777" w:rsidR="009A0842" w:rsidRDefault="009A0842" w:rsidP="009A0842">
      <w:pPr>
        <w:pStyle w:val="CMD"/>
      </w:pPr>
      <w:proofErr w:type="gramStart"/>
      <w:r>
        <w:t>D2(</w:t>
      </w:r>
      <w:proofErr w:type="gramEnd"/>
      <w:r>
        <w:t xml:space="preserve">config-if)# </w:t>
      </w:r>
      <w:r w:rsidRPr="00C14BC7">
        <w:rPr>
          <w:b/>
          <w:bCs/>
        </w:rPr>
        <w:t>standby 21 authentication md5 key-string Super53cret</w:t>
      </w:r>
    </w:p>
    <w:p w14:paraId="29AE507F" w14:textId="77777777" w:rsidR="009A0842" w:rsidRDefault="009A0842" w:rsidP="009A0842">
      <w:pPr>
        <w:pStyle w:val="CMD"/>
      </w:pPr>
      <w:proofErr w:type="gramStart"/>
      <w:r>
        <w:t>D2(</w:t>
      </w:r>
      <w:proofErr w:type="gramEnd"/>
      <w:r>
        <w:t xml:space="preserve">config-if)# </w:t>
      </w:r>
      <w:r w:rsidRPr="00C14BC7">
        <w:rPr>
          <w:b/>
          <w:bCs/>
        </w:rPr>
        <w:t>exit</w:t>
      </w:r>
    </w:p>
    <w:p w14:paraId="1F52D222" w14:textId="6C76FE91" w:rsidR="009A0842" w:rsidRDefault="009A0842" w:rsidP="003034EC">
      <w:pPr>
        <w:pStyle w:val="CMD"/>
        <w:rPr>
          <w:b/>
          <w:bCs/>
        </w:rPr>
      </w:pPr>
      <w:r>
        <w:t xml:space="preserve">D2(config)# </w:t>
      </w:r>
      <w:r w:rsidRPr="00C14BC7">
        <w:rPr>
          <w:b/>
          <w:bCs/>
        </w:rPr>
        <w:t>end</w:t>
      </w:r>
    </w:p>
    <w:p w14:paraId="47542C75" w14:textId="7BEA9B5B" w:rsidR="009A0842" w:rsidRDefault="009A0842" w:rsidP="00B90645">
      <w:pPr>
        <w:pStyle w:val="SubStepAlpha"/>
      </w:pPr>
      <w:r>
        <w:t xml:space="preserve">As soon as the key string was entered, HSRP started working again. Verify this by examining the output of </w:t>
      </w:r>
      <w:r w:rsidRPr="00C14BC7">
        <w:rPr>
          <w:b/>
          <w:bCs/>
        </w:rPr>
        <w:t>show standby brief</w:t>
      </w:r>
      <w:r>
        <w:t xml:space="preserve"> on D1 and you will see that D2 is now listed as the standby router for group 11.</w:t>
      </w:r>
    </w:p>
    <w:p w14:paraId="033A50A3" w14:textId="77777777" w:rsidR="009A0842" w:rsidRPr="003034EC" w:rsidRDefault="009A0842" w:rsidP="003034EC">
      <w:pPr>
        <w:pStyle w:val="CMD"/>
      </w:pPr>
      <w:r w:rsidRPr="003034EC">
        <w:t xml:space="preserve">D1# </w:t>
      </w:r>
      <w:r w:rsidRPr="003034EC">
        <w:rPr>
          <w:b/>
          <w:bCs/>
        </w:rPr>
        <w:t>show standby brief</w:t>
      </w:r>
    </w:p>
    <w:p w14:paraId="6F341F4E" w14:textId="77777777" w:rsidR="009A0842" w:rsidRPr="00C14BC7" w:rsidRDefault="009A0842" w:rsidP="009A0842">
      <w:pPr>
        <w:pStyle w:val="CMD"/>
        <w:rPr>
          <w:sz w:val="18"/>
          <w:szCs w:val="21"/>
        </w:rPr>
      </w:pPr>
      <w:r w:rsidRPr="00C14BC7">
        <w:rPr>
          <w:sz w:val="18"/>
          <w:szCs w:val="21"/>
        </w:rPr>
        <w:t xml:space="preserve">                     P indicates configured to preempt.</w:t>
      </w:r>
    </w:p>
    <w:p w14:paraId="3DA1E5FB" w14:textId="77777777" w:rsidR="009A0842" w:rsidRPr="00C14BC7" w:rsidRDefault="009A0842" w:rsidP="009A0842">
      <w:pPr>
        <w:pStyle w:val="CMD"/>
        <w:rPr>
          <w:sz w:val="18"/>
          <w:szCs w:val="21"/>
        </w:rPr>
      </w:pPr>
      <w:r w:rsidRPr="00C14BC7">
        <w:rPr>
          <w:sz w:val="18"/>
          <w:szCs w:val="21"/>
        </w:rPr>
        <w:t xml:space="preserve">                     |</w:t>
      </w:r>
    </w:p>
    <w:p w14:paraId="0700954B" w14:textId="77777777" w:rsidR="009A0842" w:rsidRPr="00C14BC7" w:rsidRDefault="009A0842" w:rsidP="009A0842">
      <w:pPr>
        <w:pStyle w:val="CMD"/>
        <w:rPr>
          <w:sz w:val="18"/>
          <w:szCs w:val="21"/>
        </w:rPr>
      </w:pPr>
      <w:r w:rsidRPr="00C14BC7">
        <w:rPr>
          <w:sz w:val="18"/>
          <w:szCs w:val="21"/>
        </w:rPr>
        <w:t xml:space="preserve">Interface   </w:t>
      </w:r>
      <w:proofErr w:type="gramStart"/>
      <w:r w:rsidRPr="00C14BC7">
        <w:rPr>
          <w:sz w:val="18"/>
          <w:szCs w:val="21"/>
        </w:rPr>
        <w:t xml:space="preserve">Grp  </w:t>
      </w:r>
      <w:proofErr w:type="spellStart"/>
      <w:r w:rsidRPr="00C14BC7">
        <w:rPr>
          <w:sz w:val="18"/>
          <w:szCs w:val="21"/>
        </w:rPr>
        <w:t>Pri</w:t>
      </w:r>
      <w:proofErr w:type="spellEnd"/>
      <w:proofErr w:type="gramEnd"/>
      <w:r w:rsidRPr="00C14BC7">
        <w:rPr>
          <w:sz w:val="18"/>
          <w:szCs w:val="21"/>
        </w:rPr>
        <w:t xml:space="preserve"> P State   Active          Standby         Virtual IP</w:t>
      </w:r>
    </w:p>
    <w:p w14:paraId="3C6C202F" w14:textId="77777777" w:rsidR="009A0842" w:rsidRPr="00C14BC7" w:rsidRDefault="009A0842" w:rsidP="009A0842">
      <w:pPr>
        <w:pStyle w:val="CMD"/>
        <w:rPr>
          <w:sz w:val="18"/>
          <w:szCs w:val="21"/>
        </w:rPr>
      </w:pPr>
      <w:r w:rsidRPr="00C14BC7">
        <w:rPr>
          <w:sz w:val="18"/>
          <w:szCs w:val="21"/>
        </w:rPr>
        <w:t xml:space="preserve">Vl11        11   150 P </w:t>
      </w:r>
      <w:proofErr w:type="gramStart"/>
      <w:r w:rsidRPr="00C14BC7">
        <w:rPr>
          <w:sz w:val="18"/>
          <w:szCs w:val="21"/>
        </w:rPr>
        <w:t>Active  local</w:t>
      </w:r>
      <w:proofErr w:type="gramEnd"/>
      <w:r w:rsidRPr="00C14BC7">
        <w:rPr>
          <w:sz w:val="18"/>
          <w:szCs w:val="21"/>
        </w:rPr>
        <w:t xml:space="preserve">           </w:t>
      </w:r>
      <w:r w:rsidRPr="00C14BC7">
        <w:rPr>
          <w:sz w:val="18"/>
          <w:szCs w:val="21"/>
          <w:highlight w:val="yellow"/>
        </w:rPr>
        <w:t>10.11.0.2</w:t>
      </w:r>
      <w:r w:rsidRPr="00C14BC7">
        <w:rPr>
          <w:sz w:val="18"/>
          <w:szCs w:val="21"/>
        </w:rPr>
        <w:t xml:space="preserve">       10.11.0.254</w:t>
      </w:r>
    </w:p>
    <w:p w14:paraId="1B1B7EEC" w14:textId="77777777" w:rsidR="009A0842" w:rsidRPr="00C14BC7" w:rsidRDefault="009A0842" w:rsidP="009A0842">
      <w:pPr>
        <w:pStyle w:val="CMD"/>
        <w:rPr>
          <w:sz w:val="18"/>
          <w:szCs w:val="21"/>
        </w:rPr>
      </w:pPr>
      <w:r w:rsidRPr="00C14BC7">
        <w:rPr>
          <w:sz w:val="18"/>
          <w:szCs w:val="21"/>
        </w:rPr>
        <w:t xml:space="preserve">Vl11        </w:t>
      </w:r>
      <w:proofErr w:type="gramStart"/>
      <w:r w:rsidRPr="00C14BC7">
        <w:rPr>
          <w:sz w:val="18"/>
          <w:szCs w:val="21"/>
        </w:rPr>
        <w:t>116  150</w:t>
      </w:r>
      <w:proofErr w:type="gramEnd"/>
      <w:r w:rsidRPr="00C14BC7">
        <w:rPr>
          <w:sz w:val="18"/>
          <w:szCs w:val="21"/>
        </w:rPr>
        <w:t xml:space="preserve"> P Active  local           FE80::D2:1      FE80::5:73FF:FEA0:74</w:t>
      </w:r>
    </w:p>
    <w:p w14:paraId="08E0E108" w14:textId="77777777" w:rsidR="009A0842" w:rsidRPr="00C14BC7" w:rsidRDefault="009A0842" w:rsidP="009A0842">
      <w:pPr>
        <w:pStyle w:val="CMD"/>
        <w:rPr>
          <w:sz w:val="18"/>
          <w:szCs w:val="21"/>
        </w:rPr>
      </w:pPr>
      <w:r w:rsidRPr="00C14BC7">
        <w:rPr>
          <w:sz w:val="18"/>
          <w:szCs w:val="21"/>
        </w:rPr>
        <w:t xml:space="preserve">Vl21        21   100 P Standby </w:t>
      </w:r>
      <w:r w:rsidRPr="00C14BC7">
        <w:rPr>
          <w:sz w:val="18"/>
          <w:szCs w:val="21"/>
          <w:highlight w:val="yellow"/>
        </w:rPr>
        <w:t>10.21.0.2</w:t>
      </w:r>
      <w:r w:rsidRPr="00C14BC7">
        <w:rPr>
          <w:sz w:val="18"/>
          <w:szCs w:val="21"/>
        </w:rPr>
        <w:t xml:space="preserve">       local           10.21.0.254</w:t>
      </w:r>
    </w:p>
    <w:p w14:paraId="36259359" w14:textId="731F6DDC" w:rsidR="009A0842" w:rsidRDefault="009A0842" w:rsidP="009A0842">
      <w:pPr>
        <w:pStyle w:val="CMD"/>
        <w:rPr>
          <w:sz w:val="18"/>
          <w:szCs w:val="21"/>
        </w:rPr>
      </w:pPr>
      <w:r w:rsidRPr="00C14BC7">
        <w:rPr>
          <w:sz w:val="18"/>
          <w:szCs w:val="21"/>
        </w:rPr>
        <w:t xml:space="preserve">Vl21        </w:t>
      </w:r>
      <w:proofErr w:type="gramStart"/>
      <w:r w:rsidRPr="00C14BC7">
        <w:rPr>
          <w:sz w:val="18"/>
          <w:szCs w:val="21"/>
        </w:rPr>
        <w:t>216  100</w:t>
      </w:r>
      <w:proofErr w:type="gramEnd"/>
      <w:r w:rsidRPr="00C14BC7">
        <w:rPr>
          <w:sz w:val="18"/>
          <w:szCs w:val="21"/>
        </w:rPr>
        <w:t xml:space="preserve"> P Standby FE80::D2:2      local           FE80::5:73FF:FEA0:D8</w:t>
      </w:r>
    </w:p>
    <w:p w14:paraId="38E53CEC" w14:textId="761465F7" w:rsidR="004B23B2" w:rsidRDefault="004B23B2" w:rsidP="004B23B2">
      <w:pPr>
        <w:pStyle w:val="ConfigWindow"/>
      </w:pPr>
      <w:r>
        <w:t>Close configuration window</w:t>
      </w:r>
    </w:p>
    <w:p w14:paraId="4442AA38" w14:textId="77777777" w:rsidR="009A0842" w:rsidRPr="00E363AD" w:rsidRDefault="009A0842" w:rsidP="00B90645">
      <w:pPr>
        <w:pStyle w:val="Heading2"/>
        <w:spacing w:before="120"/>
      </w:pPr>
      <w:r w:rsidRPr="00E363AD">
        <w:t>Configure and Observe HSRP Object Tracking</w:t>
      </w:r>
    </w:p>
    <w:p w14:paraId="4C88F11F" w14:textId="6ABF98E5" w:rsidR="009A0842" w:rsidRPr="00A60EF0" w:rsidRDefault="009A0842" w:rsidP="00F53D64">
      <w:pPr>
        <w:pStyle w:val="BodyTextL25"/>
      </w:pPr>
      <w:r w:rsidRPr="00A60EF0">
        <w:t xml:space="preserve">HSRP can perform object and interface tracking.  </w:t>
      </w:r>
      <w:r>
        <w:t>Either of these</w:t>
      </w:r>
      <w:r w:rsidRPr="00A60EF0">
        <w:t xml:space="preserve"> tracking </w:t>
      </w:r>
      <w:r>
        <w:t xml:space="preserve">methods </w:t>
      </w:r>
      <w:r w:rsidRPr="00A60EF0">
        <w:t xml:space="preserve">enables the priority of a standby group router to be automatically adjusted, based on the </w:t>
      </w:r>
      <w:r>
        <w:t>status of the tracked entity</w:t>
      </w:r>
      <w:r w:rsidRPr="00A60EF0">
        <w:t xml:space="preserve">. When a tracked </w:t>
      </w:r>
      <w:r>
        <w:t>entity</w:t>
      </w:r>
      <w:r w:rsidRPr="00A60EF0">
        <w:t xml:space="preserve"> becomes unavailable, the HSRP priority of the router is decreased. </w:t>
      </w:r>
      <w:r>
        <w:t xml:space="preserve">With preemption configured on the HSRP group, this might cause another router to take over as the active </w:t>
      </w:r>
      <w:proofErr w:type="spellStart"/>
      <w:r>
        <w:t>router</w:t>
      </w:r>
      <w:proofErr w:type="spellEnd"/>
      <w:r>
        <w:t xml:space="preserve"> for a group based on its higher priority value. </w:t>
      </w:r>
      <w:r w:rsidRPr="00A60EF0">
        <w:t>When properly configured, the HSRP tracking feature ensures that a router with an unavailable key interface will relinquish the active router role.</w:t>
      </w:r>
    </w:p>
    <w:p w14:paraId="3C9716BE" w14:textId="77777777" w:rsidR="009A0842" w:rsidRDefault="009A0842" w:rsidP="009A0842">
      <w:pPr>
        <w:pStyle w:val="Heading3"/>
      </w:pPr>
      <w:r>
        <w:t>Create a tracked object.</w:t>
      </w:r>
    </w:p>
    <w:p w14:paraId="0B5040C2" w14:textId="559F9D19" w:rsidR="009A0842" w:rsidRDefault="009A0842" w:rsidP="00B90645">
      <w:pPr>
        <w:pStyle w:val="BodyTextL25"/>
        <w:spacing w:after="0"/>
      </w:pPr>
      <w:r>
        <w:t>Create an object on Switch D1 and D2 that tracks the line-protocol of interface Loopback 0.</w:t>
      </w:r>
    </w:p>
    <w:p w14:paraId="1CC3183C" w14:textId="77777777" w:rsidR="004B23B2" w:rsidRDefault="004B23B2" w:rsidP="004B23B2">
      <w:pPr>
        <w:pStyle w:val="ConfigWindow"/>
      </w:pPr>
      <w:r>
        <w:t>Open configuration window</w:t>
      </w:r>
    </w:p>
    <w:p w14:paraId="20D0FBC4" w14:textId="77777777" w:rsidR="009A0842" w:rsidRDefault="009A0842" w:rsidP="009A0842">
      <w:pPr>
        <w:pStyle w:val="CMD"/>
      </w:pPr>
      <w:r>
        <w:t xml:space="preserve">D1(config)# </w:t>
      </w:r>
      <w:r w:rsidRPr="003376FC">
        <w:rPr>
          <w:b/>
          <w:bCs/>
        </w:rPr>
        <w:t>track 4 interface loopback 0 line-protocol</w:t>
      </w:r>
    </w:p>
    <w:p w14:paraId="0C5744E7" w14:textId="53DF9310" w:rsidR="009A0842" w:rsidRDefault="009A0842" w:rsidP="009A0842">
      <w:pPr>
        <w:pStyle w:val="CMD"/>
        <w:rPr>
          <w:b/>
          <w:bCs/>
        </w:rPr>
      </w:pPr>
      <w:proofErr w:type="gramStart"/>
      <w:r>
        <w:t>D1(</w:t>
      </w:r>
      <w:proofErr w:type="gramEnd"/>
      <w:r>
        <w:t xml:space="preserve">config-track)# </w:t>
      </w:r>
      <w:r w:rsidRPr="003376FC">
        <w:rPr>
          <w:b/>
          <w:bCs/>
        </w:rPr>
        <w:t>exit</w:t>
      </w:r>
    </w:p>
    <w:p w14:paraId="4319B197" w14:textId="4BBED375" w:rsidR="00C454C3" w:rsidRDefault="00C454C3" w:rsidP="009A0842">
      <w:pPr>
        <w:pStyle w:val="CMD"/>
      </w:pPr>
    </w:p>
    <w:p w14:paraId="410AB277" w14:textId="2D81A149" w:rsidR="00C454C3" w:rsidRDefault="00C454C3" w:rsidP="00C454C3">
      <w:pPr>
        <w:pStyle w:val="CMD"/>
      </w:pPr>
      <w:r>
        <w:t xml:space="preserve">D2(config)# </w:t>
      </w:r>
      <w:r w:rsidRPr="003376FC">
        <w:rPr>
          <w:b/>
          <w:bCs/>
        </w:rPr>
        <w:t>track 4 interface loopback 0 line-protocol</w:t>
      </w:r>
    </w:p>
    <w:p w14:paraId="526D620F" w14:textId="062BFF72" w:rsidR="00C454C3" w:rsidRDefault="00C454C3" w:rsidP="00C454C3">
      <w:pPr>
        <w:pStyle w:val="CMD"/>
      </w:pPr>
      <w:proofErr w:type="gramStart"/>
      <w:r>
        <w:t>D2(</w:t>
      </w:r>
      <w:proofErr w:type="gramEnd"/>
      <w:r>
        <w:t xml:space="preserve">config-track)# </w:t>
      </w:r>
      <w:r w:rsidRPr="003376FC">
        <w:rPr>
          <w:b/>
          <w:bCs/>
        </w:rPr>
        <w:t>exit</w:t>
      </w:r>
    </w:p>
    <w:p w14:paraId="0AFB1C53" w14:textId="77777777" w:rsidR="009A0842" w:rsidRDefault="009A0842" w:rsidP="009A0842">
      <w:pPr>
        <w:pStyle w:val="Heading3"/>
      </w:pPr>
      <w:r>
        <w:t>Configure HSRP to track the object status.</w:t>
      </w:r>
    </w:p>
    <w:p w14:paraId="5E7A5DCA" w14:textId="3ACC977E" w:rsidR="009A0842" w:rsidRDefault="009A0842" w:rsidP="00F53D64">
      <w:pPr>
        <w:pStyle w:val="BodyTextL25"/>
      </w:pPr>
      <w:r>
        <w:t>On D1, configure standby group</w:t>
      </w:r>
      <w:r w:rsidR="00681701">
        <w:t>s</w:t>
      </w:r>
      <w:r>
        <w:t xml:space="preserve"> 11</w:t>
      </w:r>
      <w:r w:rsidR="00681701">
        <w:t xml:space="preserve"> </w:t>
      </w:r>
      <w:r w:rsidR="00D535E8">
        <w:t xml:space="preserve">and 116 </w:t>
      </w:r>
      <w:r>
        <w:t>to track the status of track 4. On D2, configure standby group</w:t>
      </w:r>
      <w:r w:rsidR="00D535E8">
        <w:t>s</w:t>
      </w:r>
      <w:r>
        <w:t xml:space="preserve"> 21</w:t>
      </w:r>
      <w:r w:rsidR="00D535E8">
        <w:t xml:space="preserve"> and 216</w:t>
      </w:r>
      <w:r>
        <w:t xml:space="preserve"> to track the status of track 4. When the track</w:t>
      </w:r>
      <w:r w:rsidR="00C454C3">
        <w:t>ed object</w:t>
      </w:r>
      <w:r>
        <w:t xml:space="preserve"> </w:t>
      </w:r>
      <w:r w:rsidR="00C454C3">
        <w:t>has failed</w:t>
      </w:r>
      <w:r>
        <w:t>, decrement the system priority by 60.</w:t>
      </w:r>
    </w:p>
    <w:p w14:paraId="176CECB8" w14:textId="77777777" w:rsidR="009A0842" w:rsidRPr="00E363AD" w:rsidRDefault="009A0842" w:rsidP="009A0842">
      <w:pPr>
        <w:pStyle w:val="CMD"/>
        <w:rPr>
          <w:b/>
          <w:bCs/>
        </w:rPr>
      </w:pPr>
      <w:r>
        <w:t>D1(</w:t>
      </w:r>
      <w:proofErr w:type="spellStart"/>
      <w:r>
        <w:t>config</w:t>
      </w:r>
      <w:proofErr w:type="spellEnd"/>
      <w:r>
        <w:t xml:space="preserve">)# </w:t>
      </w:r>
      <w:r w:rsidRPr="00E363AD">
        <w:rPr>
          <w:b/>
          <w:bCs/>
        </w:rPr>
        <w:t xml:space="preserve">interface </w:t>
      </w:r>
      <w:proofErr w:type="spellStart"/>
      <w:r w:rsidRPr="00E363AD">
        <w:rPr>
          <w:b/>
          <w:bCs/>
        </w:rPr>
        <w:t>vlan</w:t>
      </w:r>
      <w:proofErr w:type="spellEnd"/>
      <w:r w:rsidRPr="00E363AD">
        <w:rPr>
          <w:b/>
          <w:bCs/>
        </w:rPr>
        <w:t xml:space="preserve"> 11</w:t>
      </w:r>
    </w:p>
    <w:p w14:paraId="27DC06DD" w14:textId="55DCA1C7" w:rsidR="00D535E8" w:rsidRDefault="009A0842" w:rsidP="009A0842">
      <w:pPr>
        <w:pStyle w:val="CMD"/>
        <w:rPr>
          <w:b/>
          <w:bCs/>
        </w:rPr>
      </w:pPr>
      <w:proofErr w:type="gramStart"/>
      <w:r>
        <w:t>D1(</w:t>
      </w:r>
      <w:proofErr w:type="gramEnd"/>
      <w:r>
        <w:t xml:space="preserve">config-if)# </w:t>
      </w:r>
      <w:r w:rsidRPr="00E363AD">
        <w:rPr>
          <w:b/>
          <w:bCs/>
        </w:rPr>
        <w:t>standby 11 track 4 decrement 60</w:t>
      </w:r>
    </w:p>
    <w:p w14:paraId="748EA85D" w14:textId="1FDDE732" w:rsidR="00D535E8" w:rsidRDefault="00D535E8" w:rsidP="00D535E8">
      <w:pPr>
        <w:pStyle w:val="CMD"/>
        <w:rPr>
          <w:b/>
          <w:bCs/>
        </w:rPr>
      </w:pPr>
      <w:proofErr w:type="gramStart"/>
      <w:r>
        <w:t>D1(</w:t>
      </w:r>
      <w:proofErr w:type="gramEnd"/>
      <w:r>
        <w:t xml:space="preserve">config-if)# </w:t>
      </w:r>
      <w:r w:rsidRPr="00E363AD">
        <w:rPr>
          <w:b/>
          <w:bCs/>
        </w:rPr>
        <w:t>standby 11</w:t>
      </w:r>
      <w:r>
        <w:rPr>
          <w:b/>
          <w:bCs/>
        </w:rPr>
        <w:t>6</w:t>
      </w:r>
      <w:r w:rsidRPr="00E363AD">
        <w:rPr>
          <w:b/>
          <w:bCs/>
        </w:rPr>
        <w:t xml:space="preserve"> track 4 decrement 60</w:t>
      </w:r>
    </w:p>
    <w:p w14:paraId="59D0C811" w14:textId="77777777" w:rsidR="009A0842" w:rsidRDefault="009A0842" w:rsidP="009A0842">
      <w:pPr>
        <w:pStyle w:val="CMD"/>
        <w:rPr>
          <w:b/>
          <w:bCs/>
        </w:rPr>
      </w:pPr>
      <w:proofErr w:type="gramStart"/>
      <w:r>
        <w:t>D1(</w:t>
      </w:r>
      <w:proofErr w:type="gramEnd"/>
      <w:r>
        <w:t xml:space="preserve">config-if)# </w:t>
      </w:r>
      <w:r w:rsidRPr="00E363AD">
        <w:rPr>
          <w:b/>
          <w:bCs/>
        </w:rPr>
        <w:t>exit</w:t>
      </w:r>
    </w:p>
    <w:p w14:paraId="399818E1" w14:textId="77777777" w:rsidR="009A0842" w:rsidRDefault="009A0842" w:rsidP="009A0842">
      <w:pPr>
        <w:pStyle w:val="CMD"/>
      </w:pPr>
    </w:p>
    <w:p w14:paraId="1AFF4E60" w14:textId="77777777" w:rsidR="009A0842" w:rsidRPr="00E363AD" w:rsidRDefault="009A0842" w:rsidP="009A0842">
      <w:pPr>
        <w:pStyle w:val="CMD"/>
        <w:rPr>
          <w:b/>
          <w:bCs/>
        </w:rPr>
      </w:pPr>
      <w:r w:rsidRPr="00E363AD">
        <w:t>D2(</w:t>
      </w:r>
      <w:proofErr w:type="spellStart"/>
      <w:r w:rsidRPr="00E363AD">
        <w:t>config</w:t>
      </w:r>
      <w:proofErr w:type="spellEnd"/>
      <w:r w:rsidRPr="00E363AD">
        <w:t>)#</w:t>
      </w:r>
      <w:r>
        <w:t xml:space="preserve"> </w:t>
      </w:r>
      <w:r w:rsidRPr="00E363AD">
        <w:rPr>
          <w:b/>
          <w:bCs/>
        </w:rPr>
        <w:t xml:space="preserve">interface </w:t>
      </w:r>
      <w:proofErr w:type="spellStart"/>
      <w:r w:rsidRPr="00E363AD">
        <w:rPr>
          <w:b/>
          <w:bCs/>
        </w:rPr>
        <w:t>vlan</w:t>
      </w:r>
      <w:proofErr w:type="spellEnd"/>
      <w:r w:rsidRPr="00E363AD">
        <w:rPr>
          <w:b/>
          <w:bCs/>
        </w:rPr>
        <w:t xml:space="preserve"> 21</w:t>
      </w:r>
    </w:p>
    <w:p w14:paraId="066B4F2E" w14:textId="0C372371" w:rsidR="00D535E8" w:rsidRDefault="009A0842" w:rsidP="00C80B40">
      <w:pPr>
        <w:pStyle w:val="CMD"/>
        <w:rPr>
          <w:b/>
          <w:bCs/>
        </w:rPr>
      </w:pPr>
      <w:proofErr w:type="gramStart"/>
      <w:r w:rsidRPr="00E363AD">
        <w:t>D2(</w:t>
      </w:r>
      <w:proofErr w:type="gramEnd"/>
      <w:r w:rsidRPr="00E363AD">
        <w:t xml:space="preserve">config-if)# </w:t>
      </w:r>
      <w:r w:rsidRPr="00E363AD">
        <w:rPr>
          <w:b/>
          <w:bCs/>
        </w:rPr>
        <w:t>standby 21 track 4 decrement 60</w:t>
      </w:r>
    </w:p>
    <w:p w14:paraId="6023FF26" w14:textId="5DC94EC8" w:rsidR="00D535E8" w:rsidRPr="00E363AD" w:rsidRDefault="00D535E8" w:rsidP="00D535E8">
      <w:pPr>
        <w:pStyle w:val="CMD"/>
        <w:rPr>
          <w:b/>
          <w:bCs/>
        </w:rPr>
      </w:pPr>
      <w:proofErr w:type="gramStart"/>
      <w:r w:rsidRPr="00E363AD">
        <w:t>D2(</w:t>
      </w:r>
      <w:proofErr w:type="gramEnd"/>
      <w:r w:rsidRPr="00E363AD">
        <w:t xml:space="preserve">config-if)# </w:t>
      </w:r>
      <w:r w:rsidRPr="00E363AD">
        <w:rPr>
          <w:b/>
          <w:bCs/>
        </w:rPr>
        <w:t>standby 21</w:t>
      </w:r>
      <w:r>
        <w:rPr>
          <w:b/>
          <w:bCs/>
        </w:rPr>
        <w:t>6</w:t>
      </w:r>
      <w:r w:rsidRPr="00E363AD">
        <w:rPr>
          <w:b/>
          <w:bCs/>
        </w:rPr>
        <w:t xml:space="preserve"> track 4 decrement 60</w:t>
      </w:r>
    </w:p>
    <w:p w14:paraId="5C9E0F14" w14:textId="77777777" w:rsidR="009A0842" w:rsidRPr="00E363AD" w:rsidRDefault="009A0842" w:rsidP="009A0842">
      <w:pPr>
        <w:pStyle w:val="CMD"/>
        <w:rPr>
          <w:b/>
          <w:bCs/>
        </w:rPr>
      </w:pPr>
      <w:proofErr w:type="gramStart"/>
      <w:r w:rsidRPr="00E363AD">
        <w:t>D2(</w:t>
      </w:r>
      <w:proofErr w:type="gramEnd"/>
      <w:r w:rsidRPr="00E363AD">
        <w:t xml:space="preserve">config-if)# </w:t>
      </w:r>
      <w:r w:rsidRPr="00E363AD">
        <w:rPr>
          <w:b/>
          <w:bCs/>
        </w:rPr>
        <w:t>exit</w:t>
      </w:r>
    </w:p>
    <w:p w14:paraId="36B55878" w14:textId="77777777" w:rsidR="009A0842" w:rsidRDefault="009A0842" w:rsidP="009A0842">
      <w:pPr>
        <w:pStyle w:val="Heading3"/>
      </w:pPr>
      <w:r>
        <w:t>Verify the HSRP configuration.</w:t>
      </w:r>
    </w:p>
    <w:p w14:paraId="660FC424" w14:textId="48C85350" w:rsidR="009A0842" w:rsidRDefault="009A0842" w:rsidP="009A0842">
      <w:pPr>
        <w:pStyle w:val="BodyTextL25"/>
      </w:pPr>
      <w:r>
        <w:t xml:space="preserve">Issue the command </w:t>
      </w:r>
      <w:r w:rsidRPr="00DF369A">
        <w:rPr>
          <w:b/>
        </w:rPr>
        <w:t>show standby</w:t>
      </w:r>
      <w:r>
        <w:t xml:space="preserve"> on Switch D1. This is the full version of the command, and in the ou</w:t>
      </w:r>
      <w:r w:rsidR="00681701">
        <w:t>t</w:t>
      </w:r>
      <w:r>
        <w:t>put</w:t>
      </w:r>
      <w:r w:rsidR="00A329FF">
        <w:t>,</w:t>
      </w:r>
      <w:r>
        <w:t xml:space="preserve"> you can see all the adjustments that have been made to this point.</w:t>
      </w:r>
    </w:p>
    <w:p w14:paraId="05E47D09" w14:textId="77777777" w:rsidR="009A0842" w:rsidRDefault="009A0842" w:rsidP="009A0842">
      <w:pPr>
        <w:pStyle w:val="CMD"/>
      </w:pPr>
      <w:r>
        <w:t xml:space="preserve">D1# </w:t>
      </w:r>
      <w:r w:rsidRPr="00ED674F">
        <w:rPr>
          <w:b/>
          <w:bCs/>
        </w:rPr>
        <w:t>show standby</w:t>
      </w:r>
    </w:p>
    <w:p w14:paraId="299D8196" w14:textId="77777777" w:rsidR="009A0842" w:rsidRDefault="009A0842" w:rsidP="00E53D05">
      <w:pPr>
        <w:pStyle w:val="CMDOutput"/>
      </w:pPr>
      <w:r>
        <w:t>Vlan11 - Group 11 (</w:t>
      </w:r>
      <w:r w:rsidRPr="00ED674F">
        <w:rPr>
          <w:highlight w:val="yellow"/>
        </w:rPr>
        <w:t>version 2</w:t>
      </w:r>
      <w:r>
        <w:t>)</w:t>
      </w:r>
    </w:p>
    <w:p w14:paraId="1A811DA1" w14:textId="77777777" w:rsidR="009A0842" w:rsidRDefault="009A0842" w:rsidP="00E53D05">
      <w:pPr>
        <w:pStyle w:val="CMDOutput"/>
      </w:pPr>
      <w:r>
        <w:t xml:space="preserve">  State is Active</w:t>
      </w:r>
    </w:p>
    <w:p w14:paraId="665A5D90" w14:textId="77777777" w:rsidR="009A0842" w:rsidRDefault="009A0842" w:rsidP="00E53D05">
      <w:pPr>
        <w:pStyle w:val="CMDOutput"/>
      </w:pPr>
      <w:r>
        <w:t xml:space="preserve">    5 state changes, last state change 00:07:30</w:t>
      </w:r>
    </w:p>
    <w:p w14:paraId="33C4405E" w14:textId="77777777" w:rsidR="009A0842" w:rsidRDefault="009A0842" w:rsidP="00E53D05">
      <w:pPr>
        <w:pStyle w:val="CMDOutput"/>
      </w:pPr>
      <w:r>
        <w:t xml:space="preserve">  Virtual IP address is 10.11.0.254</w:t>
      </w:r>
    </w:p>
    <w:p w14:paraId="0AE634F0" w14:textId="77777777" w:rsidR="009A0842" w:rsidRDefault="009A0842" w:rsidP="00E53D05">
      <w:pPr>
        <w:pStyle w:val="CMDOutput"/>
      </w:pPr>
      <w:r>
        <w:t xml:space="preserve">  Active virtual MAC address is 0000.0c9f.f00b (MAC </w:t>
      </w:r>
      <w:proofErr w:type="gramStart"/>
      <w:r>
        <w:t>In</w:t>
      </w:r>
      <w:proofErr w:type="gramEnd"/>
      <w:r>
        <w:t xml:space="preserve"> Use)</w:t>
      </w:r>
    </w:p>
    <w:p w14:paraId="3C89860C" w14:textId="77777777" w:rsidR="009A0842" w:rsidRDefault="009A0842" w:rsidP="00E53D05">
      <w:pPr>
        <w:pStyle w:val="CMDOutput"/>
      </w:pPr>
      <w:r>
        <w:t xml:space="preserve">    Local virtual MAC address is 0000.0c9f.f00b (v2 default)</w:t>
      </w:r>
    </w:p>
    <w:p w14:paraId="02E8504E" w14:textId="77777777" w:rsidR="009A0842" w:rsidRDefault="009A0842" w:rsidP="00E53D05">
      <w:pPr>
        <w:pStyle w:val="CMDOutput"/>
      </w:pPr>
      <w:r>
        <w:t xml:space="preserve">  </w:t>
      </w:r>
      <w:r w:rsidRPr="00ED674F">
        <w:rPr>
          <w:highlight w:val="yellow"/>
        </w:rPr>
        <w:t xml:space="preserve">Hello time 250 </w:t>
      </w:r>
      <w:proofErr w:type="spellStart"/>
      <w:r w:rsidRPr="00ED674F">
        <w:rPr>
          <w:highlight w:val="yellow"/>
        </w:rPr>
        <w:t>msec</w:t>
      </w:r>
      <w:proofErr w:type="spellEnd"/>
      <w:r w:rsidRPr="00ED674F">
        <w:rPr>
          <w:highlight w:val="yellow"/>
        </w:rPr>
        <w:t xml:space="preserve">, hold time 750 </w:t>
      </w:r>
      <w:proofErr w:type="spellStart"/>
      <w:r w:rsidRPr="00ED674F">
        <w:rPr>
          <w:highlight w:val="yellow"/>
        </w:rPr>
        <w:t>msec</w:t>
      </w:r>
      <w:proofErr w:type="spellEnd"/>
    </w:p>
    <w:p w14:paraId="255D80ED" w14:textId="77777777" w:rsidR="009A0842" w:rsidRDefault="009A0842" w:rsidP="00E53D05">
      <w:pPr>
        <w:pStyle w:val="CMDOutput"/>
      </w:pPr>
      <w:r>
        <w:t xml:space="preserve">    Next hello sent in 0.240 secs</w:t>
      </w:r>
    </w:p>
    <w:p w14:paraId="0F27CD9C" w14:textId="77777777" w:rsidR="009A0842" w:rsidRDefault="009A0842" w:rsidP="00E53D05">
      <w:pPr>
        <w:pStyle w:val="CMDOutput"/>
      </w:pPr>
      <w:r>
        <w:t xml:space="preserve">  </w:t>
      </w:r>
      <w:r w:rsidRPr="00ED674F">
        <w:rPr>
          <w:highlight w:val="yellow"/>
        </w:rPr>
        <w:t>Authentication MD5, key-string</w:t>
      </w:r>
    </w:p>
    <w:p w14:paraId="0507850F" w14:textId="77777777" w:rsidR="009A0842" w:rsidRDefault="009A0842" w:rsidP="00E53D05">
      <w:pPr>
        <w:pStyle w:val="CMDOutput"/>
      </w:pPr>
      <w:r>
        <w:t xml:space="preserve">  Preemption enabled</w:t>
      </w:r>
    </w:p>
    <w:p w14:paraId="0C884A72" w14:textId="77777777" w:rsidR="009A0842" w:rsidRDefault="009A0842" w:rsidP="00E53D05">
      <w:pPr>
        <w:pStyle w:val="CMDOutput"/>
      </w:pPr>
      <w:r>
        <w:t xml:space="preserve">  Active router is local</w:t>
      </w:r>
    </w:p>
    <w:p w14:paraId="639CC184" w14:textId="77777777" w:rsidR="009A0842" w:rsidRDefault="009A0842" w:rsidP="00E53D05">
      <w:pPr>
        <w:pStyle w:val="CMDOutput"/>
      </w:pPr>
      <w:r>
        <w:t xml:space="preserve">  Standby router is 10.11.0.2, priority 100 (expires in 0.816 sec)</w:t>
      </w:r>
    </w:p>
    <w:p w14:paraId="0FB8D772" w14:textId="77777777" w:rsidR="009A0842" w:rsidRDefault="009A0842" w:rsidP="00E53D05">
      <w:pPr>
        <w:pStyle w:val="CMDOutput"/>
      </w:pPr>
      <w:r>
        <w:t xml:space="preserve">  </w:t>
      </w:r>
      <w:r w:rsidRPr="00ED674F">
        <w:rPr>
          <w:highlight w:val="yellow"/>
        </w:rPr>
        <w:t>Priority 150 (configured 150)</w:t>
      </w:r>
    </w:p>
    <w:p w14:paraId="412DF8DF" w14:textId="77777777" w:rsidR="009A0842" w:rsidRDefault="009A0842" w:rsidP="00E53D05">
      <w:pPr>
        <w:pStyle w:val="CMDOutput"/>
      </w:pPr>
      <w:r>
        <w:t xml:space="preserve">    </w:t>
      </w:r>
      <w:r w:rsidRPr="00ED674F">
        <w:rPr>
          <w:highlight w:val="yellow"/>
        </w:rPr>
        <w:t>Track object 4 state Up decrement 60</w:t>
      </w:r>
    </w:p>
    <w:p w14:paraId="1BB14F4B" w14:textId="77777777" w:rsidR="009A0842" w:rsidRDefault="009A0842" w:rsidP="00E53D05">
      <w:pPr>
        <w:pStyle w:val="CMDOutput"/>
      </w:pPr>
      <w:r>
        <w:t xml:space="preserve">  Group name is "hsrp-Vl11-11" (default)</w:t>
      </w:r>
    </w:p>
    <w:p w14:paraId="7C3BA046" w14:textId="77777777" w:rsidR="009A0842" w:rsidRDefault="009A0842" w:rsidP="00E53D05">
      <w:pPr>
        <w:pStyle w:val="CMDOutput"/>
      </w:pPr>
      <w:r>
        <w:t>Vlan11 - Group 116 (version 2)</w:t>
      </w:r>
    </w:p>
    <w:p w14:paraId="168087D5" w14:textId="77777777" w:rsidR="009A0842" w:rsidRDefault="009A0842" w:rsidP="00E53D05">
      <w:pPr>
        <w:pStyle w:val="CMDOutput"/>
      </w:pPr>
      <w:r>
        <w:t xml:space="preserve">  State is Active</w:t>
      </w:r>
    </w:p>
    <w:p w14:paraId="5BE7A728" w14:textId="77777777" w:rsidR="009A0842" w:rsidRDefault="009A0842" w:rsidP="00E53D05">
      <w:pPr>
        <w:pStyle w:val="CMDOutput"/>
      </w:pPr>
      <w:r>
        <w:t xml:space="preserve">    1 state change, last state change 00:04:53</w:t>
      </w:r>
    </w:p>
    <w:p w14:paraId="61048CE2" w14:textId="77777777" w:rsidR="009A0842" w:rsidRDefault="009A0842" w:rsidP="00E53D05">
      <w:pPr>
        <w:pStyle w:val="CMDOutput"/>
      </w:pPr>
      <w:r>
        <w:t xml:space="preserve">  Link-Local Virtual IPv6 address is FE80:</w:t>
      </w:r>
      <w:proofErr w:type="gramStart"/>
      <w:r>
        <w:t>:5:73FF:FEA0:74</w:t>
      </w:r>
      <w:proofErr w:type="gramEnd"/>
      <w:r>
        <w:t xml:space="preserve"> (</w:t>
      </w:r>
      <w:r w:rsidRPr="00ED674F">
        <w:rPr>
          <w:highlight w:val="yellow"/>
        </w:rPr>
        <w:t>conf auto EUI64</w:t>
      </w:r>
      <w:r>
        <w:t>)</w:t>
      </w:r>
    </w:p>
    <w:p w14:paraId="069DB4C3" w14:textId="77777777" w:rsidR="009A0842" w:rsidRDefault="009A0842" w:rsidP="00E53D05">
      <w:pPr>
        <w:pStyle w:val="CMDOutput"/>
      </w:pPr>
      <w:r>
        <w:t xml:space="preserve">  Active virtual MAC address is 0005.73a0.0074 (MAC </w:t>
      </w:r>
      <w:proofErr w:type="gramStart"/>
      <w:r>
        <w:t>In</w:t>
      </w:r>
      <w:proofErr w:type="gramEnd"/>
      <w:r>
        <w:t xml:space="preserve"> Use)</w:t>
      </w:r>
    </w:p>
    <w:p w14:paraId="6B2C5D93" w14:textId="77777777" w:rsidR="009A0842" w:rsidRDefault="009A0842" w:rsidP="00E53D05">
      <w:pPr>
        <w:pStyle w:val="CMDOutput"/>
      </w:pPr>
      <w:r>
        <w:t xml:space="preserve">    Local virtual MAC address is 0005.73a0.0074 (v2 IPv6 default)</w:t>
      </w:r>
    </w:p>
    <w:p w14:paraId="200ECE36" w14:textId="77777777" w:rsidR="009A0842" w:rsidRDefault="009A0842" w:rsidP="00E53D05">
      <w:pPr>
        <w:pStyle w:val="CMDOutput"/>
      </w:pPr>
      <w:r>
        <w:t xml:space="preserve">  Hello time 3 sec, hold time 10 sec</w:t>
      </w:r>
    </w:p>
    <w:p w14:paraId="7309A031" w14:textId="77777777" w:rsidR="009A0842" w:rsidRDefault="009A0842" w:rsidP="00E53D05">
      <w:pPr>
        <w:pStyle w:val="CMDOutput"/>
      </w:pPr>
      <w:r>
        <w:t xml:space="preserve">    Next hello sent in 1.216 secs</w:t>
      </w:r>
    </w:p>
    <w:p w14:paraId="535368F1" w14:textId="77777777" w:rsidR="009A0842" w:rsidRDefault="009A0842" w:rsidP="00E53D05">
      <w:pPr>
        <w:pStyle w:val="CMDOutput"/>
      </w:pPr>
      <w:r>
        <w:t xml:space="preserve">  Preemption enabled</w:t>
      </w:r>
    </w:p>
    <w:p w14:paraId="41EDCA2E" w14:textId="77777777" w:rsidR="009A0842" w:rsidRDefault="009A0842" w:rsidP="00E53D05">
      <w:pPr>
        <w:pStyle w:val="CMDOutput"/>
      </w:pPr>
      <w:r>
        <w:t xml:space="preserve">  Active router is local</w:t>
      </w:r>
    </w:p>
    <w:p w14:paraId="5A721E60" w14:textId="77777777" w:rsidR="009A0842" w:rsidRDefault="009A0842" w:rsidP="00E53D05">
      <w:pPr>
        <w:pStyle w:val="CMDOutput"/>
      </w:pPr>
      <w:r>
        <w:t xml:space="preserve">  Standby router is FE80:</w:t>
      </w:r>
      <w:proofErr w:type="gramStart"/>
      <w:r>
        <w:t>:D2:1</w:t>
      </w:r>
      <w:proofErr w:type="gramEnd"/>
      <w:r>
        <w:t>, priority 100 (expires in 11.024 sec)</w:t>
      </w:r>
    </w:p>
    <w:p w14:paraId="670436A5" w14:textId="4B66E050" w:rsidR="009A0842" w:rsidRDefault="009A0842" w:rsidP="00E53D05">
      <w:pPr>
        <w:pStyle w:val="CMDOutput"/>
      </w:pPr>
      <w:r>
        <w:t xml:space="preserve">  </w:t>
      </w:r>
      <w:r w:rsidRPr="00ED674F">
        <w:rPr>
          <w:highlight w:val="yellow"/>
        </w:rPr>
        <w:t>Priority 150 (configured 150)</w:t>
      </w:r>
    </w:p>
    <w:p w14:paraId="6B136298" w14:textId="77777777" w:rsidR="00D535E8" w:rsidRDefault="00D535E8" w:rsidP="00D535E8">
      <w:pPr>
        <w:pStyle w:val="CMDOutput"/>
      </w:pPr>
      <w:r>
        <w:t xml:space="preserve">    </w:t>
      </w:r>
      <w:r w:rsidRPr="00ED674F">
        <w:rPr>
          <w:highlight w:val="yellow"/>
        </w:rPr>
        <w:t>Track object 4 state Up decrement 60</w:t>
      </w:r>
    </w:p>
    <w:p w14:paraId="27B135C1" w14:textId="77777777" w:rsidR="009A0842" w:rsidRDefault="009A0842" w:rsidP="00E53D05">
      <w:pPr>
        <w:pStyle w:val="CMDOutput"/>
      </w:pPr>
      <w:r>
        <w:t xml:space="preserve">  Group name is "hsrp-Vl11-116" (default)</w:t>
      </w:r>
    </w:p>
    <w:p w14:paraId="5467F079" w14:textId="77777777" w:rsidR="009A0842" w:rsidRPr="00ED674F" w:rsidRDefault="009A0842" w:rsidP="00E53D05">
      <w:pPr>
        <w:pStyle w:val="CMDOutput"/>
      </w:pPr>
      <w:r>
        <w:t>&lt;output omitted&gt;</w:t>
      </w:r>
    </w:p>
    <w:p w14:paraId="3281371D" w14:textId="77777777" w:rsidR="009A0842" w:rsidRDefault="009A0842" w:rsidP="009A0842">
      <w:pPr>
        <w:pStyle w:val="Heading3"/>
      </w:pPr>
      <w:r>
        <w:t>Verify HSRP complies with the configuration.</w:t>
      </w:r>
    </w:p>
    <w:p w14:paraId="222C0F41" w14:textId="77777777" w:rsidR="009A0842" w:rsidRDefault="009A0842" w:rsidP="00E53D05">
      <w:pPr>
        <w:pStyle w:val="SubStepAlpha"/>
      </w:pPr>
      <w:r>
        <w:t xml:space="preserve">On D1, shut down interface Loopback 1. Switch D2 should take over as active for group 11. Verify D1’s current priority value and D2’s status with the </w:t>
      </w:r>
      <w:r w:rsidRPr="000A2BE7">
        <w:rPr>
          <w:b/>
          <w:bCs/>
        </w:rPr>
        <w:t>show standby brief</w:t>
      </w:r>
      <w:r>
        <w:t xml:space="preserve"> command.</w:t>
      </w:r>
    </w:p>
    <w:p w14:paraId="0F52018A" w14:textId="77777777" w:rsidR="009A0842" w:rsidRPr="00E53D05" w:rsidRDefault="009A0842" w:rsidP="00E53D05">
      <w:pPr>
        <w:pStyle w:val="CMD"/>
      </w:pPr>
      <w:r w:rsidRPr="00E53D05">
        <w:t xml:space="preserve">D1(config)# </w:t>
      </w:r>
      <w:r w:rsidRPr="00E53D05">
        <w:rPr>
          <w:b/>
          <w:bCs/>
        </w:rPr>
        <w:t>interface loopback 0</w:t>
      </w:r>
    </w:p>
    <w:p w14:paraId="5811C533" w14:textId="77777777" w:rsidR="009A0842" w:rsidRPr="00ED674F" w:rsidRDefault="009A0842" w:rsidP="00E53D05">
      <w:pPr>
        <w:pStyle w:val="CMD"/>
      </w:pPr>
      <w:proofErr w:type="gramStart"/>
      <w:r w:rsidRPr="00E53D05">
        <w:t>D1(</w:t>
      </w:r>
      <w:proofErr w:type="gramEnd"/>
      <w:r w:rsidRPr="00E53D05">
        <w:t xml:space="preserve">config-if)# </w:t>
      </w:r>
      <w:r w:rsidRPr="00E53D05">
        <w:rPr>
          <w:b/>
          <w:bCs/>
        </w:rPr>
        <w:t>shutdown</w:t>
      </w:r>
    </w:p>
    <w:p w14:paraId="3CC72CF7" w14:textId="77777777" w:rsidR="009A0842" w:rsidRPr="00ED674F" w:rsidRDefault="009A0842" w:rsidP="00E53D05">
      <w:pPr>
        <w:pStyle w:val="CMDOutput"/>
      </w:pPr>
      <w:proofErr w:type="gramStart"/>
      <w:r w:rsidRPr="00ED674F">
        <w:t>D1(</w:t>
      </w:r>
      <w:proofErr w:type="gramEnd"/>
      <w:r w:rsidRPr="00ED674F">
        <w:t>config-if)#</w:t>
      </w:r>
    </w:p>
    <w:p w14:paraId="4014C7BD" w14:textId="77777777" w:rsidR="009A0842" w:rsidRPr="00ED674F" w:rsidRDefault="009A0842" w:rsidP="00E53D05">
      <w:pPr>
        <w:pStyle w:val="CMDOutput"/>
      </w:pPr>
      <w:r w:rsidRPr="00ED674F">
        <w:rPr>
          <w:highlight w:val="yellow"/>
        </w:rPr>
        <w:t>*Jan 19 16:10:52.041: %TRACK-6-STATE: 4 interface Lo0 line-protocol Up -&gt; Down</w:t>
      </w:r>
    </w:p>
    <w:p w14:paraId="783F667D" w14:textId="77777777" w:rsidR="009A0842" w:rsidRPr="00ED674F" w:rsidRDefault="009A0842" w:rsidP="00E53D05">
      <w:pPr>
        <w:pStyle w:val="CMDOutput"/>
      </w:pPr>
      <w:proofErr w:type="gramStart"/>
      <w:r w:rsidRPr="00ED674F">
        <w:t>D1(</w:t>
      </w:r>
      <w:proofErr w:type="gramEnd"/>
      <w:r w:rsidRPr="00ED674F">
        <w:t>config-if)#</w:t>
      </w:r>
    </w:p>
    <w:p w14:paraId="334BB888" w14:textId="77777777" w:rsidR="009A0842" w:rsidRPr="00ED674F" w:rsidRDefault="009A0842" w:rsidP="00E53D05">
      <w:pPr>
        <w:pStyle w:val="CMDOutput"/>
        <w:rPr>
          <w:highlight w:val="yellow"/>
        </w:rPr>
      </w:pPr>
      <w:r w:rsidRPr="00ED674F">
        <w:rPr>
          <w:highlight w:val="yellow"/>
        </w:rPr>
        <w:t>*Jan 19 16:10:52.168: %HSRP-5-STATECHANGE: Vlan11 Grp 11 state Active -&gt; Speak</w:t>
      </w:r>
    </w:p>
    <w:p w14:paraId="7AF2FB44" w14:textId="77777777" w:rsidR="009A0842" w:rsidRPr="00ED674F" w:rsidRDefault="009A0842" w:rsidP="00E53D05">
      <w:pPr>
        <w:pStyle w:val="CMDOutput"/>
      </w:pPr>
      <w:r w:rsidRPr="00ED674F">
        <w:rPr>
          <w:highlight w:val="yellow"/>
        </w:rPr>
        <w:t>*Jan 19 16:10:53.035: %HSRP-5-STATECHANGE: Vlan11 Grp 11 state Speak -&gt; Standby</w:t>
      </w:r>
    </w:p>
    <w:p w14:paraId="569E52F1" w14:textId="77777777" w:rsidR="009A0842" w:rsidRPr="00ED674F" w:rsidRDefault="009A0842" w:rsidP="00E53D05">
      <w:pPr>
        <w:pStyle w:val="CMDOutput"/>
      </w:pPr>
      <w:proofErr w:type="gramStart"/>
      <w:r w:rsidRPr="00ED674F">
        <w:t>D1(</w:t>
      </w:r>
      <w:proofErr w:type="gramEnd"/>
      <w:r w:rsidRPr="00ED674F">
        <w:t>config-if)#</w:t>
      </w:r>
    </w:p>
    <w:p w14:paraId="654E980A" w14:textId="77777777" w:rsidR="00E40B32" w:rsidRDefault="00E40B32" w:rsidP="00E53D05">
      <w:pPr>
        <w:pStyle w:val="CMDOutput"/>
      </w:pPr>
      <w:r w:rsidRPr="00ED674F">
        <w:rPr>
          <w:highlight w:val="yellow"/>
        </w:rPr>
        <w:t>*Jan 19 16:10:5</w:t>
      </w:r>
      <w:r>
        <w:rPr>
          <w:highlight w:val="yellow"/>
        </w:rPr>
        <w:t>3</w:t>
      </w:r>
      <w:r w:rsidRPr="00ED674F">
        <w:rPr>
          <w:highlight w:val="yellow"/>
        </w:rPr>
        <w:t>.</w:t>
      </w:r>
      <w:r>
        <w:rPr>
          <w:highlight w:val="yellow"/>
        </w:rPr>
        <w:t>037</w:t>
      </w:r>
      <w:r w:rsidRPr="00ED674F">
        <w:rPr>
          <w:highlight w:val="yellow"/>
        </w:rPr>
        <w:t>: %HSRP-5-STATECHANGE: Vlan11 Grp 11</w:t>
      </w:r>
      <w:r>
        <w:rPr>
          <w:highlight w:val="yellow"/>
        </w:rPr>
        <w:t>6</w:t>
      </w:r>
      <w:r w:rsidRPr="00ED674F">
        <w:rPr>
          <w:highlight w:val="yellow"/>
        </w:rPr>
        <w:t xml:space="preserve"> state Active -&gt; Speak</w:t>
      </w:r>
    </w:p>
    <w:p w14:paraId="34982029" w14:textId="77777777" w:rsidR="00E40B32" w:rsidRPr="00ED674F" w:rsidRDefault="00E40B32" w:rsidP="00E40B32">
      <w:pPr>
        <w:pStyle w:val="CMDOutput"/>
      </w:pPr>
      <w:proofErr w:type="gramStart"/>
      <w:r w:rsidRPr="00ED674F">
        <w:t>D1(</w:t>
      </w:r>
      <w:proofErr w:type="gramEnd"/>
      <w:r w:rsidRPr="00ED674F">
        <w:t>config-if)#</w:t>
      </w:r>
    </w:p>
    <w:p w14:paraId="12E0CF7B" w14:textId="71CCDBD9" w:rsidR="009A0842" w:rsidRPr="00ED674F" w:rsidRDefault="009A0842" w:rsidP="00E53D05">
      <w:pPr>
        <w:pStyle w:val="CMDOutput"/>
      </w:pPr>
      <w:r w:rsidRPr="00ED674F">
        <w:t>*Jan 19 16:10:54.040: %LINEPROTO-5-UPDOWN: Line protocol on Interface Loopback0, changed state to down</w:t>
      </w:r>
    </w:p>
    <w:p w14:paraId="37419B27" w14:textId="77777777" w:rsidR="00E40B32" w:rsidRPr="00ED674F" w:rsidRDefault="00E40B32" w:rsidP="00E40B32">
      <w:pPr>
        <w:pStyle w:val="CMDOutput"/>
      </w:pPr>
      <w:proofErr w:type="gramStart"/>
      <w:r w:rsidRPr="00ED674F">
        <w:t>D1(</w:t>
      </w:r>
      <w:proofErr w:type="gramEnd"/>
      <w:r w:rsidRPr="00ED674F">
        <w:t>config-if)#</w:t>
      </w:r>
    </w:p>
    <w:p w14:paraId="558452B0" w14:textId="3A5758DA" w:rsidR="009A0842" w:rsidRDefault="009A0842" w:rsidP="00E53D05">
      <w:pPr>
        <w:pStyle w:val="CMDOutput"/>
      </w:pPr>
      <w:r w:rsidRPr="00ED674F">
        <w:t>*Jan 19 16:10:54.04</w:t>
      </w:r>
      <w:r w:rsidR="00E40B32">
        <w:t>1</w:t>
      </w:r>
      <w:r w:rsidRPr="00ED674F">
        <w:t>: %LINK-5-CHANGED: Interface Loopback0, changed state to administratively down</w:t>
      </w:r>
    </w:p>
    <w:p w14:paraId="3C05556A" w14:textId="3FCED58D" w:rsidR="00E40B32" w:rsidRDefault="00E40B32" w:rsidP="00E40B32">
      <w:pPr>
        <w:pStyle w:val="CMDOutput"/>
      </w:pPr>
      <w:r w:rsidRPr="00ED674F">
        <w:rPr>
          <w:highlight w:val="yellow"/>
        </w:rPr>
        <w:t>*Jan 19 16:10:5</w:t>
      </w:r>
      <w:r>
        <w:rPr>
          <w:highlight w:val="yellow"/>
        </w:rPr>
        <w:t>9</w:t>
      </w:r>
      <w:r w:rsidRPr="00ED674F">
        <w:rPr>
          <w:highlight w:val="yellow"/>
        </w:rPr>
        <w:t>.</w:t>
      </w:r>
      <w:r>
        <w:rPr>
          <w:highlight w:val="yellow"/>
        </w:rPr>
        <w:t>047</w:t>
      </w:r>
      <w:r w:rsidRPr="00ED674F">
        <w:rPr>
          <w:highlight w:val="yellow"/>
        </w:rPr>
        <w:t>: %HSRP-5-STATECHANGE: Vlan11 Grp 11</w:t>
      </w:r>
      <w:r>
        <w:rPr>
          <w:highlight w:val="yellow"/>
        </w:rPr>
        <w:t>6</w:t>
      </w:r>
      <w:r w:rsidRPr="00ED674F">
        <w:rPr>
          <w:highlight w:val="yellow"/>
        </w:rPr>
        <w:t xml:space="preserve"> state </w:t>
      </w:r>
      <w:r>
        <w:rPr>
          <w:highlight w:val="yellow"/>
        </w:rPr>
        <w:t>Speak</w:t>
      </w:r>
      <w:r w:rsidRPr="00ED674F">
        <w:rPr>
          <w:highlight w:val="yellow"/>
        </w:rPr>
        <w:t xml:space="preserve"> -&gt;</w:t>
      </w:r>
      <w:r w:rsidRPr="00B90645">
        <w:rPr>
          <w:highlight w:val="yellow"/>
        </w:rPr>
        <w:t xml:space="preserve"> Standby</w:t>
      </w:r>
    </w:p>
    <w:p w14:paraId="5064FBD5" w14:textId="77777777" w:rsidR="009A0842" w:rsidRPr="00E53D05" w:rsidRDefault="009A0842" w:rsidP="00E53D05">
      <w:pPr>
        <w:pStyle w:val="CMD"/>
      </w:pPr>
      <w:proofErr w:type="gramStart"/>
      <w:r w:rsidRPr="00E53D05">
        <w:t>D1(</w:t>
      </w:r>
      <w:proofErr w:type="gramEnd"/>
      <w:r w:rsidRPr="00E53D05">
        <w:t xml:space="preserve">config-if)# </w:t>
      </w:r>
      <w:r w:rsidRPr="00E53D05">
        <w:rPr>
          <w:b/>
          <w:bCs/>
        </w:rPr>
        <w:t>end</w:t>
      </w:r>
    </w:p>
    <w:p w14:paraId="4D1E08AC" w14:textId="77777777" w:rsidR="009A0842" w:rsidRPr="00E53D05" w:rsidRDefault="009A0842" w:rsidP="00E53D05">
      <w:pPr>
        <w:pStyle w:val="CMD"/>
      </w:pPr>
      <w:r w:rsidRPr="00E53D05">
        <w:t>D1#</w:t>
      </w:r>
    </w:p>
    <w:p w14:paraId="143F96B6" w14:textId="77777777" w:rsidR="009A0842" w:rsidRPr="00E53D05" w:rsidRDefault="009A0842" w:rsidP="00E53D05">
      <w:pPr>
        <w:pStyle w:val="CMD"/>
      </w:pPr>
      <w:r w:rsidRPr="00E53D05">
        <w:t xml:space="preserve">D1# </w:t>
      </w:r>
      <w:r w:rsidRPr="00E53D05">
        <w:rPr>
          <w:b/>
          <w:bCs/>
        </w:rPr>
        <w:t>show standby brief</w:t>
      </w:r>
    </w:p>
    <w:p w14:paraId="668590FE" w14:textId="77777777" w:rsidR="009A0842" w:rsidRPr="00B90645" w:rsidRDefault="009A0842" w:rsidP="00B90645">
      <w:pPr>
        <w:pStyle w:val="CMDOutput"/>
      </w:pPr>
      <w:r w:rsidRPr="00B90645">
        <w:t xml:space="preserve">                     P indicates configured to preempt.</w:t>
      </w:r>
    </w:p>
    <w:p w14:paraId="2D18480D" w14:textId="77777777" w:rsidR="009A0842" w:rsidRPr="00B90645" w:rsidRDefault="009A0842" w:rsidP="00B90645">
      <w:pPr>
        <w:pStyle w:val="CMDOutput"/>
      </w:pPr>
      <w:r w:rsidRPr="00B90645">
        <w:t xml:space="preserve">                     |</w:t>
      </w:r>
    </w:p>
    <w:p w14:paraId="1790E428" w14:textId="77777777" w:rsidR="009A0842" w:rsidRPr="00B90645" w:rsidRDefault="009A0842" w:rsidP="00B90645">
      <w:pPr>
        <w:pStyle w:val="CMDOutput"/>
      </w:pPr>
      <w:r w:rsidRPr="00B90645">
        <w:t xml:space="preserve">Interface   </w:t>
      </w:r>
      <w:proofErr w:type="gramStart"/>
      <w:r w:rsidRPr="00B90645">
        <w:t xml:space="preserve">Grp  </w:t>
      </w:r>
      <w:proofErr w:type="spellStart"/>
      <w:r w:rsidRPr="00B90645">
        <w:t>Pri</w:t>
      </w:r>
      <w:proofErr w:type="spellEnd"/>
      <w:proofErr w:type="gramEnd"/>
      <w:r w:rsidRPr="00B90645">
        <w:t xml:space="preserve"> P State   Active          Standby         Virtual IP</w:t>
      </w:r>
    </w:p>
    <w:p w14:paraId="2C8D864F" w14:textId="77777777" w:rsidR="009A0842" w:rsidRPr="00B90645" w:rsidRDefault="009A0842" w:rsidP="00B90645">
      <w:pPr>
        <w:pStyle w:val="CMDOutput"/>
      </w:pPr>
      <w:r w:rsidRPr="00B90645">
        <w:t xml:space="preserve">Vl11        11   </w:t>
      </w:r>
      <w:proofErr w:type="gramStart"/>
      <w:r w:rsidRPr="00B90645">
        <w:rPr>
          <w:highlight w:val="yellow"/>
        </w:rPr>
        <w:t>90</w:t>
      </w:r>
      <w:r w:rsidRPr="00B90645">
        <w:t xml:space="preserve">  P</w:t>
      </w:r>
      <w:proofErr w:type="gramEnd"/>
      <w:r w:rsidRPr="00B90645">
        <w:t xml:space="preserve"> Standby </w:t>
      </w:r>
      <w:r w:rsidRPr="00B90645">
        <w:rPr>
          <w:highlight w:val="yellow"/>
        </w:rPr>
        <w:t>10.11.0.2</w:t>
      </w:r>
      <w:r w:rsidRPr="00B90645">
        <w:t xml:space="preserve">       </w:t>
      </w:r>
      <w:r w:rsidRPr="00B90645">
        <w:rPr>
          <w:highlight w:val="yellow"/>
        </w:rPr>
        <w:t>local</w:t>
      </w:r>
      <w:r w:rsidRPr="00B90645">
        <w:t xml:space="preserve">           10.11.0.254</w:t>
      </w:r>
    </w:p>
    <w:p w14:paraId="4C664BE1" w14:textId="47622497" w:rsidR="009A0842" w:rsidRPr="00B90645" w:rsidRDefault="009A0842" w:rsidP="00B90645">
      <w:pPr>
        <w:pStyle w:val="CMDOutput"/>
      </w:pPr>
      <w:r w:rsidRPr="00B90645">
        <w:t xml:space="preserve">Vl11        </w:t>
      </w:r>
      <w:proofErr w:type="gramStart"/>
      <w:r w:rsidRPr="00B90645">
        <w:t xml:space="preserve">116  </w:t>
      </w:r>
      <w:r w:rsidR="00D535E8" w:rsidRPr="00B90645">
        <w:rPr>
          <w:highlight w:val="yellow"/>
        </w:rPr>
        <w:t>9</w:t>
      </w:r>
      <w:r w:rsidRPr="00B90645">
        <w:rPr>
          <w:highlight w:val="yellow"/>
        </w:rPr>
        <w:t>0</w:t>
      </w:r>
      <w:proofErr w:type="gramEnd"/>
      <w:r w:rsidR="00D535E8" w:rsidRPr="00B90645">
        <w:t xml:space="preserve"> </w:t>
      </w:r>
      <w:r w:rsidRPr="00B90645">
        <w:t xml:space="preserve"> P </w:t>
      </w:r>
      <w:r w:rsidR="00D535E8" w:rsidRPr="00B90645">
        <w:t xml:space="preserve">Standby </w:t>
      </w:r>
      <w:r w:rsidR="00D535E8" w:rsidRPr="00B90645">
        <w:rPr>
          <w:highlight w:val="yellow"/>
        </w:rPr>
        <w:t>FE80::D2:1</w:t>
      </w:r>
      <w:r w:rsidR="00D535E8" w:rsidRPr="00B90645">
        <w:t xml:space="preserve">      </w:t>
      </w:r>
      <w:r w:rsidR="00D535E8" w:rsidRPr="00B90645">
        <w:rPr>
          <w:highlight w:val="yellow"/>
        </w:rPr>
        <w:t>local</w:t>
      </w:r>
      <w:r w:rsidR="00D535E8" w:rsidRPr="00B90645">
        <w:t xml:space="preserve">     </w:t>
      </w:r>
      <w:r w:rsidRPr="00B90645">
        <w:t xml:space="preserve">      FE80::5:73FF:FEA0:74</w:t>
      </w:r>
    </w:p>
    <w:p w14:paraId="0B79E603" w14:textId="77777777" w:rsidR="009A0842" w:rsidRPr="00B90645" w:rsidRDefault="009A0842" w:rsidP="00B90645">
      <w:pPr>
        <w:pStyle w:val="CMDOutput"/>
      </w:pPr>
      <w:r w:rsidRPr="00B90645">
        <w:t>Vl21        21   100 P Standby 10.21.0.2       local           10.21.0.254</w:t>
      </w:r>
    </w:p>
    <w:p w14:paraId="7C8CE1CE" w14:textId="0644F035" w:rsidR="009A0842" w:rsidRPr="00B90645" w:rsidRDefault="009A0842" w:rsidP="00B90645">
      <w:pPr>
        <w:pStyle w:val="CMDOutput"/>
      </w:pPr>
      <w:r w:rsidRPr="00B90645">
        <w:t xml:space="preserve">Vl21        </w:t>
      </w:r>
      <w:proofErr w:type="gramStart"/>
      <w:r w:rsidRPr="00B90645">
        <w:t>216  100</w:t>
      </w:r>
      <w:proofErr w:type="gramEnd"/>
      <w:r w:rsidRPr="00B90645">
        <w:t xml:space="preserve"> P Standby FE80::D2:2      local           FE80::5:73FF:FEA0:D8</w:t>
      </w:r>
    </w:p>
    <w:p w14:paraId="43BF887B" w14:textId="77777777" w:rsidR="009A0842" w:rsidRPr="003D3FEA" w:rsidRDefault="009A0842" w:rsidP="00E53D05">
      <w:pPr>
        <w:pStyle w:val="SubStepAlpha"/>
      </w:pPr>
      <w:r>
        <w:t xml:space="preserve">Examine the priority information in detail in the output of the </w:t>
      </w:r>
      <w:r w:rsidRPr="00ED674F">
        <w:rPr>
          <w:b/>
          <w:bCs/>
        </w:rPr>
        <w:t xml:space="preserve">show </w:t>
      </w:r>
      <w:r w:rsidRPr="003D3FEA">
        <w:rPr>
          <w:b/>
          <w:bCs/>
        </w:rPr>
        <w:t xml:space="preserve">standby </w:t>
      </w:r>
      <w:r w:rsidRPr="00DF369A">
        <w:rPr>
          <w:bCs/>
        </w:rPr>
        <w:t>command.</w:t>
      </w:r>
    </w:p>
    <w:p w14:paraId="25E3BF36" w14:textId="77777777" w:rsidR="009A0842" w:rsidRPr="00ED674F" w:rsidRDefault="009A0842" w:rsidP="009A0842">
      <w:pPr>
        <w:pStyle w:val="CMD"/>
        <w:rPr>
          <w:b/>
          <w:bCs/>
        </w:rPr>
      </w:pPr>
      <w:r>
        <w:t xml:space="preserve">D1# </w:t>
      </w:r>
      <w:r w:rsidRPr="00ED674F">
        <w:rPr>
          <w:b/>
          <w:bCs/>
        </w:rPr>
        <w:t>show standby</w:t>
      </w:r>
    </w:p>
    <w:p w14:paraId="2D2B3D01" w14:textId="77777777" w:rsidR="009A0842" w:rsidRDefault="009A0842" w:rsidP="00B90645">
      <w:pPr>
        <w:pStyle w:val="CMDOutput"/>
      </w:pPr>
      <w:r>
        <w:t>Vlan11 - Group 11 (version 2)</w:t>
      </w:r>
    </w:p>
    <w:p w14:paraId="6ED026A7" w14:textId="77777777" w:rsidR="009A0842" w:rsidRDefault="009A0842" w:rsidP="00B90645">
      <w:pPr>
        <w:pStyle w:val="CMDOutput"/>
      </w:pPr>
      <w:r>
        <w:t xml:space="preserve">  State is Standby</w:t>
      </w:r>
    </w:p>
    <w:p w14:paraId="4267C5F6" w14:textId="77777777" w:rsidR="009A0842" w:rsidRDefault="009A0842" w:rsidP="00B90645">
      <w:pPr>
        <w:pStyle w:val="CMDOutput"/>
      </w:pPr>
      <w:r>
        <w:t xml:space="preserve"> &lt;output omitted&gt;</w:t>
      </w:r>
    </w:p>
    <w:p w14:paraId="22223A6C" w14:textId="77777777" w:rsidR="009A0842" w:rsidRDefault="009A0842" w:rsidP="00B90645">
      <w:pPr>
        <w:pStyle w:val="CMDOutput"/>
      </w:pPr>
      <w:r>
        <w:t xml:space="preserve">  Active router is 10.11.0.2, priority 100 (expires in 0.720 sec)</w:t>
      </w:r>
    </w:p>
    <w:p w14:paraId="162802B9" w14:textId="77777777" w:rsidR="009A0842" w:rsidRDefault="009A0842" w:rsidP="00B90645">
      <w:pPr>
        <w:pStyle w:val="CMDOutput"/>
      </w:pPr>
      <w:r>
        <w:t xml:space="preserve">    MAC address is 7069.5a9f.5654</w:t>
      </w:r>
    </w:p>
    <w:p w14:paraId="17FD439C" w14:textId="77777777" w:rsidR="009A0842" w:rsidRDefault="009A0842" w:rsidP="00B90645">
      <w:pPr>
        <w:pStyle w:val="CMDOutput"/>
      </w:pPr>
      <w:r>
        <w:t xml:space="preserve">  Standby router is local</w:t>
      </w:r>
    </w:p>
    <w:p w14:paraId="6A176753" w14:textId="77777777" w:rsidR="009A0842" w:rsidRPr="00ED674F" w:rsidRDefault="009A0842" w:rsidP="00B90645">
      <w:pPr>
        <w:pStyle w:val="CMDOutput"/>
        <w:rPr>
          <w:highlight w:val="yellow"/>
        </w:rPr>
      </w:pPr>
      <w:r>
        <w:t xml:space="preserve">  </w:t>
      </w:r>
      <w:r w:rsidRPr="00ED674F">
        <w:rPr>
          <w:highlight w:val="yellow"/>
        </w:rPr>
        <w:t>Priority 90 (configured 150)</w:t>
      </w:r>
    </w:p>
    <w:p w14:paraId="1EE3C913" w14:textId="77777777" w:rsidR="009A0842" w:rsidRDefault="009A0842" w:rsidP="00B90645">
      <w:pPr>
        <w:pStyle w:val="CMDOutput"/>
      </w:pPr>
      <w:r w:rsidRPr="00ED674F">
        <w:rPr>
          <w:highlight w:val="yellow"/>
        </w:rPr>
        <w:t xml:space="preserve">    Track object 4 state Down decrement 60</w:t>
      </w:r>
    </w:p>
    <w:p w14:paraId="23A5A34A" w14:textId="33E5F1E5" w:rsidR="009A0842" w:rsidRDefault="009A0842" w:rsidP="00B90645">
      <w:pPr>
        <w:pStyle w:val="CMDOutput"/>
      </w:pPr>
      <w:r>
        <w:t xml:space="preserve">  Group name is "hsrp-Vl11-11" (default)</w:t>
      </w:r>
    </w:p>
    <w:p w14:paraId="4BE4A9C5" w14:textId="190A2587" w:rsidR="004B23B2" w:rsidRDefault="004B23B2" w:rsidP="004B23B2">
      <w:pPr>
        <w:pStyle w:val="ConfigWindow"/>
      </w:pPr>
      <w:r>
        <w:t>Close configuration window</w:t>
      </w:r>
    </w:p>
    <w:p w14:paraId="1DAB1DF7" w14:textId="1B22A0D4" w:rsidR="009A0842" w:rsidRDefault="004B23B2" w:rsidP="00F53D64">
      <w:pPr>
        <w:pStyle w:val="ConfigWindow"/>
      </w:pPr>
      <w:r>
        <w:t>E</w:t>
      </w:r>
      <w:r w:rsidR="00F53D64">
        <w:t>nd of document</w:t>
      </w:r>
    </w:p>
    <w:sectPr w:rsidR="009A084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485F" w14:textId="77777777" w:rsidR="00B96631" w:rsidRDefault="00B96631" w:rsidP="00710659">
      <w:pPr>
        <w:spacing w:after="0" w:line="240" w:lineRule="auto"/>
      </w:pPr>
      <w:r>
        <w:separator/>
      </w:r>
    </w:p>
    <w:p w14:paraId="2100210E" w14:textId="77777777" w:rsidR="00B96631" w:rsidRDefault="00B96631"/>
  </w:endnote>
  <w:endnote w:type="continuationSeparator" w:id="0">
    <w:p w14:paraId="46A8384A" w14:textId="77777777" w:rsidR="00B96631" w:rsidRDefault="00B96631" w:rsidP="00710659">
      <w:pPr>
        <w:spacing w:after="0" w:line="240" w:lineRule="auto"/>
      </w:pPr>
      <w:r>
        <w:continuationSeparator/>
      </w:r>
    </w:p>
    <w:p w14:paraId="3E844414" w14:textId="77777777" w:rsidR="00B96631" w:rsidRDefault="00B96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80EFB" w14:textId="6C1598EF" w:rsidR="00B96631" w:rsidRPr="00882B63" w:rsidRDefault="00B9663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3F65">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3F65">
      <w:rPr>
        <w:b/>
        <w:noProof/>
        <w:szCs w:val="16"/>
      </w:rPr>
      <w:t>13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C0ABA" w14:textId="6EC72990" w:rsidR="00B96631" w:rsidRPr="00882B63" w:rsidRDefault="00B9663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3F6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3F65">
      <w:rPr>
        <w:b/>
        <w:noProof/>
        <w:szCs w:val="16"/>
      </w:rPr>
      <w:t>13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2CCA3" w14:textId="77777777" w:rsidR="00B96631" w:rsidRDefault="00B96631" w:rsidP="00710659">
      <w:pPr>
        <w:spacing w:after="0" w:line="240" w:lineRule="auto"/>
      </w:pPr>
      <w:r>
        <w:separator/>
      </w:r>
    </w:p>
    <w:p w14:paraId="68618046" w14:textId="77777777" w:rsidR="00B96631" w:rsidRDefault="00B96631"/>
  </w:footnote>
  <w:footnote w:type="continuationSeparator" w:id="0">
    <w:p w14:paraId="5D23FA39" w14:textId="77777777" w:rsidR="00B96631" w:rsidRDefault="00B96631" w:rsidP="00710659">
      <w:pPr>
        <w:spacing w:after="0" w:line="240" w:lineRule="auto"/>
      </w:pPr>
      <w:r>
        <w:continuationSeparator/>
      </w:r>
    </w:p>
    <w:p w14:paraId="48434A07" w14:textId="77777777" w:rsidR="00B96631" w:rsidRDefault="00B966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ACCA5B9F38E84C519E054FB505A551E7"/>
      </w:placeholder>
      <w:dataBinding w:prefixMappings="xmlns:ns0='http://purl.org/dc/elements/1.1/' xmlns:ns1='http://schemas.openxmlformats.org/package/2006/metadata/core-properties' " w:xpath="/ns1:coreProperties[1]/ns0:title[1]" w:storeItemID="{6C3C8BC8-F283-45AE-878A-BAB7291924A1}"/>
      <w:text/>
    </w:sdtPr>
    <w:sdtContent>
      <w:p w14:paraId="678BD1B4" w14:textId="0C2E0990" w:rsidR="00B96631" w:rsidRDefault="00513F65" w:rsidP="008402F2">
        <w:pPr>
          <w:pStyle w:val="PageHead"/>
        </w:pPr>
        <w:r>
          <w:t>Lab 9.1.1 - Implement HSRP</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5DB6" w14:textId="77777777" w:rsidR="00B96631" w:rsidRDefault="00B96631" w:rsidP="006C3FCF">
    <w:pPr>
      <w:ind w:left="-288"/>
    </w:pPr>
    <w:r>
      <w:rPr>
        <w:noProof/>
      </w:rPr>
      <w:drawing>
        <wp:inline distT="0" distB="0" distL="0" distR="0" wp14:anchorId="387DC4B1" wp14:editId="4BEF918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21"/>
  </w:num>
  <w:num w:numId="18">
    <w:abstractNumId w:val="18"/>
  </w:num>
  <w:num w:numId="19">
    <w:abstractNumId w:val="11"/>
  </w:num>
  <w:num w:numId="20">
    <w:abstractNumId w:val="13"/>
  </w:num>
  <w:num w:numId="21">
    <w:abstractNumId w:val="3"/>
  </w:num>
  <w:num w:numId="22">
    <w:abstractNumId w:val="10"/>
  </w:num>
  <w:num w:numId="23">
    <w:abstractNumId w:val="17"/>
  </w:num>
  <w:num w:numId="24">
    <w:abstractNumId w:val="1"/>
  </w:num>
  <w:num w:numId="25">
    <w:abstractNumId w:val="15"/>
  </w:num>
  <w:num w:numId="26">
    <w:abstractNumId w:val="5"/>
  </w:num>
  <w:num w:numId="27">
    <w:abstractNumId w:val="8"/>
  </w:num>
  <w:num w:numId="28">
    <w:abstractNumId w:val="20"/>
  </w:num>
  <w:num w:numId="29">
    <w:abstractNumId w:val="16"/>
  </w:num>
  <w:num w:numId="3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04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8F9"/>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625"/>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22F5"/>
    <w:rsid w:val="002D6C2A"/>
    <w:rsid w:val="002D7A86"/>
    <w:rsid w:val="002F45FF"/>
    <w:rsid w:val="002F66D3"/>
    <w:rsid w:val="002F6D17"/>
    <w:rsid w:val="00302887"/>
    <w:rsid w:val="003034EC"/>
    <w:rsid w:val="003056EB"/>
    <w:rsid w:val="003071FF"/>
    <w:rsid w:val="00310652"/>
    <w:rsid w:val="00311065"/>
    <w:rsid w:val="003110EF"/>
    <w:rsid w:val="0031371D"/>
    <w:rsid w:val="0031789F"/>
    <w:rsid w:val="00320788"/>
    <w:rsid w:val="003233A3"/>
    <w:rsid w:val="00334C33"/>
    <w:rsid w:val="003375A8"/>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1E49"/>
    <w:rsid w:val="003D1F74"/>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465"/>
    <w:rsid w:val="004659EE"/>
    <w:rsid w:val="00473E34"/>
    <w:rsid w:val="00476BA9"/>
    <w:rsid w:val="00481650"/>
    <w:rsid w:val="00490807"/>
    <w:rsid w:val="004936C2"/>
    <w:rsid w:val="0049379C"/>
    <w:rsid w:val="004A1CA0"/>
    <w:rsid w:val="004A22E9"/>
    <w:rsid w:val="004A4ACD"/>
    <w:rsid w:val="004A506C"/>
    <w:rsid w:val="004A5BC5"/>
    <w:rsid w:val="004B023D"/>
    <w:rsid w:val="004B23B2"/>
    <w:rsid w:val="004C0909"/>
    <w:rsid w:val="004C3F97"/>
    <w:rsid w:val="004D01F2"/>
    <w:rsid w:val="004D2CED"/>
    <w:rsid w:val="004D3339"/>
    <w:rsid w:val="004D353F"/>
    <w:rsid w:val="004D36D7"/>
    <w:rsid w:val="004D682B"/>
    <w:rsid w:val="004D72A0"/>
    <w:rsid w:val="004E6152"/>
    <w:rsid w:val="004F344A"/>
    <w:rsid w:val="004F4EC3"/>
    <w:rsid w:val="00504ED4"/>
    <w:rsid w:val="00510639"/>
    <w:rsid w:val="00511791"/>
    <w:rsid w:val="005139BE"/>
    <w:rsid w:val="00513F65"/>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5336"/>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1E8"/>
    <w:rsid w:val="006568DC"/>
    <w:rsid w:val="00656EEF"/>
    <w:rsid w:val="006576AF"/>
    <w:rsid w:val="00672919"/>
    <w:rsid w:val="00677544"/>
    <w:rsid w:val="00681687"/>
    <w:rsid w:val="00681701"/>
    <w:rsid w:val="006835BC"/>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0CF1"/>
    <w:rsid w:val="006F1616"/>
    <w:rsid w:val="006F1CC4"/>
    <w:rsid w:val="006F2A86"/>
    <w:rsid w:val="006F3163"/>
    <w:rsid w:val="00705FEC"/>
    <w:rsid w:val="00706FBF"/>
    <w:rsid w:val="00710659"/>
    <w:rsid w:val="0071147A"/>
    <w:rsid w:val="0071185D"/>
    <w:rsid w:val="0071396A"/>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1077"/>
    <w:rsid w:val="00802FFA"/>
    <w:rsid w:val="00804359"/>
    <w:rsid w:val="00810E4B"/>
    <w:rsid w:val="00814BAA"/>
    <w:rsid w:val="00816F0C"/>
    <w:rsid w:val="0082211C"/>
    <w:rsid w:val="00824295"/>
    <w:rsid w:val="00827A65"/>
    <w:rsid w:val="00830473"/>
    <w:rsid w:val="008313F3"/>
    <w:rsid w:val="00834EA3"/>
    <w:rsid w:val="008402F2"/>
    <w:rsid w:val="00840469"/>
    <w:rsid w:val="008405BB"/>
    <w:rsid w:val="0084564F"/>
    <w:rsid w:val="00846494"/>
    <w:rsid w:val="00847B20"/>
    <w:rsid w:val="008509D3"/>
    <w:rsid w:val="00853418"/>
    <w:rsid w:val="00856EBD"/>
    <w:rsid w:val="00857CF6"/>
    <w:rsid w:val="008610ED"/>
    <w:rsid w:val="00861C6A"/>
    <w:rsid w:val="00865199"/>
    <w:rsid w:val="00865DB5"/>
    <w:rsid w:val="00867EAF"/>
    <w:rsid w:val="00870763"/>
    <w:rsid w:val="008713EA"/>
    <w:rsid w:val="00873C6B"/>
    <w:rsid w:val="00882B63"/>
    <w:rsid w:val="00883500"/>
    <w:rsid w:val="0088426A"/>
    <w:rsid w:val="0088504B"/>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FBC"/>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410F"/>
    <w:rsid w:val="00963E34"/>
    <w:rsid w:val="00964DFA"/>
    <w:rsid w:val="00970A69"/>
    <w:rsid w:val="0098155C"/>
    <w:rsid w:val="00981CCA"/>
    <w:rsid w:val="00983B77"/>
    <w:rsid w:val="00996053"/>
    <w:rsid w:val="00997E71"/>
    <w:rsid w:val="009A0842"/>
    <w:rsid w:val="009A0B2F"/>
    <w:rsid w:val="009A1CF4"/>
    <w:rsid w:val="009A3776"/>
    <w:rsid w:val="009A37D7"/>
    <w:rsid w:val="009A4E17"/>
    <w:rsid w:val="009A6955"/>
    <w:rsid w:val="009B0697"/>
    <w:rsid w:val="009B341C"/>
    <w:rsid w:val="009B5747"/>
    <w:rsid w:val="009C0B81"/>
    <w:rsid w:val="009C3182"/>
    <w:rsid w:val="009D2C27"/>
    <w:rsid w:val="009D482E"/>
    <w:rsid w:val="009D503E"/>
    <w:rsid w:val="009E2309"/>
    <w:rsid w:val="009E42B9"/>
    <w:rsid w:val="009E4E17"/>
    <w:rsid w:val="009E54B9"/>
    <w:rsid w:val="009F4C2E"/>
    <w:rsid w:val="00A014A3"/>
    <w:rsid w:val="00A027CC"/>
    <w:rsid w:val="00A0412D"/>
    <w:rsid w:val="00A0709E"/>
    <w:rsid w:val="00A15DF0"/>
    <w:rsid w:val="00A21211"/>
    <w:rsid w:val="00A30F8A"/>
    <w:rsid w:val="00A329FF"/>
    <w:rsid w:val="00A33890"/>
    <w:rsid w:val="00A34E7F"/>
    <w:rsid w:val="00A35444"/>
    <w:rsid w:val="00A46F0A"/>
    <w:rsid w:val="00A46F25"/>
    <w:rsid w:val="00A47CC2"/>
    <w:rsid w:val="00A502BA"/>
    <w:rsid w:val="00A60146"/>
    <w:rsid w:val="00A601A9"/>
    <w:rsid w:val="00A60F6F"/>
    <w:rsid w:val="00A6172B"/>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255E"/>
    <w:rsid w:val="00AE56C0"/>
    <w:rsid w:val="00AF4B18"/>
    <w:rsid w:val="00AF7ACC"/>
    <w:rsid w:val="00B00914"/>
    <w:rsid w:val="00B02A8E"/>
    <w:rsid w:val="00B052EE"/>
    <w:rsid w:val="00B1081F"/>
    <w:rsid w:val="00B2496B"/>
    <w:rsid w:val="00B27499"/>
    <w:rsid w:val="00B3010D"/>
    <w:rsid w:val="00B35151"/>
    <w:rsid w:val="00B40465"/>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0645"/>
    <w:rsid w:val="00B96631"/>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4C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B40"/>
    <w:rsid w:val="00C87039"/>
    <w:rsid w:val="00C8718B"/>
    <w:rsid w:val="00C872E4"/>
    <w:rsid w:val="00C878D9"/>
    <w:rsid w:val="00C90311"/>
    <w:rsid w:val="00C91C26"/>
    <w:rsid w:val="00CA2BB2"/>
    <w:rsid w:val="00CA73D5"/>
    <w:rsid w:val="00CB2FC9"/>
    <w:rsid w:val="00CB3C56"/>
    <w:rsid w:val="00CB5068"/>
    <w:rsid w:val="00CB7D2B"/>
    <w:rsid w:val="00CC1C87"/>
    <w:rsid w:val="00CC3000"/>
    <w:rsid w:val="00CC4859"/>
    <w:rsid w:val="00CC7A35"/>
    <w:rsid w:val="00CD072A"/>
    <w:rsid w:val="00CD1070"/>
    <w:rsid w:val="00CD40B1"/>
    <w:rsid w:val="00CD51E0"/>
    <w:rsid w:val="00CD7F73"/>
    <w:rsid w:val="00CE1AEE"/>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0EDA"/>
    <w:rsid w:val="00D41566"/>
    <w:rsid w:val="00D452F4"/>
    <w:rsid w:val="00D458EC"/>
    <w:rsid w:val="00D501B0"/>
    <w:rsid w:val="00D52582"/>
    <w:rsid w:val="00D531D0"/>
    <w:rsid w:val="00D535E8"/>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0603"/>
    <w:rsid w:val="00E11A48"/>
    <w:rsid w:val="00E130EB"/>
    <w:rsid w:val="00E162CD"/>
    <w:rsid w:val="00E17FA5"/>
    <w:rsid w:val="00E21BFE"/>
    <w:rsid w:val="00E21C88"/>
    <w:rsid w:val="00E223AC"/>
    <w:rsid w:val="00E26930"/>
    <w:rsid w:val="00E27257"/>
    <w:rsid w:val="00E27F4F"/>
    <w:rsid w:val="00E33C65"/>
    <w:rsid w:val="00E40B32"/>
    <w:rsid w:val="00E449D0"/>
    <w:rsid w:val="00E44A34"/>
    <w:rsid w:val="00E4506A"/>
    <w:rsid w:val="00E53D05"/>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D64"/>
    <w:rsid w:val="00F60BE0"/>
    <w:rsid w:val="00F61F6C"/>
    <w:rsid w:val="00F6280E"/>
    <w:rsid w:val="00F63907"/>
    <w:rsid w:val="00F666EC"/>
    <w:rsid w:val="00F7050A"/>
    <w:rsid w:val="00F75533"/>
    <w:rsid w:val="00F8036D"/>
    <w:rsid w:val="00F809DC"/>
    <w:rsid w:val="00F80DF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E7293"/>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303237"/>
  <w15:docId w15:val="{3348DC90-4DB0-4D27-8E8A-3D5B83CC5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410F"/>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A084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9A0842"/>
    <w:rPr>
      <w:b/>
      <w:sz w:val="32"/>
    </w:rPr>
  </w:style>
  <w:style w:type="numbering" w:customStyle="1" w:styleId="PartStepSubStepList">
    <w:name w:val="Part_Step_SubStep_List"/>
    <w:basedOn w:val="NoList"/>
    <w:uiPriority w:val="99"/>
    <w:rsid w:val="009A0842"/>
    <w:pPr>
      <w:numPr>
        <w:numId w:val="26"/>
      </w:numPr>
    </w:pPr>
  </w:style>
  <w:style w:type="paragraph" w:styleId="ListParagraph">
    <w:name w:val="List Paragraph"/>
    <w:basedOn w:val="Normal"/>
    <w:uiPriority w:val="34"/>
    <w:unhideWhenUsed/>
    <w:qFormat/>
    <w:rsid w:val="009A0842"/>
    <w:pPr>
      <w:ind w:left="720"/>
    </w:pPr>
  </w:style>
  <w:style w:type="paragraph" w:styleId="Revision">
    <w:name w:val="Revision"/>
    <w:hidden/>
    <w:uiPriority w:val="99"/>
    <w:semiHidden/>
    <w:rsid w:val="009A0842"/>
    <w:rPr>
      <w:sz w:val="22"/>
      <w:szCs w:val="22"/>
    </w:rPr>
  </w:style>
  <w:style w:type="paragraph" w:customStyle="1" w:styleId="Default">
    <w:name w:val="Default"/>
    <w:rsid w:val="003375A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CA5B9F38E84C519E054FB505A551E7"/>
        <w:category>
          <w:name w:val="General"/>
          <w:gallery w:val="placeholder"/>
        </w:category>
        <w:types>
          <w:type w:val="bbPlcHdr"/>
        </w:types>
        <w:behaviors>
          <w:behavior w:val="content"/>
        </w:behaviors>
        <w:guid w:val="{E0125BCC-E001-4276-A9B2-94A90A12863D}"/>
      </w:docPartPr>
      <w:docPartBody>
        <w:p w:rsidR="000B5D21" w:rsidRDefault="0023237A">
          <w:pPr>
            <w:pStyle w:val="ACCA5B9F38E84C519E054FB505A551E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7A"/>
    <w:rsid w:val="000B5D21"/>
    <w:rsid w:val="0023237A"/>
    <w:rsid w:val="00333F5B"/>
    <w:rsid w:val="003B13D8"/>
    <w:rsid w:val="00440C0B"/>
    <w:rsid w:val="0079498E"/>
    <w:rsid w:val="00CC1A25"/>
    <w:rsid w:val="00DA1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CCA5B9F38E84C519E054FB505A551E7">
    <w:name w:val="ACCA5B9F38E84C519E054FB505A551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C9820-DAA4-4D7F-BBAE-7600EE0EC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13</Pages>
  <Words>3462</Words>
  <Characters>19735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Lab - Implement HSRP</vt:lpstr>
    </vt:vector>
  </TitlesOfParts>
  <Company>Cisco Systems, Inc.</Company>
  <LinksUpToDate>false</LinksUpToDate>
  <CharactersWithSpaces>23151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9.1.1 - Implement HSRP</dc:title>
  <dc:creator>SP</dc:creator>
  <dc:description>2020</dc:description>
  <cp:lastModifiedBy>John Mowry</cp:lastModifiedBy>
  <cp:revision>2</cp:revision>
  <cp:lastPrinted>2020-02-24T05:17:00Z</cp:lastPrinted>
  <dcterms:created xsi:type="dcterms:W3CDTF">2023-03-01T22:24:00Z</dcterms:created>
  <dcterms:modified xsi:type="dcterms:W3CDTF">2023-03-01T22:24:00Z</dcterms:modified>
</cp:coreProperties>
</file>